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052E31FB" w14:textId="77777777" w:rsidR="0015545A" w:rsidRDefault="0015545A" w:rsidP="00DD46B9">
      <w:pPr>
        <w:pStyle w:val="Titre6"/>
        <w:jc w:val="center"/>
        <w:rPr>
          <w:rFonts w:asciiTheme="minorHAnsi" w:hAnsiTheme="minorHAnsi" w:cs="Arial"/>
          <w:b/>
          <w:bCs/>
          <w:i w:val="0"/>
          <w:iCs w:val="0"/>
          <w:color w:val="auto"/>
          <w:sz w:val="20"/>
          <w:szCs w:val="18"/>
        </w:rPr>
      </w:pPr>
      <w:bookmarkStart w:id="0" w:name="_Hlk98248377"/>
    </w:p>
    <w:p w14:paraId="3B32C879" w14:textId="1440634D" w:rsidR="00D24C26" w:rsidRPr="00DD46B9" w:rsidRDefault="00D24C26" w:rsidP="00DD46B9">
      <w:pPr>
        <w:pStyle w:val="Titre6"/>
        <w:jc w:val="center"/>
        <w:rPr>
          <w:rFonts w:asciiTheme="minorHAnsi" w:hAnsiTheme="minorHAnsi" w:cs="Arial"/>
          <w:b/>
          <w:bCs/>
          <w:i w:val="0"/>
          <w:iCs w:val="0"/>
          <w:color w:val="auto"/>
          <w:sz w:val="20"/>
          <w:szCs w:val="18"/>
        </w:rPr>
      </w:pPr>
      <w:r w:rsidRPr="00DD46B9">
        <w:rPr>
          <w:rFonts w:asciiTheme="minorHAnsi" w:hAnsiTheme="minorHAnsi" w:cs="Arial"/>
          <w:b/>
          <w:bCs/>
          <w:i w:val="0"/>
          <w:iCs w:val="0"/>
          <w:color w:val="auto"/>
          <w:sz w:val="20"/>
          <w:szCs w:val="18"/>
        </w:rPr>
        <w:t>Chambre de Commerce et d’Industrie Nantes St-Nazaire (CCI)</w:t>
      </w:r>
    </w:p>
    <w:p w14:paraId="26418A79" w14:textId="77777777" w:rsidR="00D24C26" w:rsidRDefault="00D24C26" w:rsidP="00D24C26">
      <w:pPr>
        <w:pStyle w:val="Sous-titre"/>
        <w:spacing w:after="0"/>
        <w:jc w:val="center"/>
        <w:rPr>
          <w:rFonts w:cs="Calibri"/>
          <w:i w:val="0"/>
          <w:iCs w:val="0"/>
          <w:sz w:val="18"/>
          <w:szCs w:val="18"/>
        </w:rPr>
      </w:pPr>
      <w:r w:rsidRPr="00BC0977">
        <w:rPr>
          <w:rFonts w:cs="Calibri"/>
          <w:i w:val="0"/>
          <w:iCs w:val="0"/>
          <w:sz w:val="18"/>
          <w:szCs w:val="18"/>
        </w:rPr>
        <w:t>Établissement public administratif</w:t>
      </w:r>
    </w:p>
    <w:p w14:paraId="3B6A067E" w14:textId="77777777" w:rsidR="00D24C26" w:rsidRPr="00BC0977" w:rsidRDefault="00D24C26" w:rsidP="00D24C26">
      <w:pPr>
        <w:jc w:val="center"/>
        <w:rPr>
          <w:rFonts w:ascii="Calibri" w:hAnsi="Calibri" w:cs="Calibri"/>
          <w:sz w:val="18"/>
          <w:szCs w:val="18"/>
        </w:rPr>
      </w:pPr>
      <w:r w:rsidRPr="00E67FCD">
        <w:rPr>
          <w:rFonts w:ascii="Calibri" w:hAnsi="Calibri" w:cs="Calibri"/>
          <w:bCs/>
          <w:sz w:val="18"/>
          <w:szCs w:val="18"/>
        </w:rPr>
        <w:t xml:space="preserve">Maison de l’Entrepreneuriat et des Transitions – 1 rue Françoise Sagan – CS 60186 – 44802 Saint-Herblain Cedex </w:t>
      </w:r>
      <w:r w:rsidRPr="00BC0977">
        <w:rPr>
          <w:rFonts w:ascii="Calibri" w:hAnsi="Calibri" w:cs="Calibri"/>
          <w:sz w:val="18"/>
          <w:szCs w:val="18"/>
        </w:rPr>
        <w:t>http://www.paysdelaloire.cci.fr</w:t>
      </w:r>
    </w:p>
    <w:p w14:paraId="6D87F500" w14:textId="77777777" w:rsidR="00D24C26" w:rsidRPr="00BC0977" w:rsidRDefault="00D24C26" w:rsidP="00D24C26">
      <w:pPr>
        <w:jc w:val="center"/>
        <w:rPr>
          <w:rFonts w:ascii="Calibri" w:hAnsi="Calibri" w:cs="Calibri"/>
          <w:smallCaps/>
          <w:sz w:val="18"/>
          <w:szCs w:val="18"/>
        </w:rPr>
      </w:pPr>
      <w:r w:rsidRPr="00BC0977">
        <w:rPr>
          <w:rFonts w:ascii="Calibri" w:hAnsi="Calibri" w:cs="Calibri"/>
          <w:smallCaps/>
          <w:sz w:val="18"/>
          <w:szCs w:val="18"/>
        </w:rPr>
        <w:t>SIRE</w:t>
      </w:r>
      <w:r>
        <w:rPr>
          <w:rFonts w:ascii="Calibri" w:hAnsi="Calibri" w:cs="Calibri"/>
          <w:smallCaps/>
          <w:sz w:val="18"/>
          <w:szCs w:val="18"/>
        </w:rPr>
        <w:t xml:space="preserve">N : </w:t>
      </w:r>
      <w:r w:rsidRPr="00BC0977">
        <w:rPr>
          <w:rFonts w:ascii="Calibri" w:hAnsi="Calibri" w:cs="Calibri"/>
          <w:smallCaps/>
          <w:sz w:val="18"/>
          <w:szCs w:val="18"/>
        </w:rPr>
        <w:t xml:space="preserve"> </w:t>
      </w:r>
      <w:r w:rsidRPr="003D003F">
        <w:rPr>
          <w:rFonts w:ascii="Calibri" w:hAnsi="Calibri" w:cs="Calibri"/>
          <w:smallCaps/>
          <w:sz w:val="18"/>
          <w:szCs w:val="18"/>
        </w:rPr>
        <w:t xml:space="preserve">130 008 105 </w:t>
      </w:r>
      <w:r w:rsidRPr="00BC0977">
        <w:rPr>
          <w:rFonts w:ascii="Calibri" w:hAnsi="Calibri" w:cs="Calibri"/>
          <w:smallCaps/>
          <w:sz w:val="18"/>
          <w:szCs w:val="18"/>
        </w:rPr>
        <w:t xml:space="preserve">– TVA n° </w:t>
      </w:r>
      <w:r w:rsidRPr="003D3A81">
        <w:rPr>
          <w:rFonts w:ascii="Calibri" w:hAnsi="Calibri" w:cs="Calibri"/>
          <w:smallCaps/>
          <w:sz w:val="18"/>
          <w:szCs w:val="18"/>
        </w:rPr>
        <w:t>FR</w:t>
      </w:r>
      <w:r>
        <w:rPr>
          <w:rFonts w:ascii="Calibri" w:hAnsi="Calibri" w:cs="Calibri"/>
          <w:smallCaps/>
          <w:sz w:val="18"/>
          <w:szCs w:val="18"/>
        </w:rPr>
        <w:t xml:space="preserve"> </w:t>
      </w:r>
      <w:r w:rsidRPr="003D3A81">
        <w:rPr>
          <w:rFonts w:ascii="Calibri" w:hAnsi="Calibri" w:cs="Calibri"/>
          <w:smallCaps/>
          <w:sz w:val="18"/>
          <w:szCs w:val="18"/>
        </w:rPr>
        <w:t>34130008105</w:t>
      </w:r>
    </w:p>
    <w:bookmarkEnd w:id="0"/>
    <w:p w14:paraId="43C19076" w14:textId="77777777" w:rsidR="007A2B2E" w:rsidRDefault="007A2B2E" w:rsidP="007A2B2E">
      <w:pPr>
        <w:ind w:left="142"/>
        <w:jc w:val="center"/>
        <w:rPr>
          <w:rFonts w:asciiTheme="minorHAnsi" w:hAnsiTheme="minorHAnsi" w:cs="Arial"/>
          <w:b/>
          <w:sz w:val="28"/>
          <w:szCs w:val="28"/>
          <w:lang w:val="en-GB"/>
        </w:rPr>
      </w:pPr>
    </w:p>
    <w:p w14:paraId="549A81F1" w14:textId="77777777" w:rsidR="00436299" w:rsidRPr="00B502B8" w:rsidRDefault="00436299" w:rsidP="00436299">
      <w:pPr>
        <w:jc w:val="both"/>
        <w:rPr>
          <w:rFonts w:asciiTheme="minorHAnsi" w:hAnsiTheme="minorHAnsi" w:cs="Arial"/>
          <w:b/>
          <w:sz w:val="28"/>
          <w:szCs w:val="28"/>
        </w:rPr>
      </w:pPr>
    </w:p>
    <w:p w14:paraId="4677D0CB" w14:textId="77777777" w:rsidR="00436299" w:rsidRDefault="00436299" w:rsidP="00436299">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502B8">
        <w:rPr>
          <w:rFonts w:asciiTheme="minorHAnsi" w:hAnsiTheme="minorHAnsi" w:cs="Arial"/>
          <w:b/>
          <w:sz w:val="28"/>
          <w:szCs w:val="28"/>
        </w:rPr>
        <w:t xml:space="preserve">Marché </w:t>
      </w:r>
      <w:r>
        <w:rPr>
          <w:rFonts w:asciiTheme="minorHAnsi" w:hAnsiTheme="minorHAnsi" w:cs="Arial"/>
          <w:b/>
          <w:sz w:val="28"/>
          <w:szCs w:val="28"/>
        </w:rPr>
        <w:t xml:space="preserve">de travaux d’agrandissement </w:t>
      </w:r>
    </w:p>
    <w:p w14:paraId="7D91D834" w14:textId="77777777" w:rsidR="00436299" w:rsidRDefault="00436299" w:rsidP="00436299">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de la Maison de l’Apprentissage de Saint-Nazaire</w:t>
      </w:r>
    </w:p>
    <w:p w14:paraId="5F2048A3" w14:textId="3053BB48" w:rsidR="00436299" w:rsidRPr="00B502B8" w:rsidRDefault="00436299" w:rsidP="00436299">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 xml:space="preserve">« Lots </w:t>
      </w:r>
      <w:r w:rsidR="00AD385D">
        <w:rPr>
          <w:rFonts w:asciiTheme="minorHAnsi" w:hAnsiTheme="minorHAnsi" w:cs="Arial"/>
          <w:b/>
          <w:sz w:val="28"/>
          <w:szCs w:val="28"/>
        </w:rPr>
        <w:t>Relancés</w:t>
      </w:r>
      <w:r>
        <w:rPr>
          <w:rFonts w:asciiTheme="minorHAnsi" w:hAnsiTheme="minorHAnsi" w:cs="Arial"/>
          <w:b/>
          <w:sz w:val="28"/>
          <w:szCs w:val="28"/>
        </w:rPr>
        <w:t> »</w:t>
      </w:r>
    </w:p>
    <w:p w14:paraId="748F77E4" w14:textId="77777777" w:rsidR="00436299" w:rsidRPr="00B502B8" w:rsidRDefault="00436299" w:rsidP="00436299">
      <w:pPr>
        <w:jc w:val="both"/>
        <w:rPr>
          <w:rFonts w:asciiTheme="minorHAnsi" w:hAnsiTheme="minorHAnsi" w:cs="Arial"/>
        </w:rPr>
      </w:pPr>
    </w:p>
    <w:p w14:paraId="43C1907B" w14:textId="77777777" w:rsidR="007A2B2E" w:rsidRPr="00B265CC" w:rsidRDefault="007A2B2E" w:rsidP="007A2B2E">
      <w:pPr>
        <w:jc w:val="both"/>
        <w:rPr>
          <w:rFonts w:asciiTheme="minorHAnsi" w:hAnsiTheme="minorHAnsi" w:cs="Arial"/>
        </w:rPr>
      </w:pPr>
    </w:p>
    <w:p w14:paraId="43C1907C" w14:textId="77777777" w:rsidR="007A2B2E" w:rsidRPr="00B265CC" w:rsidRDefault="007A2B2E" w:rsidP="007A2B2E">
      <w:pPr>
        <w:ind w:left="142"/>
        <w:jc w:val="center"/>
        <w:rPr>
          <w:rFonts w:asciiTheme="minorHAnsi" w:hAnsiTheme="minorHAnsi" w:cs="Arial"/>
        </w:rPr>
      </w:pPr>
      <w:r w:rsidRPr="00B265CC">
        <w:rPr>
          <w:rFonts w:asciiTheme="minorHAnsi" w:hAnsiTheme="minorHAnsi" w:cs="Arial"/>
        </w:rPr>
        <w:t>- - -</w:t>
      </w:r>
    </w:p>
    <w:p w14:paraId="43C1907D" w14:textId="77777777" w:rsidR="007A2B2E" w:rsidRDefault="007A2B2E" w:rsidP="007A2B2E">
      <w:pPr>
        <w:ind w:left="142"/>
        <w:jc w:val="center"/>
        <w:rPr>
          <w:rFonts w:asciiTheme="minorHAnsi" w:hAnsiTheme="minorHAnsi" w:cs="Arial"/>
        </w:rPr>
      </w:pPr>
    </w:p>
    <w:p w14:paraId="2B4514EC" w14:textId="77777777" w:rsidR="0015545A" w:rsidRPr="00B265CC" w:rsidRDefault="0015545A" w:rsidP="007A2B2E">
      <w:pPr>
        <w:ind w:left="142"/>
        <w:jc w:val="center"/>
        <w:rPr>
          <w:rFonts w:asciiTheme="minorHAnsi" w:hAnsiTheme="minorHAnsi" w:cs="Arial"/>
        </w:rPr>
      </w:pPr>
    </w:p>
    <w:p w14:paraId="32B6D21A" w14:textId="57EBAEF3" w:rsidR="00A9039A" w:rsidRPr="0015545A" w:rsidRDefault="0015545A" w:rsidP="0015545A">
      <w:pPr>
        <w:ind w:left="142"/>
        <w:jc w:val="center"/>
        <w:rPr>
          <w:rFonts w:asciiTheme="minorHAnsi" w:hAnsiTheme="minorHAnsi" w:cs="Arial"/>
          <w:b/>
          <w:bCs/>
          <w:sz w:val="24"/>
          <w:szCs w:val="24"/>
        </w:rPr>
      </w:pPr>
      <w:r w:rsidRPr="0015545A">
        <w:rPr>
          <w:rFonts w:asciiTheme="minorHAnsi" w:eastAsia="Arial Unicode MS" w:hAnsiTheme="minorHAnsi" w:cstheme="minorHAnsi"/>
          <w:b/>
          <w:bCs/>
          <w:sz w:val="24"/>
          <w:szCs w:val="24"/>
        </w:rPr>
        <w:t xml:space="preserve">N° marché : </w:t>
      </w:r>
      <w:r w:rsidR="00AD385D" w:rsidRPr="00AD385D">
        <w:rPr>
          <w:rFonts w:asciiTheme="minorHAnsi" w:eastAsia="Arial Unicode MS" w:hAnsiTheme="minorHAnsi" w:cstheme="minorHAnsi"/>
          <w:b/>
          <w:bCs/>
          <w:sz w:val="24"/>
          <w:szCs w:val="24"/>
        </w:rPr>
        <w:t>2024</w:t>
      </w:r>
      <w:r w:rsidR="00AD385D">
        <w:rPr>
          <w:rFonts w:asciiTheme="minorHAnsi" w:eastAsia="Arial Unicode MS" w:hAnsiTheme="minorHAnsi" w:cstheme="minorHAnsi"/>
          <w:b/>
          <w:bCs/>
          <w:sz w:val="24"/>
          <w:szCs w:val="24"/>
        </w:rPr>
        <w:t xml:space="preserve"> </w:t>
      </w:r>
      <w:r w:rsidR="00AD385D" w:rsidRPr="00AD385D">
        <w:rPr>
          <w:rFonts w:asciiTheme="minorHAnsi" w:eastAsia="Arial Unicode MS" w:hAnsiTheme="minorHAnsi" w:cstheme="minorHAnsi"/>
          <w:b/>
          <w:bCs/>
          <w:sz w:val="24"/>
          <w:szCs w:val="24"/>
        </w:rPr>
        <w:t>RTPN</w:t>
      </w:r>
      <w:r w:rsidR="00AD385D">
        <w:rPr>
          <w:rFonts w:asciiTheme="minorHAnsi" w:eastAsia="Arial Unicode MS" w:hAnsiTheme="minorHAnsi" w:cstheme="minorHAnsi"/>
          <w:b/>
          <w:bCs/>
          <w:sz w:val="24"/>
          <w:szCs w:val="24"/>
        </w:rPr>
        <w:t xml:space="preserve"> </w:t>
      </w:r>
      <w:r w:rsidR="00AD385D" w:rsidRPr="00AD385D">
        <w:rPr>
          <w:rFonts w:asciiTheme="minorHAnsi" w:eastAsia="Arial Unicode MS" w:hAnsiTheme="minorHAnsi" w:cstheme="minorHAnsi"/>
          <w:b/>
          <w:bCs/>
          <w:sz w:val="24"/>
          <w:szCs w:val="24"/>
        </w:rPr>
        <w:t>4120</w:t>
      </w: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3BBD1DA6"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89" w14:textId="63DC3784" w:rsidR="00235E22" w:rsidRPr="00B265CC" w:rsidRDefault="00235E22" w:rsidP="000B3B76">
      <w:pPr>
        <w:pStyle w:val="Pucesous-titregras"/>
        <w:numPr>
          <w:ilvl w:val="0"/>
          <w:numId w:val="3"/>
        </w:numPr>
        <w:ind w:left="851" w:hanging="284"/>
        <w:rPr>
          <w:rFonts w:asciiTheme="minorHAnsi" w:hAnsiTheme="minorHAnsi"/>
          <w:color w:val="FF0000"/>
        </w:rPr>
      </w:pPr>
      <w:r w:rsidRPr="00B265CC">
        <w:rPr>
          <w:rFonts w:asciiTheme="minorHAnsi" w:hAnsiTheme="minorHAnsi"/>
        </w:rPr>
        <w:t>Pour la CCI :</w:t>
      </w:r>
    </w:p>
    <w:p w14:paraId="43C1908A" w14:textId="77777777" w:rsidR="00235E22" w:rsidRPr="00B265CC" w:rsidRDefault="00235E22" w:rsidP="00235E22">
      <w:pPr>
        <w:pStyle w:val="Retraitcorpsdetexte"/>
        <w:ind w:left="567" w:right="289"/>
        <w:rPr>
          <w:rFonts w:asciiTheme="minorHAnsi" w:hAnsiTheme="minorHAnsi" w:cs="Arial"/>
          <w:b/>
          <w:sz w:val="22"/>
          <w:szCs w:val="22"/>
        </w:rPr>
      </w:pPr>
    </w:p>
    <w:p w14:paraId="43C1908B" w14:textId="77777777" w:rsidR="00235E22" w:rsidRPr="00B265C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 xml:space="preserve">Représentant de la </w:t>
      </w:r>
      <w:r w:rsidRPr="00B265CC">
        <w:rPr>
          <w:rFonts w:asciiTheme="minorHAnsi" w:hAnsiTheme="minorHAnsi" w:cs="Arial"/>
          <w:b/>
          <w:bCs/>
          <w:sz w:val="22"/>
          <w:szCs w:val="22"/>
        </w:rPr>
        <w:t>Chambre de Commerce et d’Industrie Nantes St-Nazaire</w:t>
      </w:r>
    </w:p>
    <w:p w14:paraId="7949F149" w14:textId="414BBF88" w:rsidR="009B194A" w:rsidRPr="00B265CC" w:rsidRDefault="009B194A" w:rsidP="00E04F7D">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N° SIRET : 130 008 105 00012 – APE 9411 Z</w:t>
      </w:r>
    </w:p>
    <w:p w14:paraId="43C1908C"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43C1908D" w14:textId="77C9BE44" w:rsidR="00235E22" w:rsidRPr="00B265CC" w:rsidRDefault="008E55CF"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Suivant la</w:t>
      </w:r>
      <w:r w:rsidR="00235E22" w:rsidRPr="00B265CC">
        <w:rPr>
          <w:rFonts w:asciiTheme="minorHAnsi" w:hAnsiTheme="minorHAnsi" w:cs="Arial"/>
          <w:b/>
          <w:bCs/>
          <w:color w:val="0000FF"/>
          <w:sz w:val="22"/>
          <w:szCs w:val="22"/>
        </w:rPr>
        <w:t xml:space="preserve"> délibération</w:t>
      </w:r>
      <w:r w:rsidRPr="00B265CC">
        <w:rPr>
          <w:rFonts w:asciiTheme="minorHAnsi" w:hAnsiTheme="minorHAnsi" w:cs="Arial"/>
          <w:b/>
          <w:bCs/>
          <w:color w:val="0000FF"/>
          <w:sz w:val="22"/>
          <w:szCs w:val="22"/>
        </w:rPr>
        <w:t xml:space="preserve"> du </w:t>
      </w:r>
      <w:r w:rsidR="00F601A8">
        <w:rPr>
          <w:rFonts w:asciiTheme="minorHAnsi" w:hAnsiTheme="minorHAnsi" w:cs="Arial"/>
          <w:b/>
          <w:bCs/>
          <w:color w:val="0000FF"/>
          <w:sz w:val="22"/>
          <w:szCs w:val="22"/>
        </w:rPr>
        <w:t>26</w:t>
      </w:r>
      <w:r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Pr="00B265CC">
        <w:rPr>
          <w:rFonts w:asciiTheme="minorHAnsi" w:hAnsiTheme="minorHAnsi" w:cs="Arial"/>
          <w:b/>
          <w:bCs/>
          <w:color w:val="0000FF"/>
          <w:sz w:val="22"/>
          <w:szCs w:val="22"/>
        </w:rPr>
        <w:t xml:space="preserve"> de</w:t>
      </w:r>
      <w:r w:rsidR="00235E22" w:rsidRPr="00B265CC">
        <w:rPr>
          <w:rFonts w:asciiTheme="minorHAnsi" w:hAnsiTheme="minorHAnsi" w:cs="Arial"/>
          <w:b/>
          <w:bCs/>
          <w:color w:val="0000FF"/>
          <w:sz w:val="22"/>
          <w:szCs w:val="22"/>
        </w:rPr>
        <w:t xml:space="preserve"> l’Assemblée Générale de la CCINSN</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43C19090"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6735CD05" w14:textId="2C702192"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2"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43C19094"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13F53F2A" w14:textId="6800393B"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6"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7"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43C19098" w14:textId="77777777" w:rsidR="00235E22" w:rsidRPr="00B265CC" w:rsidRDefault="00235E22" w:rsidP="00E04F7D">
      <w:pPr>
        <w:pStyle w:val="Retraitcorpsdetexte"/>
        <w:ind w:left="567" w:right="55"/>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Trésorier de la Chambre de Commerce et d’Industrie Nantes St-Nazaire</w:t>
      </w:r>
    </w:p>
    <w:p w14:paraId="43C19099" w14:textId="77777777" w:rsidR="00235E22" w:rsidRPr="00B265CC" w:rsidRDefault="00235E22" w:rsidP="00235E22">
      <w:pPr>
        <w:pStyle w:val="Retraitcorpsdetexte"/>
        <w:ind w:left="0" w:right="289"/>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27F7D"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04FF27BE">
                <wp:simplePos x="0" y="0"/>
                <wp:positionH relativeFrom="column">
                  <wp:posOffset>12538</wp:posOffset>
                </wp:positionH>
                <wp:positionV relativeFrom="paragraph">
                  <wp:posOffset>5791</wp:posOffset>
                </wp:positionV>
                <wp:extent cx="5985510" cy="4371149"/>
                <wp:effectExtent l="0" t="0" r="15240" b="107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37114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5025B" id="Rectangle 12" o:spid="_x0000_s1026" style="position:absolute;margin-left:1pt;margin-top:.45pt;width:471.3pt;height:344.2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1F5EB76C">
                <wp:simplePos x="0" y="0"/>
                <wp:positionH relativeFrom="margin">
                  <wp:align>left</wp:align>
                </wp:positionH>
                <wp:positionV relativeFrom="paragraph">
                  <wp:posOffset>81635</wp:posOffset>
                </wp:positionV>
                <wp:extent cx="5947410" cy="8034035"/>
                <wp:effectExtent l="0" t="0" r="15240" b="241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8034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A7F51" id="Rectangle 10" o:spid="_x0000_s1026" style="position:absolute;margin-left:0;margin-top:6.45pt;width:468.3pt;height:632.6pt;z-index:-25165823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">
                <w10:wrap anchorx="margin"/>
              </v:rect>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2A4548"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5" w14:textId="498FEFE8"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9" w14:textId="46497842" w:rsidR="00235E22" w:rsidRPr="00B265CC" w:rsidRDefault="008C2681" w:rsidP="008C2681">
      <w:pPr>
        <w:tabs>
          <w:tab w:val="left" w:pos="2239"/>
        </w:tabs>
        <w:ind w:left="567" w:right="289"/>
        <w:rPr>
          <w:rFonts w:asciiTheme="minorHAnsi" w:hAnsiTheme="minorHAnsi" w:cs="Arial"/>
          <w:i/>
        </w:rPr>
      </w:pPr>
      <w:r>
        <w:rPr>
          <w:rFonts w:asciiTheme="minorHAnsi" w:hAnsiTheme="minorHAnsi" w:cs="Arial"/>
        </w:rPr>
        <w:tab/>
      </w: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3" w14:textId="08B4A9CF" w:rsidR="00235E22" w:rsidRPr="00B265CC" w:rsidRDefault="00235E22" w:rsidP="008C2681">
      <w:pPr>
        <w:tabs>
          <w:tab w:val="left" w:leader="dot" w:pos="9072"/>
          <w:tab w:val="left" w:leader="dot" w:pos="9781"/>
        </w:tabs>
        <w:ind w:left="567" w:right="289"/>
        <w:rPr>
          <w:rFonts w:asciiTheme="minorHAnsi" w:hAnsiTheme="minorHAnsi" w:cs="Arial"/>
          <w:i/>
        </w:rPr>
      </w:pPr>
      <w:r w:rsidRPr="00B265CC">
        <w:rPr>
          <w:rFonts w:asciiTheme="minorHAnsi" w:hAnsiTheme="minorHAnsi" w:cs="Arial"/>
        </w:rPr>
        <w:t xml:space="preserve"> </w:t>
      </w: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25E37"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C0" w14:textId="31121FC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082FA832">
                <wp:simplePos x="0" y="0"/>
                <wp:positionH relativeFrom="margin">
                  <wp:align>left</wp:align>
                </wp:positionH>
                <wp:positionV relativeFrom="paragraph">
                  <wp:posOffset>-143964</wp:posOffset>
                </wp:positionV>
                <wp:extent cx="5962650" cy="9207426"/>
                <wp:effectExtent l="0" t="0" r="19050" b="133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20742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2039E" id="Rectangle 6" o:spid="_x0000_s1026" style="position:absolute;margin-left:0;margin-top:-11.35pt;width:469.5pt;height:725pt;z-index:-25165823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">
                <w10:wrap anchorx="margin"/>
              </v:rect>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9" w14:textId="61B0B0B4"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F" w14:textId="1343A38C"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43BDC162"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05A91CAD"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E" w14:textId="2463044F"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w:lastRenderedPageBreak/>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6684134A"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AD385D" w:rsidRPr="00AD385D">
        <w:rPr>
          <w:rFonts w:asciiTheme="minorHAnsi" w:hAnsiTheme="minorHAnsi" w:cs="Arial"/>
          <w:b/>
          <w:sz w:val="22"/>
          <w:szCs w:val="22"/>
        </w:rPr>
        <w:t>2024</w:t>
      </w:r>
      <w:r w:rsidR="00AD385D">
        <w:rPr>
          <w:rFonts w:asciiTheme="minorHAnsi" w:hAnsiTheme="minorHAnsi" w:cs="Arial"/>
          <w:b/>
          <w:sz w:val="22"/>
          <w:szCs w:val="22"/>
        </w:rPr>
        <w:t xml:space="preserve"> </w:t>
      </w:r>
      <w:r w:rsidR="00AD385D" w:rsidRPr="00AD385D">
        <w:rPr>
          <w:rFonts w:asciiTheme="minorHAnsi" w:hAnsiTheme="minorHAnsi" w:cs="Arial"/>
          <w:b/>
          <w:sz w:val="22"/>
          <w:szCs w:val="22"/>
        </w:rPr>
        <w:t>RTPN</w:t>
      </w:r>
      <w:r w:rsidR="00AD385D">
        <w:rPr>
          <w:rFonts w:asciiTheme="minorHAnsi" w:hAnsiTheme="minorHAnsi" w:cs="Arial"/>
          <w:b/>
          <w:sz w:val="22"/>
          <w:szCs w:val="22"/>
        </w:rPr>
        <w:t xml:space="preserve"> </w:t>
      </w:r>
      <w:r w:rsidR="00AD385D" w:rsidRPr="00AD385D">
        <w:rPr>
          <w:rFonts w:asciiTheme="minorHAnsi" w:hAnsiTheme="minorHAnsi" w:cs="Arial"/>
          <w:b/>
          <w:sz w:val="22"/>
          <w:szCs w:val="22"/>
        </w:rPr>
        <w:t>4120</w:t>
      </w:r>
      <w:r w:rsidR="00AD385D">
        <w:rPr>
          <w:rFonts w:asciiTheme="minorHAnsi" w:hAnsiTheme="minorHAnsi" w:cs="Arial"/>
          <w:b/>
          <w:sz w:val="22"/>
          <w:szCs w:val="22"/>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B265CC" w:rsidRDefault="00235E22" w:rsidP="00235E22">
      <w:pPr>
        <w:ind w:right="289"/>
        <w:rPr>
          <w:rFonts w:asciiTheme="minorHAnsi" w:hAnsiTheme="minorHAnsi" w:cs="Arial"/>
        </w:rPr>
      </w:pPr>
    </w:p>
    <w:p w14:paraId="43C19229" w14:textId="77777777" w:rsidR="00235E22" w:rsidRPr="00B265CC" w:rsidRDefault="00235E22" w:rsidP="00235E22">
      <w:pPr>
        <w:ind w:right="289"/>
        <w:rPr>
          <w:rFonts w:asciiTheme="minorHAnsi" w:hAnsiTheme="minorHAnsi" w:cs="Arial"/>
        </w:rPr>
      </w:pPr>
    </w:p>
    <w:p w14:paraId="1B2FD6FB" w14:textId="6E546BE3" w:rsidR="00982F2C" w:rsidRPr="004B0FBC" w:rsidRDefault="00982F2C" w:rsidP="00982F2C">
      <w:pPr>
        <w:tabs>
          <w:tab w:val="right" w:leader="dot" w:pos="9639"/>
        </w:tabs>
        <w:ind w:left="567" w:right="289"/>
        <w:jc w:val="both"/>
        <w:rPr>
          <w:rFonts w:asciiTheme="minorHAnsi" w:hAnsiTheme="minorHAnsi" w:cs="Arial"/>
          <w:bCs/>
        </w:rPr>
      </w:pPr>
      <w:r w:rsidRPr="004B0FBC">
        <w:rPr>
          <w:rFonts w:asciiTheme="minorHAnsi" w:hAnsiTheme="minorHAnsi" w:cs="Arial"/>
          <w:bCs/>
        </w:rPr>
        <w:t xml:space="preserve">Après avoir pris connaissance des pièces constitutives du marché </w:t>
      </w:r>
      <w:r w:rsidR="009F36BD">
        <w:rPr>
          <w:rFonts w:asciiTheme="minorHAnsi" w:hAnsiTheme="minorHAnsi" w:cs="Arial"/>
          <w:bCs/>
        </w:rPr>
        <w:t xml:space="preserve">n° </w:t>
      </w:r>
      <w:r w:rsidR="00AD385D" w:rsidRPr="00AD385D">
        <w:rPr>
          <w:rFonts w:asciiTheme="minorHAnsi" w:hAnsiTheme="minorHAnsi" w:cs="Arial"/>
          <w:b/>
        </w:rPr>
        <w:t>2024</w:t>
      </w:r>
      <w:r w:rsidR="00AD385D">
        <w:rPr>
          <w:rFonts w:asciiTheme="minorHAnsi" w:hAnsiTheme="minorHAnsi" w:cs="Arial"/>
          <w:b/>
        </w:rPr>
        <w:t xml:space="preserve"> </w:t>
      </w:r>
      <w:r w:rsidR="00AD385D" w:rsidRPr="00AD385D">
        <w:rPr>
          <w:rFonts w:asciiTheme="minorHAnsi" w:hAnsiTheme="minorHAnsi" w:cs="Arial"/>
          <w:b/>
        </w:rPr>
        <w:t>RTPN</w:t>
      </w:r>
      <w:r w:rsidR="00AD385D">
        <w:rPr>
          <w:rFonts w:asciiTheme="minorHAnsi" w:hAnsiTheme="minorHAnsi" w:cs="Arial"/>
          <w:b/>
        </w:rPr>
        <w:t xml:space="preserve"> </w:t>
      </w:r>
      <w:r w:rsidR="00AD385D" w:rsidRPr="00AD385D">
        <w:rPr>
          <w:rFonts w:asciiTheme="minorHAnsi" w:hAnsiTheme="minorHAnsi" w:cs="Arial"/>
          <w:b/>
        </w:rPr>
        <w:t>4120</w:t>
      </w:r>
      <w:r w:rsidR="00AD385D" w:rsidRPr="00AD385D">
        <w:rPr>
          <w:rFonts w:asciiTheme="minorHAnsi" w:hAnsiTheme="minorHAnsi" w:cs="Arial"/>
          <w:b/>
        </w:rPr>
        <w:t xml:space="preserve"> </w:t>
      </w:r>
      <w:r w:rsidR="009F36BD" w:rsidRPr="009F36BD">
        <w:rPr>
          <w:rFonts w:asciiTheme="minorHAnsi" w:hAnsiTheme="minorHAnsi" w:cs="Arial"/>
          <w:bCs/>
        </w:rPr>
        <w:t>(cf : « </w:t>
      </w:r>
      <w:r w:rsidR="00AD385D">
        <w:rPr>
          <w:rFonts w:asciiTheme="minorHAnsi" w:hAnsiTheme="minorHAnsi" w:cs="Arial"/>
          <w:bCs/>
        </w:rPr>
        <w:t>0_MASN_</w:t>
      </w:r>
      <w:r w:rsidR="009F36BD" w:rsidRPr="009F36BD">
        <w:rPr>
          <w:rFonts w:asciiTheme="minorHAnsi" w:hAnsiTheme="minorHAnsi" w:cs="Arial"/>
          <w:bCs/>
        </w:rPr>
        <w:t>DCE liste des pièces</w:t>
      </w:r>
      <w:r w:rsidR="00AD385D">
        <w:rPr>
          <w:rFonts w:asciiTheme="minorHAnsi" w:hAnsiTheme="minorHAnsi" w:cs="Arial"/>
          <w:bCs/>
        </w:rPr>
        <w:t>_V2</w:t>
      </w:r>
      <w:r w:rsidR="009F36BD" w:rsidRPr="009F36BD">
        <w:rPr>
          <w:rFonts w:asciiTheme="minorHAnsi" w:hAnsiTheme="minorHAnsi" w:cs="Arial"/>
          <w:bCs/>
        </w:rPr>
        <w:t> »)</w:t>
      </w:r>
    </w:p>
    <w:p w14:paraId="19EEE474" w14:textId="77777777" w:rsidR="00982F2C" w:rsidRPr="004B0FBC" w:rsidRDefault="00982F2C" w:rsidP="00982F2C">
      <w:pPr>
        <w:tabs>
          <w:tab w:val="right" w:leader="dot" w:pos="9639"/>
        </w:tabs>
        <w:ind w:left="567" w:right="289"/>
        <w:jc w:val="both"/>
        <w:rPr>
          <w:rFonts w:asciiTheme="minorHAnsi" w:hAnsiTheme="minorHAnsi" w:cs="Arial"/>
          <w:bCs/>
        </w:rPr>
      </w:pPr>
    </w:p>
    <w:p w14:paraId="7CBF0629" w14:textId="77777777" w:rsidR="00982F2C" w:rsidRPr="004B0FBC" w:rsidRDefault="00982F2C" w:rsidP="00982F2C">
      <w:pPr>
        <w:tabs>
          <w:tab w:val="right" w:leader="dot" w:pos="9639"/>
        </w:tabs>
        <w:ind w:left="567" w:right="289"/>
        <w:jc w:val="both"/>
        <w:rPr>
          <w:rFonts w:asciiTheme="minorHAnsi" w:hAnsiTheme="minorHAnsi" w:cs="Arial"/>
          <w:bCs/>
        </w:rPr>
      </w:pPr>
      <w:r w:rsidRPr="004B0FBC">
        <w:rPr>
          <w:rFonts w:asciiTheme="minorHAnsi" w:hAnsiTheme="minorHAnsi" w:cs="Arial"/>
          <w:bCs/>
        </w:rPr>
        <w:t>et conformément à leurs clauses,</w:t>
      </w:r>
    </w:p>
    <w:p w14:paraId="475C52CC" w14:textId="77777777" w:rsidR="00982F2C" w:rsidRPr="004B0FBC" w:rsidRDefault="00982F2C" w:rsidP="00982F2C">
      <w:pPr>
        <w:tabs>
          <w:tab w:val="right" w:leader="dot" w:pos="9639"/>
        </w:tabs>
        <w:ind w:left="567" w:right="289"/>
        <w:jc w:val="both"/>
        <w:rPr>
          <w:rFonts w:asciiTheme="minorHAnsi" w:hAnsiTheme="minorHAnsi" w:cs="Arial"/>
          <w:bCs/>
        </w:rPr>
      </w:pPr>
    </w:p>
    <w:p w14:paraId="43C1922D" w14:textId="6A1EC669" w:rsidR="00235E22" w:rsidRPr="004B0FBC" w:rsidRDefault="00982F2C" w:rsidP="00982F2C">
      <w:pPr>
        <w:tabs>
          <w:tab w:val="right" w:leader="dot" w:pos="9639"/>
        </w:tabs>
        <w:ind w:left="567" w:right="289"/>
        <w:jc w:val="both"/>
        <w:rPr>
          <w:rFonts w:asciiTheme="minorHAnsi" w:hAnsiTheme="minorHAnsi" w:cs="Arial"/>
          <w:bCs/>
        </w:rPr>
      </w:pPr>
      <w:r w:rsidRPr="004B0FBC">
        <w:rPr>
          <w:rFonts w:asciiTheme="minorHAnsi" w:hAnsiTheme="minorHAnsi" w:cs="Arial"/>
          <w:bCs/>
        </w:rPr>
        <w:t xml:space="preserve">M'ENGAGE, sans réserve, conformément aux conditions, clauses et prescriptions imposées par le présent marché </w:t>
      </w:r>
      <w:r w:rsidR="001158EB">
        <w:rPr>
          <w:rFonts w:asciiTheme="minorHAnsi" w:hAnsiTheme="minorHAnsi" w:cs="Arial"/>
          <w:bCs/>
        </w:rPr>
        <w:t>n</w:t>
      </w:r>
      <w:r w:rsidRPr="004B0FBC">
        <w:rPr>
          <w:rFonts w:asciiTheme="minorHAnsi" w:hAnsiTheme="minorHAnsi" w:cs="Arial"/>
          <w:bCs/>
        </w:rPr>
        <w:t xml:space="preserve">° </w:t>
      </w:r>
      <w:r w:rsidR="00AD385D" w:rsidRPr="00AD385D">
        <w:rPr>
          <w:rFonts w:asciiTheme="minorHAnsi" w:hAnsiTheme="minorHAnsi" w:cs="Arial"/>
          <w:b/>
        </w:rPr>
        <w:t>2024</w:t>
      </w:r>
      <w:r w:rsidR="00AD385D" w:rsidRPr="00AD385D">
        <w:rPr>
          <w:rFonts w:asciiTheme="minorHAnsi" w:hAnsiTheme="minorHAnsi" w:cs="Arial"/>
          <w:b/>
        </w:rPr>
        <w:t xml:space="preserve"> </w:t>
      </w:r>
      <w:r w:rsidR="00AD385D" w:rsidRPr="00AD385D">
        <w:rPr>
          <w:rFonts w:asciiTheme="minorHAnsi" w:hAnsiTheme="minorHAnsi" w:cs="Arial"/>
          <w:b/>
        </w:rPr>
        <w:t>RTPN</w:t>
      </w:r>
      <w:r w:rsidR="00AD385D" w:rsidRPr="00AD385D">
        <w:rPr>
          <w:rFonts w:asciiTheme="minorHAnsi" w:hAnsiTheme="minorHAnsi" w:cs="Arial"/>
          <w:b/>
        </w:rPr>
        <w:t xml:space="preserve"> </w:t>
      </w:r>
      <w:r w:rsidR="00AD385D" w:rsidRPr="00AD385D">
        <w:rPr>
          <w:rFonts w:asciiTheme="minorHAnsi" w:hAnsiTheme="minorHAnsi" w:cs="Arial"/>
          <w:b/>
        </w:rPr>
        <w:t>4120</w:t>
      </w:r>
      <w:r w:rsidRPr="004B0FBC">
        <w:rPr>
          <w:rFonts w:asciiTheme="minorHAnsi" w:hAnsiTheme="minorHAnsi" w:cs="Arial"/>
          <w:bCs/>
        </w:rPr>
        <w:t>, à exécuter les prestations qui me concernent dans les conditions du marché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14"/>
        <w:gridCol w:w="5520"/>
      </w:tblGrid>
      <w:tr w:rsidR="0057280C" w:rsidRPr="00B265CC" w14:paraId="065FC721" w14:textId="77777777" w:rsidTr="00244D5C">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BF6CE94" w14:textId="1F13C00F" w:rsidR="0057280C" w:rsidRDefault="0057280C"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BASE</w:t>
            </w:r>
          </w:p>
        </w:tc>
      </w:tr>
      <w:tr w:rsidR="005A6C77" w:rsidRPr="00B265CC" w14:paraId="43C19235" w14:textId="77777777" w:rsidTr="0057280C">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3C19232" w14:textId="530C350D"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sidR="00F03503">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43C19234" w14:textId="61D6F748" w:rsidR="005A6C77" w:rsidRPr="00B265CC" w:rsidRDefault="00CA23A9"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p>
        </w:tc>
      </w:tr>
      <w:tr w:rsidR="005A6C77" w:rsidRPr="00B265CC" w14:paraId="43C19238" w14:textId="77777777" w:rsidTr="0057280C">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7280C">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5684"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7280C">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7280C">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Default="005A6C77" w:rsidP="005A6C77">
      <w:pPr>
        <w:tabs>
          <w:tab w:val="left" w:pos="1200"/>
        </w:tabs>
        <w:spacing w:line="240" w:lineRule="exact"/>
        <w:ind w:right="289"/>
        <w:jc w:val="both"/>
        <w:rPr>
          <w:rFonts w:asciiTheme="minorHAnsi" w:hAnsiTheme="minorHAnsi" w:cs="Lucida Sans Unicode"/>
          <w:sz w:val="24"/>
          <w:szCs w:val="20"/>
        </w:rPr>
      </w:pPr>
    </w:p>
    <w:p w14:paraId="7592BA7D" w14:textId="77777777" w:rsidR="0057280C" w:rsidRDefault="0057280C" w:rsidP="005A6C77">
      <w:pPr>
        <w:tabs>
          <w:tab w:val="left" w:pos="1200"/>
        </w:tabs>
        <w:spacing w:line="240" w:lineRule="exact"/>
        <w:ind w:right="289"/>
        <w:jc w:val="both"/>
        <w:rPr>
          <w:rFonts w:asciiTheme="minorHAnsi" w:hAnsiTheme="minorHAnsi" w:cs="Lucida Sans Unicode"/>
          <w:sz w:val="24"/>
          <w:szCs w:val="20"/>
        </w:rPr>
      </w:pPr>
    </w:p>
    <w:tbl>
      <w:tblPr>
        <w:tblStyle w:val="Grilledutableau"/>
        <w:tblW w:w="0" w:type="auto"/>
        <w:tblLook w:val="04A0" w:firstRow="1" w:lastRow="0" w:firstColumn="1" w:lastColumn="0" w:noHBand="0" w:noVBand="1"/>
      </w:tblPr>
      <w:tblGrid>
        <w:gridCol w:w="3314"/>
        <w:gridCol w:w="5520"/>
      </w:tblGrid>
      <w:tr w:rsidR="0057280C" w:rsidRPr="00B265CC" w14:paraId="3704973C" w14:textId="77777777" w:rsidTr="00BC6249">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6548DAF3" w14:textId="38A1E031" w:rsidR="0057280C" w:rsidRDefault="0057280C" w:rsidP="00BC6249">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VARIANTE</w:t>
            </w:r>
          </w:p>
        </w:tc>
      </w:tr>
      <w:tr w:rsidR="0057280C" w:rsidRPr="00B265CC" w14:paraId="5A0773CF" w14:textId="77777777" w:rsidTr="00BC6249">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62AB568" w14:textId="50234162" w:rsidR="0057280C" w:rsidRPr="00B265CC" w:rsidRDefault="0057280C" w:rsidP="00BC6249">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sidR="00F80413">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F7E4419" w14:textId="77777777" w:rsidR="0057280C" w:rsidRPr="00B265CC" w:rsidRDefault="0057280C" w:rsidP="00BC6249">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p>
        </w:tc>
      </w:tr>
      <w:tr w:rsidR="0057280C" w:rsidRPr="00B265CC" w14:paraId="4F318960" w14:textId="77777777" w:rsidTr="00BC6249">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6AF2A86F" w14:textId="77777777" w:rsidR="0057280C" w:rsidRPr="00B265CC" w:rsidRDefault="0057280C" w:rsidP="00BC6249">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7A349B2A" w14:textId="77777777" w:rsidR="0057280C" w:rsidRPr="00B265CC" w:rsidRDefault="0057280C" w:rsidP="00BC6249">
            <w:pPr>
              <w:tabs>
                <w:tab w:val="left" w:pos="1200"/>
                <w:tab w:val="left" w:pos="5449"/>
              </w:tabs>
              <w:spacing w:line="240" w:lineRule="exact"/>
              <w:jc w:val="both"/>
              <w:rPr>
                <w:rFonts w:asciiTheme="minorHAnsi" w:hAnsiTheme="minorHAnsi" w:cs="Lucida Sans Unicode"/>
                <w:sz w:val="24"/>
              </w:rPr>
            </w:pPr>
          </w:p>
        </w:tc>
      </w:tr>
      <w:tr w:rsidR="0057280C" w:rsidRPr="00B265CC" w14:paraId="78626B90" w14:textId="77777777" w:rsidTr="00BC6249">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A70101A" w14:textId="77777777" w:rsidR="0057280C" w:rsidRPr="00B265CC" w:rsidRDefault="0057280C" w:rsidP="00BC6249">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8268252" w14:textId="77777777" w:rsidR="0057280C" w:rsidRPr="00B265CC" w:rsidRDefault="0057280C" w:rsidP="00BC6249">
            <w:pPr>
              <w:tabs>
                <w:tab w:val="left" w:pos="1200"/>
                <w:tab w:val="left" w:pos="5449"/>
              </w:tabs>
              <w:spacing w:line="240" w:lineRule="exact"/>
              <w:jc w:val="both"/>
              <w:rPr>
                <w:rFonts w:asciiTheme="minorHAnsi" w:hAnsiTheme="minorHAnsi" w:cs="Lucida Sans Unicode"/>
                <w:sz w:val="24"/>
              </w:rPr>
            </w:pPr>
          </w:p>
        </w:tc>
      </w:tr>
      <w:tr w:rsidR="0057280C" w:rsidRPr="00B265CC" w14:paraId="14AD674C" w14:textId="77777777" w:rsidTr="00BC6249">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2C5632D" w14:textId="77777777" w:rsidR="0057280C" w:rsidRPr="00B265CC" w:rsidRDefault="0057280C" w:rsidP="00BC6249">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197ABCE5" w14:textId="77777777" w:rsidR="0057280C" w:rsidRPr="00B265CC" w:rsidRDefault="0057280C" w:rsidP="00BC6249">
            <w:pPr>
              <w:tabs>
                <w:tab w:val="left" w:pos="1200"/>
                <w:tab w:val="left" w:pos="5449"/>
              </w:tabs>
              <w:spacing w:line="240" w:lineRule="exact"/>
              <w:jc w:val="both"/>
              <w:rPr>
                <w:rFonts w:asciiTheme="minorHAnsi" w:hAnsiTheme="minorHAnsi" w:cs="Lucida Sans Unicode"/>
                <w:sz w:val="24"/>
              </w:rPr>
            </w:pPr>
          </w:p>
        </w:tc>
      </w:tr>
      <w:tr w:rsidR="0057280C" w:rsidRPr="00B265CC" w14:paraId="098D042E" w14:textId="77777777" w:rsidTr="00BC6249">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5B609ABC" w14:textId="77777777" w:rsidR="0057280C" w:rsidRPr="00B265CC" w:rsidRDefault="0057280C" w:rsidP="00BC6249">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41D0D1E" w14:textId="77777777" w:rsidR="0057280C" w:rsidRPr="00B265CC" w:rsidRDefault="0057280C" w:rsidP="00BC6249">
            <w:pPr>
              <w:tabs>
                <w:tab w:val="left" w:pos="1200"/>
                <w:tab w:val="left" w:pos="5449"/>
              </w:tabs>
              <w:spacing w:line="240" w:lineRule="exact"/>
              <w:jc w:val="both"/>
              <w:rPr>
                <w:rFonts w:asciiTheme="minorHAnsi" w:hAnsiTheme="minorHAnsi" w:cs="Lucida Sans Unicode"/>
                <w:sz w:val="24"/>
              </w:rPr>
            </w:pPr>
          </w:p>
        </w:tc>
      </w:tr>
    </w:tbl>
    <w:p w14:paraId="1543CE2A" w14:textId="77777777" w:rsidR="0057280C" w:rsidRPr="00B265CC" w:rsidRDefault="0057280C" w:rsidP="005A6C77">
      <w:pPr>
        <w:tabs>
          <w:tab w:val="left" w:pos="1200"/>
        </w:tabs>
        <w:spacing w:line="240" w:lineRule="exact"/>
        <w:ind w:right="289"/>
        <w:jc w:val="both"/>
        <w:rPr>
          <w:rFonts w:asciiTheme="minorHAnsi" w:hAnsiTheme="minorHAnsi" w:cs="Lucida Sans Unicode"/>
          <w:sz w:val="24"/>
          <w:szCs w:val="20"/>
        </w:rPr>
      </w:pPr>
    </w:p>
    <w:p w14:paraId="3771E4A5" w14:textId="106A945B" w:rsidR="000570F0" w:rsidRDefault="000570F0">
      <w:pPr>
        <w:rPr>
          <w:rFonts w:asciiTheme="minorHAnsi" w:hAnsiTheme="minorHAnsi" w:cs="Arial"/>
        </w:rPr>
      </w:pPr>
      <w:bookmarkStart w:id="1" w:name="_Hlk180749676"/>
    </w:p>
    <w:tbl>
      <w:tblPr>
        <w:tblStyle w:val="Grilledutableau"/>
        <w:tblW w:w="0" w:type="auto"/>
        <w:tblLook w:val="04A0" w:firstRow="1" w:lastRow="0" w:firstColumn="1" w:lastColumn="0" w:noHBand="0" w:noVBand="1"/>
      </w:tblPr>
      <w:tblGrid>
        <w:gridCol w:w="3314"/>
        <w:gridCol w:w="5520"/>
      </w:tblGrid>
      <w:tr w:rsidR="000570F0" w:rsidRPr="00B265CC" w14:paraId="4360AC7A" w14:textId="77777777" w:rsidTr="00637C15">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9EC65B8" w14:textId="03E34666" w:rsidR="000570F0" w:rsidRDefault="000570F0" w:rsidP="00637C15">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w:t>
            </w:r>
          </w:p>
          <w:p w14:paraId="59E47F24" w14:textId="77777777" w:rsidR="000570F0" w:rsidRDefault="000570F0" w:rsidP="00637C15">
            <w:pPr>
              <w:tabs>
                <w:tab w:val="left" w:pos="1200"/>
                <w:tab w:val="left" w:pos="5449"/>
              </w:tabs>
              <w:spacing w:line="240" w:lineRule="exact"/>
              <w:jc w:val="center"/>
              <w:rPr>
                <w:rFonts w:asciiTheme="minorHAnsi" w:hAnsiTheme="minorHAnsi" w:cs="Lucida Sans Unicode"/>
                <w:b/>
                <w:sz w:val="24"/>
              </w:rPr>
            </w:pPr>
          </w:p>
          <w:p w14:paraId="091C9799" w14:textId="7BC34A1A" w:rsidR="000570F0" w:rsidRDefault="00FB2325" w:rsidP="000570F0">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00AF2D84" w:rsidRPr="00AF2D84">
              <w:rPr>
                <w:rFonts w:asciiTheme="minorHAnsi" w:hAnsiTheme="minorHAnsi" w:cs="Lucida Sans Unicode"/>
                <w:b/>
                <w:bCs/>
                <w:sz w:val="24"/>
              </w:rPr>
              <w:t>REFECTION ETANCHIETE TOITURE EXISTANTE + PV 50 M²</w:t>
            </w:r>
            <w:r w:rsidR="00AF2D84">
              <w:rPr>
                <w:rFonts w:asciiTheme="minorHAnsi" w:hAnsiTheme="minorHAnsi" w:cs="Lucida Sans Unicode"/>
                <w:b/>
                <w:bCs/>
                <w:sz w:val="24"/>
              </w:rPr>
              <w:t xml:space="preserve"> </w:t>
            </w:r>
            <w:r>
              <w:rPr>
                <w:rFonts w:asciiTheme="minorHAnsi" w:hAnsiTheme="minorHAnsi" w:cs="Lucida Sans Unicode"/>
                <w:b/>
                <w:sz w:val="24"/>
              </w:rPr>
              <w:t>»</w:t>
            </w:r>
          </w:p>
          <w:p w14:paraId="2D443814" w14:textId="77777777" w:rsidR="000570F0" w:rsidRDefault="000570F0" w:rsidP="000570F0">
            <w:pPr>
              <w:tabs>
                <w:tab w:val="left" w:pos="1200"/>
                <w:tab w:val="left" w:pos="5449"/>
              </w:tabs>
              <w:spacing w:line="240" w:lineRule="exact"/>
              <w:jc w:val="center"/>
              <w:rPr>
                <w:rFonts w:asciiTheme="minorHAnsi" w:hAnsiTheme="minorHAnsi" w:cs="Lucida Sans Unicode"/>
                <w:b/>
                <w:sz w:val="24"/>
              </w:rPr>
            </w:pPr>
          </w:p>
          <w:p w14:paraId="275D5A5F" w14:textId="05B09752" w:rsidR="000570F0" w:rsidRDefault="000570F0" w:rsidP="000570F0">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3 et 10</w:t>
            </w:r>
          </w:p>
        </w:tc>
      </w:tr>
      <w:tr w:rsidR="000570F0" w:rsidRPr="00B265CC" w14:paraId="52E0EA01" w14:textId="77777777" w:rsidTr="00637C15">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6EC5A679" w14:textId="77777777" w:rsidR="000570F0" w:rsidRPr="00B265CC" w:rsidRDefault="000570F0" w:rsidP="00637C15">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2F906E36" w14:textId="42636FC2" w:rsidR="000570F0" w:rsidRPr="00B265CC" w:rsidRDefault="000570F0" w:rsidP="00637C15">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sidR="00AF2D84">
              <w:rPr>
                <w:rFonts w:asciiTheme="minorHAnsi" w:hAnsiTheme="minorHAnsi" w:cs="Lucida Sans Unicode"/>
                <w:b/>
                <w:sz w:val="24"/>
              </w:rPr>
              <w:t>3</w:t>
            </w:r>
          </w:p>
        </w:tc>
      </w:tr>
      <w:tr w:rsidR="000570F0" w:rsidRPr="00B265CC" w14:paraId="5AF6CFC7" w14:textId="77777777" w:rsidTr="00637C15">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197E00C8" w14:textId="77777777" w:rsidR="000570F0" w:rsidRPr="00B265CC" w:rsidRDefault="000570F0" w:rsidP="00637C15">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11F0B906" w14:textId="77777777" w:rsidR="000570F0" w:rsidRPr="00B265CC" w:rsidRDefault="000570F0" w:rsidP="00637C15">
            <w:pPr>
              <w:tabs>
                <w:tab w:val="left" w:pos="1200"/>
                <w:tab w:val="left" w:pos="5449"/>
              </w:tabs>
              <w:spacing w:line="240" w:lineRule="exact"/>
              <w:jc w:val="both"/>
              <w:rPr>
                <w:rFonts w:asciiTheme="minorHAnsi" w:hAnsiTheme="minorHAnsi" w:cs="Lucida Sans Unicode"/>
                <w:sz w:val="24"/>
              </w:rPr>
            </w:pPr>
          </w:p>
        </w:tc>
      </w:tr>
      <w:tr w:rsidR="000570F0" w:rsidRPr="00B265CC" w14:paraId="546337EC" w14:textId="77777777" w:rsidTr="00637C15">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98DF2C3" w14:textId="77777777" w:rsidR="000570F0" w:rsidRPr="00B265CC" w:rsidRDefault="000570F0" w:rsidP="00637C15">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65A70B23" w14:textId="77777777" w:rsidR="000570F0" w:rsidRPr="00B265CC" w:rsidRDefault="000570F0" w:rsidP="00637C15">
            <w:pPr>
              <w:tabs>
                <w:tab w:val="left" w:pos="1200"/>
                <w:tab w:val="left" w:pos="5449"/>
              </w:tabs>
              <w:spacing w:line="240" w:lineRule="exact"/>
              <w:jc w:val="both"/>
              <w:rPr>
                <w:rFonts w:asciiTheme="minorHAnsi" w:hAnsiTheme="minorHAnsi" w:cs="Lucida Sans Unicode"/>
                <w:sz w:val="24"/>
              </w:rPr>
            </w:pPr>
          </w:p>
        </w:tc>
      </w:tr>
      <w:tr w:rsidR="000570F0" w:rsidRPr="00B265CC" w14:paraId="0954F90C" w14:textId="77777777" w:rsidTr="00637C15">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D653C63" w14:textId="77777777" w:rsidR="000570F0" w:rsidRPr="00B265CC" w:rsidRDefault="000570F0" w:rsidP="00637C15">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2FCA9222" w14:textId="77777777" w:rsidR="000570F0" w:rsidRPr="00B265CC" w:rsidRDefault="000570F0" w:rsidP="00637C15">
            <w:pPr>
              <w:tabs>
                <w:tab w:val="left" w:pos="1200"/>
                <w:tab w:val="left" w:pos="5449"/>
              </w:tabs>
              <w:spacing w:line="240" w:lineRule="exact"/>
              <w:jc w:val="both"/>
              <w:rPr>
                <w:rFonts w:asciiTheme="minorHAnsi" w:hAnsiTheme="minorHAnsi" w:cs="Lucida Sans Unicode"/>
                <w:sz w:val="24"/>
              </w:rPr>
            </w:pPr>
          </w:p>
        </w:tc>
      </w:tr>
      <w:tr w:rsidR="000570F0" w:rsidRPr="00B265CC" w14:paraId="07BA480B" w14:textId="77777777" w:rsidTr="00637C15">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BE2FAE8" w14:textId="77777777" w:rsidR="000570F0" w:rsidRPr="00B265CC" w:rsidRDefault="000570F0" w:rsidP="00637C15">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DC05CF0" w14:textId="77777777" w:rsidR="000570F0" w:rsidRPr="00B265CC" w:rsidRDefault="000570F0" w:rsidP="00637C15">
            <w:pPr>
              <w:tabs>
                <w:tab w:val="left" w:pos="1200"/>
                <w:tab w:val="left" w:pos="5449"/>
              </w:tabs>
              <w:spacing w:line="240" w:lineRule="exact"/>
              <w:jc w:val="both"/>
              <w:rPr>
                <w:rFonts w:asciiTheme="minorHAnsi" w:hAnsiTheme="minorHAnsi" w:cs="Lucida Sans Unicode"/>
                <w:sz w:val="24"/>
              </w:rPr>
            </w:pPr>
          </w:p>
        </w:tc>
      </w:tr>
    </w:tbl>
    <w:p w14:paraId="43C192DC" w14:textId="129D4BCE" w:rsidR="009A4DCB" w:rsidRDefault="009A4DCB">
      <w:pPr>
        <w:rPr>
          <w:rFonts w:asciiTheme="minorHAnsi" w:hAnsiTheme="minorHAnsi" w:cs="Arial"/>
        </w:rPr>
      </w:pPr>
    </w:p>
    <w:p w14:paraId="2D09E7BA" w14:textId="77777777" w:rsidR="000570F0" w:rsidRDefault="000570F0">
      <w:pPr>
        <w:rPr>
          <w:rFonts w:asciiTheme="minorHAnsi" w:hAnsiTheme="minorHAnsi" w:cs="Arial"/>
        </w:rPr>
      </w:pPr>
    </w:p>
    <w:p w14:paraId="4ED5B52A" w14:textId="77777777" w:rsidR="00FB2325" w:rsidRDefault="00FB2325">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AF2D84" w:rsidRPr="00B265CC" w14:paraId="3276D7DA"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B723058"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N°1</w:t>
            </w:r>
          </w:p>
          <w:p w14:paraId="36B56521"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p>
          <w:p w14:paraId="67F56F90"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AF2D84">
              <w:rPr>
                <w:rFonts w:asciiTheme="minorHAnsi" w:hAnsiTheme="minorHAnsi" w:cs="Lucida Sans Unicode"/>
                <w:b/>
                <w:bCs/>
                <w:sz w:val="24"/>
              </w:rPr>
              <w:t>REFECTION ETANCHIETE TOITURE EXISTANTE + PV 50 M²</w:t>
            </w:r>
            <w:r>
              <w:rPr>
                <w:rFonts w:asciiTheme="minorHAnsi" w:hAnsiTheme="minorHAnsi" w:cs="Lucida Sans Unicode"/>
                <w:b/>
                <w:bCs/>
                <w:sz w:val="24"/>
              </w:rPr>
              <w:t xml:space="preserve"> </w:t>
            </w:r>
            <w:r>
              <w:rPr>
                <w:rFonts w:asciiTheme="minorHAnsi" w:hAnsiTheme="minorHAnsi" w:cs="Lucida Sans Unicode"/>
                <w:b/>
                <w:sz w:val="24"/>
              </w:rPr>
              <w:t>»</w:t>
            </w:r>
          </w:p>
          <w:p w14:paraId="4DC5D994"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p>
          <w:p w14:paraId="3A38DCAE"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3 et 10</w:t>
            </w:r>
          </w:p>
        </w:tc>
      </w:tr>
      <w:tr w:rsidR="00AF2D84" w:rsidRPr="00B265CC" w14:paraId="79039D9B"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14439B77" w14:textId="77777777" w:rsidR="00AF2D84" w:rsidRPr="00B265CC" w:rsidRDefault="00AF2D84"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00AFF2D6" w14:textId="06E7A4CC" w:rsidR="00AF2D84" w:rsidRPr="00B265CC"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10</w:t>
            </w:r>
          </w:p>
        </w:tc>
      </w:tr>
      <w:tr w:rsidR="00AF2D84" w:rsidRPr="00B265CC" w14:paraId="19FB5400"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1AC24769"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2A3A4F27"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2AFAA69D"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59D24CC1"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3D77043"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545B8C45"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6CD69AA4"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FF77BF6"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17343389"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57210F4D"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A54EDD1"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bl>
    <w:p w14:paraId="7E0C347A" w14:textId="77777777" w:rsidR="00FB2325" w:rsidRDefault="00FB2325">
      <w:pPr>
        <w:rPr>
          <w:rFonts w:asciiTheme="minorHAnsi" w:hAnsiTheme="minorHAnsi" w:cs="Arial"/>
        </w:rPr>
      </w:pPr>
    </w:p>
    <w:p w14:paraId="337AB8AE" w14:textId="77777777" w:rsidR="00AF2D84" w:rsidRDefault="00AF2D84">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AF2D84" w:rsidRPr="00B265CC" w14:paraId="00CCA5D5"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44B05A37" w14:textId="0B4E8403"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w:t>
            </w:r>
            <w:r>
              <w:rPr>
                <w:rFonts w:asciiTheme="minorHAnsi" w:hAnsiTheme="minorHAnsi" w:cs="Lucida Sans Unicode"/>
                <w:b/>
                <w:sz w:val="24"/>
              </w:rPr>
              <w:t>2</w:t>
            </w:r>
          </w:p>
          <w:p w14:paraId="3C81D0DD"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p>
          <w:p w14:paraId="5B3682CE" w14:textId="61A9659C"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AF2D84">
              <w:rPr>
                <w:rFonts w:asciiTheme="minorHAnsi" w:hAnsiTheme="minorHAnsi" w:cs="Lucida Sans Unicode"/>
                <w:b/>
                <w:bCs/>
                <w:sz w:val="24"/>
              </w:rPr>
              <w:t xml:space="preserve">REFECTION ETANCHIETE TOITURE EXISTANTE + PV </w:t>
            </w:r>
            <w:r>
              <w:rPr>
                <w:rFonts w:asciiTheme="minorHAnsi" w:hAnsiTheme="minorHAnsi" w:cs="Lucida Sans Unicode"/>
                <w:b/>
                <w:bCs/>
                <w:sz w:val="24"/>
              </w:rPr>
              <w:t>200</w:t>
            </w:r>
            <w:r w:rsidRPr="00AF2D84">
              <w:rPr>
                <w:rFonts w:asciiTheme="minorHAnsi" w:hAnsiTheme="minorHAnsi" w:cs="Lucida Sans Unicode"/>
                <w:b/>
                <w:bCs/>
                <w:sz w:val="24"/>
              </w:rPr>
              <w:t xml:space="preserve"> M²</w:t>
            </w:r>
            <w:r>
              <w:rPr>
                <w:rFonts w:asciiTheme="minorHAnsi" w:hAnsiTheme="minorHAnsi" w:cs="Lucida Sans Unicode"/>
                <w:b/>
                <w:bCs/>
                <w:sz w:val="24"/>
              </w:rPr>
              <w:t xml:space="preserve"> </w:t>
            </w:r>
            <w:r>
              <w:rPr>
                <w:rFonts w:asciiTheme="minorHAnsi" w:hAnsiTheme="minorHAnsi" w:cs="Lucida Sans Unicode"/>
                <w:b/>
                <w:sz w:val="24"/>
              </w:rPr>
              <w:t>»</w:t>
            </w:r>
          </w:p>
          <w:p w14:paraId="5544EE7A"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p>
          <w:p w14:paraId="507DAFC3"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3 et 10</w:t>
            </w:r>
          </w:p>
        </w:tc>
      </w:tr>
      <w:tr w:rsidR="00AF2D84" w:rsidRPr="00B265CC" w14:paraId="789F13DD"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60295A0" w14:textId="77777777" w:rsidR="00AF2D84" w:rsidRPr="00B265CC" w:rsidRDefault="00AF2D84"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C32EC45" w14:textId="77777777" w:rsidR="00AF2D84" w:rsidRPr="00B265CC"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3</w:t>
            </w:r>
          </w:p>
        </w:tc>
      </w:tr>
      <w:tr w:rsidR="00AF2D84" w:rsidRPr="00B265CC" w14:paraId="1EE14F55"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9CA0EC8"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27A5CE1F"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598A157E"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4AD4213"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5CCB6B5"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2E3DABE5"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1677784"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1960B648"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092DD1C5"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0EF82B77"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1A81B57"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bl>
    <w:p w14:paraId="309771FA" w14:textId="77777777" w:rsidR="00AF2D84" w:rsidRDefault="00AF2D84">
      <w:pPr>
        <w:rPr>
          <w:rFonts w:asciiTheme="minorHAnsi" w:hAnsiTheme="minorHAnsi" w:cs="Arial"/>
        </w:rPr>
      </w:pPr>
    </w:p>
    <w:p w14:paraId="48D0F7C6" w14:textId="77777777" w:rsidR="00AF2D84" w:rsidRDefault="00AF2D84">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AF2D84" w:rsidRPr="00B265CC" w14:paraId="5485C92F"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5AF6C52"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w:t>
            </w:r>
          </w:p>
          <w:p w14:paraId="35DB4302"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p>
          <w:p w14:paraId="37A66690"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AF2D84">
              <w:rPr>
                <w:rFonts w:asciiTheme="minorHAnsi" w:hAnsiTheme="minorHAnsi" w:cs="Lucida Sans Unicode"/>
                <w:b/>
                <w:bCs/>
                <w:sz w:val="24"/>
              </w:rPr>
              <w:t xml:space="preserve">REFECTION ETANCHIETE TOITURE EXISTANTE + PV </w:t>
            </w:r>
            <w:r>
              <w:rPr>
                <w:rFonts w:asciiTheme="minorHAnsi" w:hAnsiTheme="minorHAnsi" w:cs="Lucida Sans Unicode"/>
                <w:b/>
                <w:bCs/>
                <w:sz w:val="24"/>
              </w:rPr>
              <w:t>200</w:t>
            </w:r>
            <w:r w:rsidRPr="00AF2D84">
              <w:rPr>
                <w:rFonts w:asciiTheme="minorHAnsi" w:hAnsiTheme="minorHAnsi" w:cs="Lucida Sans Unicode"/>
                <w:b/>
                <w:bCs/>
                <w:sz w:val="24"/>
              </w:rPr>
              <w:t xml:space="preserve"> M²</w:t>
            </w:r>
            <w:r>
              <w:rPr>
                <w:rFonts w:asciiTheme="minorHAnsi" w:hAnsiTheme="minorHAnsi" w:cs="Lucida Sans Unicode"/>
                <w:b/>
                <w:bCs/>
                <w:sz w:val="24"/>
              </w:rPr>
              <w:t xml:space="preserve"> </w:t>
            </w:r>
            <w:r>
              <w:rPr>
                <w:rFonts w:asciiTheme="minorHAnsi" w:hAnsiTheme="minorHAnsi" w:cs="Lucida Sans Unicode"/>
                <w:b/>
                <w:sz w:val="24"/>
              </w:rPr>
              <w:t>»</w:t>
            </w:r>
          </w:p>
          <w:p w14:paraId="05B97D0E"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p>
          <w:p w14:paraId="37FF344A"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3 et 10</w:t>
            </w:r>
          </w:p>
        </w:tc>
      </w:tr>
      <w:tr w:rsidR="00AF2D84" w:rsidRPr="00B265CC" w14:paraId="0F8DABFE"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B83E2CC" w14:textId="77777777" w:rsidR="00AF2D84" w:rsidRPr="00B265CC" w:rsidRDefault="00AF2D84"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7DA073F6" w14:textId="478279F5" w:rsidR="00AF2D84" w:rsidRPr="00B265CC"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10</w:t>
            </w:r>
          </w:p>
        </w:tc>
      </w:tr>
      <w:tr w:rsidR="00AF2D84" w:rsidRPr="00B265CC" w14:paraId="6BE95A4E"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90BDA0F"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6B9406C"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480B8FAF"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723A51D4"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26216A5"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73CA8EE7"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E93FAF2"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0E0F15F8"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455610A8"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3CD91C85"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027E3AB"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bl>
    <w:p w14:paraId="056B6FDF" w14:textId="77777777" w:rsidR="00AF2D84" w:rsidRDefault="00AF2D84">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AF2D84" w:rsidRPr="00B265CC" w14:paraId="1FE246FC"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215097C7" w14:textId="5FA62CBC"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w:t>
            </w:r>
            <w:r>
              <w:rPr>
                <w:rFonts w:asciiTheme="minorHAnsi" w:hAnsiTheme="minorHAnsi" w:cs="Lucida Sans Unicode"/>
                <w:b/>
                <w:sz w:val="24"/>
              </w:rPr>
              <w:t>3</w:t>
            </w:r>
          </w:p>
          <w:p w14:paraId="2BDB808A"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p>
          <w:p w14:paraId="09D3DD6D" w14:textId="32B7B07C" w:rsidR="00AF2D84" w:rsidRDefault="00AF2D84" w:rsidP="00AF2D84">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AF2D84">
              <w:rPr>
                <w:rFonts w:asciiTheme="minorHAnsi" w:hAnsiTheme="minorHAnsi" w:cs="Lucida Sans Unicode"/>
                <w:b/>
                <w:bCs/>
                <w:sz w:val="24"/>
              </w:rPr>
              <w:t>REMPLACEMENT DES 3 CTA EXISTANTES</w:t>
            </w:r>
            <w:r>
              <w:rPr>
                <w:rFonts w:asciiTheme="minorHAnsi" w:hAnsiTheme="minorHAnsi" w:cs="Lucida Sans Unicode"/>
                <w:b/>
                <w:bCs/>
                <w:sz w:val="24"/>
              </w:rPr>
              <w:t xml:space="preserve"> </w:t>
            </w:r>
            <w:r>
              <w:rPr>
                <w:rFonts w:asciiTheme="minorHAnsi" w:hAnsiTheme="minorHAnsi" w:cs="Lucida Sans Unicode"/>
                <w:b/>
                <w:sz w:val="24"/>
              </w:rPr>
              <w:t>»</w:t>
            </w:r>
          </w:p>
        </w:tc>
      </w:tr>
      <w:tr w:rsidR="00AF2D84" w:rsidRPr="00B265CC" w14:paraId="67424FF6"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6CA07B7" w14:textId="77777777" w:rsidR="00AF2D84" w:rsidRPr="00B265CC" w:rsidRDefault="00AF2D84"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4F96CCF9" w14:textId="5D26C09A" w:rsidR="00AF2D84" w:rsidRPr="00B265CC"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r>
              <w:rPr>
                <w:rFonts w:asciiTheme="minorHAnsi" w:hAnsiTheme="minorHAnsi" w:cs="Lucida Sans Unicode"/>
                <w:b/>
                <w:sz w:val="24"/>
              </w:rPr>
              <w:t>1</w:t>
            </w:r>
          </w:p>
        </w:tc>
      </w:tr>
      <w:tr w:rsidR="00AF2D84" w:rsidRPr="00B265CC" w14:paraId="4B7C6564"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76027298"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56F33671"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3BF31A13"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7E4A8D15"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0D136414"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28B3A1B4"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83C1753"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457D5D8"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72F508DA"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0E4F2EE4"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0EC692A9"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bl>
    <w:p w14:paraId="369793D1" w14:textId="77777777" w:rsidR="00AF2D84" w:rsidRDefault="00AF2D84">
      <w:pPr>
        <w:rPr>
          <w:rFonts w:asciiTheme="minorHAnsi" w:hAnsiTheme="minorHAnsi" w:cs="Arial"/>
        </w:rPr>
      </w:pPr>
    </w:p>
    <w:p w14:paraId="398CC7CF" w14:textId="77777777" w:rsidR="00AF2D84" w:rsidRDefault="00AF2D84">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AF2D84" w:rsidRPr="00B265CC" w14:paraId="3499A517"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1CD48D43" w14:textId="76C84BA7"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w:t>
            </w:r>
            <w:r>
              <w:rPr>
                <w:rFonts w:asciiTheme="minorHAnsi" w:hAnsiTheme="minorHAnsi" w:cs="Lucida Sans Unicode"/>
                <w:b/>
                <w:sz w:val="24"/>
              </w:rPr>
              <w:t>4</w:t>
            </w:r>
          </w:p>
          <w:p w14:paraId="213C0521" w14:textId="77777777" w:rsidR="00AF2D84" w:rsidRDefault="00AF2D84" w:rsidP="00817A0F">
            <w:pPr>
              <w:tabs>
                <w:tab w:val="left" w:pos="1200"/>
                <w:tab w:val="left" w:pos="5449"/>
              </w:tabs>
              <w:spacing w:line="240" w:lineRule="exact"/>
              <w:jc w:val="center"/>
              <w:rPr>
                <w:rFonts w:asciiTheme="minorHAnsi" w:hAnsiTheme="minorHAnsi" w:cs="Lucida Sans Unicode"/>
                <w:b/>
                <w:sz w:val="24"/>
              </w:rPr>
            </w:pPr>
          </w:p>
          <w:p w14:paraId="169D88E6" w14:textId="192443AD" w:rsidR="00AF2D84"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AF2D84">
              <w:rPr>
                <w:rFonts w:asciiTheme="minorHAnsi" w:hAnsiTheme="minorHAnsi" w:cs="Lucida Sans Unicode"/>
                <w:b/>
                <w:bCs/>
                <w:sz w:val="24"/>
              </w:rPr>
              <w:t>ALIMENTATION SOUS-STATION DEPUIS CHAUFFERIE EXISTANTE</w:t>
            </w:r>
            <w:r>
              <w:rPr>
                <w:rFonts w:asciiTheme="minorHAnsi" w:hAnsiTheme="minorHAnsi" w:cs="Lucida Sans Unicode"/>
                <w:b/>
                <w:bCs/>
                <w:sz w:val="24"/>
              </w:rPr>
              <w:t xml:space="preserve"> </w:t>
            </w:r>
            <w:r>
              <w:rPr>
                <w:rFonts w:asciiTheme="minorHAnsi" w:hAnsiTheme="minorHAnsi" w:cs="Lucida Sans Unicode"/>
                <w:b/>
                <w:sz w:val="24"/>
              </w:rPr>
              <w:t>»</w:t>
            </w:r>
          </w:p>
        </w:tc>
      </w:tr>
      <w:tr w:rsidR="00AF2D84" w:rsidRPr="00B265CC" w14:paraId="027ADBA1"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55F2C6A" w14:textId="77777777" w:rsidR="00AF2D84" w:rsidRPr="00B265CC" w:rsidRDefault="00AF2D84"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2F3795CE" w14:textId="77777777" w:rsidR="00AF2D84" w:rsidRPr="00B265CC" w:rsidRDefault="00AF2D84"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11</w:t>
            </w:r>
          </w:p>
        </w:tc>
      </w:tr>
      <w:tr w:rsidR="00AF2D84" w:rsidRPr="00B265CC" w14:paraId="37F9E041"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3E485028"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7737EFDD"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1075F64D"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081CF7E8"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A5F2E09"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7D23CCD5"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8769216"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17CF0C9E"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r w:rsidR="00AF2D84" w:rsidRPr="00B265CC" w14:paraId="1E90870A"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6175F380" w14:textId="77777777" w:rsidR="00AF2D84" w:rsidRPr="00B265CC" w:rsidRDefault="00AF2D84"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050B538A" w14:textId="77777777" w:rsidR="00AF2D84" w:rsidRPr="00B265CC" w:rsidRDefault="00AF2D84" w:rsidP="00817A0F">
            <w:pPr>
              <w:tabs>
                <w:tab w:val="left" w:pos="1200"/>
                <w:tab w:val="left" w:pos="5449"/>
              </w:tabs>
              <w:spacing w:line="240" w:lineRule="exact"/>
              <w:jc w:val="both"/>
              <w:rPr>
                <w:rFonts w:asciiTheme="minorHAnsi" w:hAnsiTheme="minorHAnsi" w:cs="Lucida Sans Unicode"/>
                <w:sz w:val="24"/>
              </w:rPr>
            </w:pPr>
          </w:p>
        </w:tc>
      </w:tr>
    </w:tbl>
    <w:p w14:paraId="31336C75" w14:textId="77777777" w:rsidR="00AF2D84" w:rsidRDefault="00AF2D84">
      <w:pPr>
        <w:rPr>
          <w:rFonts w:asciiTheme="minorHAnsi" w:hAnsiTheme="minorHAnsi" w:cs="Arial"/>
        </w:rPr>
      </w:pPr>
    </w:p>
    <w:p w14:paraId="12327506" w14:textId="77777777" w:rsidR="00AF2D84" w:rsidRDefault="00AF2D84">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5B4646" w:rsidRPr="00B265CC" w14:paraId="0697ED22"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4CEB6872" w14:textId="1E93A9D8" w:rsidR="005B4646"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w:t>
            </w:r>
            <w:r>
              <w:rPr>
                <w:rFonts w:asciiTheme="minorHAnsi" w:hAnsiTheme="minorHAnsi" w:cs="Lucida Sans Unicode"/>
                <w:b/>
                <w:sz w:val="24"/>
              </w:rPr>
              <w:t>7</w:t>
            </w:r>
          </w:p>
          <w:p w14:paraId="7E12BD52" w14:textId="77777777" w:rsidR="005B4646" w:rsidRDefault="005B4646" w:rsidP="00817A0F">
            <w:pPr>
              <w:tabs>
                <w:tab w:val="left" w:pos="1200"/>
                <w:tab w:val="left" w:pos="5449"/>
              </w:tabs>
              <w:spacing w:line="240" w:lineRule="exact"/>
              <w:jc w:val="center"/>
              <w:rPr>
                <w:rFonts w:asciiTheme="minorHAnsi" w:hAnsiTheme="minorHAnsi" w:cs="Lucida Sans Unicode"/>
                <w:b/>
                <w:sz w:val="24"/>
              </w:rPr>
            </w:pPr>
          </w:p>
          <w:p w14:paraId="2FF5DFD0" w14:textId="6DD2880B" w:rsidR="005B4646"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B4646">
              <w:rPr>
                <w:rFonts w:asciiTheme="minorHAnsi" w:hAnsiTheme="minorHAnsi" w:cs="Lucida Sans Unicode"/>
                <w:b/>
                <w:bCs/>
                <w:sz w:val="24"/>
              </w:rPr>
              <w:t>VERNIS IGNIFUGE SUR STRUCTURE BOIS</w:t>
            </w:r>
            <w:r>
              <w:rPr>
                <w:rFonts w:asciiTheme="minorHAnsi" w:hAnsiTheme="minorHAnsi" w:cs="Lucida Sans Unicode"/>
                <w:b/>
                <w:bCs/>
                <w:sz w:val="24"/>
              </w:rPr>
              <w:t xml:space="preserve"> </w:t>
            </w:r>
            <w:r>
              <w:rPr>
                <w:rFonts w:asciiTheme="minorHAnsi" w:hAnsiTheme="minorHAnsi" w:cs="Lucida Sans Unicode"/>
                <w:b/>
                <w:sz w:val="24"/>
              </w:rPr>
              <w:t>»</w:t>
            </w:r>
          </w:p>
        </w:tc>
      </w:tr>
      <w:tr w:rsidR="005B4646" w:rsidRPr="00B265CC" w14:paraId="4E18D3CE"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D70D82B" w14:textId="77777777" w:rsidR="005B4646" w:rsidRPr="00B265CC" w:rsidRDefault="005B4646"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3D21A08B" w14:textId="40B9FEC3" w:rsidR="005B4646" w:rsidRPr="00B265CC"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5B4646" w:rsidRPr="00B265CC" w14:paraId="47815215"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2982617A"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9E23E6B"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r w:rsidR="005B4646" w:rsidRPr="00B265CC" w14:paraId="477DD9EB"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736C6D8"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1B7736CB"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r w:rsidR="005B4646" w:rsidRPr="00B265CC" w14:paraId="089D7360"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421DF3D9"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12209FC1"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r w:rsidR="005B4646" w:rsidRPr="00B265CC" w14:paraId="2F814DF8"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B5FEF90"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4A7617F1"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bl>
    <w:p w14:paraId="0B761AB6" w14:textId="77777777" w:rsidR="005B4646" w:rsidRDefault="005B4646">
      <w:pPr>
        <w:rPr>
          <w:rFonts w:asciiTheme="minorHAnsi" w:hAnsiTheme="minorHAnsi" w:cs="Arial"/>
        </w:rPr>
      </w:pPr>
    </w:p>
    <w:p w14:paraId="5090586B" w14:textId="77777777" w:rsidR="00AF2D84" w:rsidRDefault="00AF2D84">
      <w:pPr>
        <w:rPr>
          <w:rFonts w:asciiTheme="minorHAnsi" w:hAnsiTheme="minorHAnsi" w:cs="Arial"/>
        </w:rPr>
      </w:pPr>
    </w:p>
    <w:p w14:paraId="2059D447" w14:textId="77777777" w:rsidR="005B4646" w:rsidRDefault="005B4646">
      <w:pPr>
        <w:rPr>
          <w:rFonts w:asciiTheme="minorHAnsi" w:hAnsiTheme="minorHAnsi" w:cs="Arial"/>
        </w:rPr>
      </w:pPr>
    </w:p>
    <w:p w14:paraId="0B2C64B5" w14:textId="77777777" w:rsidR="005B4646" w:rsidRDefault="005B4646">
      <w:pPr>
        <w:rPr>
          <w:rFonts w:asciiTheme="minorHAnsi" w:hAnsiTheme="minorHAnsi" w:cs="Arial"/>
        </w:rPr>
      </w:pPr>
    </w:p>
    <w:p w14:paraId="7AE6F371" w14:textId="77777777" w:rsidR="005B4646" w:rsidRDefault="005B4646">
      <w:pPr>
        <w:rPr>
          <w:rFonts w:asciiTheme="minorHAnsi" w:hAnsiTheme="minorHAnsi" w:cs="Arial"/>
        </w:rPr>
      </w:pPr>
    </w:p>
    <w:p w14:paraId="419590A6" w14:textId="77777777" w:rsidR="005B4646" w:rsidRDefault="005B4646">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5B4646" w:rsidRPr="00B265CC" w14:paraId="40452A09"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1685CEFC" w14:textId="49F822B7" w:rsidR="005B4646"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w:t>
            </w:r>
            <w:r>
              <w:rPr>
                <w:rFonts w:asciiTheme="minorHAnsi" w:hAnsiTheme="minorHAnsi" w:cs="Lucida Sans Unicode"/>
                <w:b/>
                <w:sz w:val="24"/>
              </w:rPr>
              <w:t>8</w:t>
            </w:r>
          </w:p>
          <w:p w14:paraId="266264B4" w14:textId="77777777" w:rsidR="005B4646" w:rsidRDefault="005B4646" w:rsidP="00817A0F">
            <w:pPr>
              <w:tabs>
                <w:tab w:val="left" w:pos="1200"/>
                <w:tab w:val="left" w:pos="5449"/>
              </w:tabs>
              <w:spacing w:line="240" w:lineRule="exact"/>
              <w:jc w:val="center"/>
              <w:rPr>
                <w:rFonts w:asciiTheme="minorHAnsi" w:hAnsiTheme="minorHAnsi" w:cs="Lucida Sans Unicode"/>
                <w:b/>
                <w:sz w:val="24"/>
              </w:rPr>
            </w:pPr>
          </w:p>
          <w:p w14:paraId="56DD4BBD" w14:textId="77777777" w:rsidR="005B4646"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B4646">
              <w:rPr>
                <w:rFonts w:asciiTheme="minorHAnsi" w:hAnsiTheme="minorHAnsi" w:cs="Lucida Sans Unicode"/>
                <w:b/>
                <w:bCs/>
                <w:sz w:val="24"/>
              </w:rPr>
              <w:t>REMPLACEMENT DES DALLES BOIS SUR ATRIUM</w:t>
            </w:r>
            <w:r>
              <w:rPr>
                <w:rFonts w:asciiTheme="minorHAnsi" w:hAnsiTheme="minorHAnsi" w:cs="Lucida Sans Unicode"/>
                <w:b/>
                <w:bCs/>
                <w:sz w:val="24"/>
              </w:rPr>
              <w:t xml:space="preserve"> </w:t>
            </w:r>
            <w:r>
              <w:rPr>
                <w:rFonts w:asciiTheme="minorHAnsi" w:hAnsiTheme="minorHAnsi" w:cs="Lucida Sans Unicode"/>
                <w:b/>
                <w:sz w:val="24"/>
              </w:rPr>
              <w:t>»</w:t>
            </w:r>
          </w:p>
          <w:p w14:paraId="1E43249B" w14:textId="77777777" w:rsidR="005B4646" w:rsidRDefault="005B4646" w:rsidP="00817A0F">
            <w:pPr>
              <w:tabs>
                <w:tab w:val="left" w:pos="1200"/>
                <w:tab w:val="left" w:pos="5449"/>
              </w:tabs>
              <w:spacing w:line="240" w:lineRule="exact"/>
              <w:jc w:val="center"/>
              <w:rPr>
                <w:rFonts w:asciiTheme="minorHAnsi" w:hAnsiTheme="minorHAnsi" w:cs="Lucida Sans Unicode"/>
                <w:b/>
                <w:sz w:val="24"/>
              </w:rPr>
            </w:pPr>
          </w:p>
          <w:p w14:paraId="27BE07FD" w14:textId="6D65CE8B" w:rsidR="005B4646"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Lots concernés : </w:t>
            </w:r>
            <w:r>
              <w:rPr>
                <w:rFonts w:asciiTheme="minorHAnsi" w:hAnsiTheme="minorHAnsi" w:cs="Lucida Sans Unicode"/>
                <w:b/>
                <w:sz w:val="24"/>
              </w:rPr>
              <w:t>2 et 8</w:t>
            </w:r>
          </w:p>
        </w:tc>
      </w:tr>
      <w:tr w:rsidR="005B4646" w:rsidRPr="00B265CC" w14:paraId="553C41FE"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386A6CCB" w14:textId="77777777" w:rsidR="005B4646" w:rsidRPr="00B265CC" w:rsidRDefault="005B4646"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5DC7332" w14:textId="39E8FE0E" w:rsidR="005B4646" w:rsidRPr="00B265CC"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2</w:t>
            </w:r>
          </w:p>
        </w:tc>
      </w:tr>
      <w:tr w:rsidR="005B4646" w:rsidRPr="00B265CC" w14:paraId="169BED50"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3BC9EA5"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761ECC98"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r w:rsidR="005B4646" w:rsidRPr="00B265CC" w14:paraId="3488D184"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76EBE6E8"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306521C"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r w:rsidR="005B4646" w:rsidRPr="00B265CC" w14:paraId="06A1F592"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FDA8A85"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E00FAC9"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r w:rsidR="005B4646" w:rsidRPr="00B265CC" w14:paraId="27570F5E"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0E56A1F5"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C8FE529"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bl>
    <w:p w14:paraId="696614BA" w14:textId="77777777" w:rsidR="005B4646" w:rsidRDefault="005B4646">
      <w:pPr>
        <w:rPr>
          <w:rFonts w:asciiTheme="minorHAnsi" w:hAnsiTheme="minorHAnsi" w:cs="Arial"/>
        </w:rPr>
      </w:pPr>
    </w:p>
    <w:p w14:paraId="793B0355" w14:textId="77777777" w:rsidR="005B4646" w:rsidRDefault="005B4646">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5B4646" w:rsidRPr="00B265CC" w14:paraId="155FD56F"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63DF5AF" w14:textId="77777777" w:rsidR="005B4646"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N°8</w:t>
            </w:r>
          </w:p>
          <w:p w14:paraId="1206DF71" w14:textId="77777777" w:rsidR="005B4646" w:rsidRDefault="005B4646" w:rsidP="00817A0F">
            <w:pPr>
              <w:tabs>
                <w:tab w:val="left" w:pos="1200"/>
                <w:tab w:val="left" w:pos="5449"/>
              </w:tabs>
              <w:spacing w:line="240" w:lineRule="exact"/>
              <w:jc w:val="center"/>
              <w:rPr>
                <w:rFonts w:asciiTheme="minorHAnsi" w:hAnsiTheme="minorHAnsi" w:cs="Lucida Sans Unicode"/>
                <w:b/>
                <w:sz w:val="24"/>
              </w:rPr>
            </w:pPr>
          </w:p>
          <w:p w14:paraId="2CB6B39D" w14:textId="77777777" w:rsidR="005B4646"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B4646">
              <w:rPr>
                <w:rFonts w:asciiTheme="minorHAnsi" w:hAnsiTheme="minorHAnsi" w:cs="Lucida Sans Unicode"/>
                <w:b/>
                <w:bCs/>
                <w:sz w:val="24"/>
              </w:rPr>
              <w:t>REMPLACEMENT DES DALLES BOIS SUR ATRIUM</w:t>
            </w:r>
            <w:r>
              <w:rPr>
                <w:rFonts w:asciiTheme="minorHAnsi" w:hAnsiTheme="minorHAnsi" w:cs="Lucida Sans Unicode"/>
                <w:b/>
                <w:bCs/>
                <w:sz w:val="24"/>
              </w:rPr>
              <w:t xml:space="preserve"> </w:t>
            </w:r>
            <w:r>
              <w:rPr>
                <w:rFonts w:asciiTheme="minorHAnsi" w:hAnsiTheme="minorHAnsi" w:cs="Lucida Sans Unicode"/>
                <w:b/>
                <w:sz w:val="24"/>
              </w:rPr>
              <w:t>»</w:t>
            </w:r>
          </w:p>
          <w:p w14:paraId="78156566" w14:textId="77777777" w:rsidR="005B4646" w:rsidRDefault="005B4646" w:rsidP="00817A0F">
            <w:pPr>
              <w:tabs>
                <w:tab w:val="left" w:pos="1200"/>
                <w:tab w:val="left" w:pos="5449"/>
              </w:tabs>
              <w:spacing w:line="240" w:lineRule="exact"/>
              <w:jc w:val="center"/>
              <w:rPr>
                <w:rFonts w:asciiTheme="minorHAnsi" w:hAnsiTheme="minorHAnsi" w:cs="Lucida Sans Unicode"/>
                <w:b/>
                <w:sz w:val="24"/>
              </w:rPr>
            </w:pPr>
          </w:p>
          <w:p w14:paraId="67DFF250" w14:textId="77777777" w:rsidR="005B4646"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2 et 8</w:t>
            </w:r>
          </w:p>
        </w:tc>
      </w:tr>
      <w:tr w:rsidR="005B4646" w:rsidRPr="00B265CC" w14:paraId="69D34FAB"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188BCC28" w14:textId="77777777" w:rsidR="005B4646" w:rsidRPr="00B265CC" w:rsidRDefault="005B4646"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4623E349" w14:textId="4BAADBA0" w:rsidR="005B4646" w:rsidRPr="00B265CC" w:rsidRDefault="005B464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8</w:t>
            </w:r>
          </w:p>
        </w:tc>
      </w:tr>
      <w:tr w:rsidR="005B4646" w:rsidRPr="00B265CC" w14:paraId="17213921"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6AA43F64"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3A20CB3A"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r w:rsidR="005B4646" w:rsidRPr="00B265CC" w14:paraId="3FD687CE"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70995E48"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6C2F24E"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r w:rsidR="005B4646" w:rsidRPr="00B265CC" w14:paraId="5D51BD9A"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424D223"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39E5C90"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r w:rsidR="005B4646" w:rsidRPr="00B265CC" w14:paraId="54C6991B"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23E3AD1D" w14:textId="77777777" w:rsidR="005B4646" w:rsidRPr="00B265CC" w:rsidRDefault="005B464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0750826" w14:textId="77777777" w:rsidR="005B4646" w:rsidRPr="00B265CC" w:rsidRDefault="005B4646" w:rsidP="00817A0F">
            <w:pPr>
              <w:tabs>
                <w:tab w:val="left" w:pos="1200"/>
                <w:tab w:val="left" w:pos="5449"/>
              </w:tabs>
              <w:spacing w:line="240" w:lineRule="exact"/>
              <w:jc w:val="both"/>
              <w:rPr>
                <w:rFonts w:asciiTheme="minorHAnsi" w:hAnsiTheme="minorHAnsi" w:cs="Lucida Sans Unicode"/>
                <w:sz w:val="24"/>
              </w:rPr>
            </w:pPr>
          </w:p>
        </w:tc>
      </w:tr>
    </w:tbl>
    <w:p w14:paraId="227A5075" w14:textId="77777777" w:rsidR="005B4646" w:rsidRDefault="005B4646">
      <w:pPr>
        <w:rPr>
          <w:rFonts w:asciiTheme="minorHAnsi" w:hAnsiTheme="minorHAnsi" w:cs="Arial"/>
        </w:rPr>
      </w:pPr>
    </w:p>
    <w:p w14:paraId="36344BA7" w14:textId="77777777" w:rsidR="009314DB" w:rsidRDefault="009314DB">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314DB" w:rsidRPr="00B265CC" w14:paraId="7335810F"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293F7818" w14:textId="2438642C"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w:t>
            </w:r>
            <w:r>
              <w:rPr>
                <w:rFonts w:asciiTheme="minorHAnsi" w:hAnsiTheme="minorHAnsi" w:cs="Lucida Sans Unicode"/>
                <w:b/>
                <w:sz w:val="24"/>
              </w:rPr>
              <w:t>9</w:t>
            </w:r>
          </w:p>
          <w:p w14:paraId="02EF0B3C"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2AA41139" w14:textId="6FF8217D" w:rsidR="009314DB" w:rsidRDefault="009314DB" w:rsidP="009314DB">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314DB">
              <w:rPr>
                <w:rFonts w:asciiTheme="minorHAnsi" w:hAnsiTheme="minorHAnsi" w:cs="Lucida Sans Unicode"/>
                <w:b/>
                <w:bCs/>
                <w:sz w:val="24"/>
              </w:rPr>
              <w:t>MOBILIER CASIER</w:t>
            </w:r>
            <w:r>
              <w:rPr>
                <w:rFonts w:asciiTheme="minorHAnsi" w:hAnsiTheme="minorHAnsi" w:cs="Lucida Sans Unicode"/>
                <w:b/>
                <w:bCs/>
                <w:sz w:val="24"/>
              </w:rPr>
              <w:t xml:space="preserve"> </w:t>
            </w:r>
            <w:r>
              <w:rPr>
                <w:rFonts w:asciiTheme="minorHAnsi" w:hAnsiTheme="minorHAnsi" w:cs="Lucida Sans Unicode"/>
                <w:b/>
                <w:sz w:val="24"/>
              </w:rPr>
              <w:t>»</w:t>
            </w:r>
          </w:p>
        </w:tc>
      </w:tr>
      <w:tr w:rsidR="009314DB" w:rsidRPr="00B265CC" w14:paraId="20C34678"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66A515FB" w14:textId="77777777" w:rsidR="009314DB" w:rsidRPr="00B265CC" w:rsidRDefault="009314DB"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6492FFF" w14:textId="61017A5E" w:rsidR="009314DB" w:rsidRPr="00B265CC"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9</w:t>
            </w:r>
          </w:p>
        </w:tc>
      </w:tr>
      <w:tr w:rsidR="009314DB" w:rsidRPr="00B265CC" w14:paraId="67788BAC"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7E733498"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24B5A49B"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18F1274B"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16933CA0"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29897242"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402B196A"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67D2F80"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B9437BD"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70561AFA"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507AC37C"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0AA4CEF"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bl>
    <w:p w14:paraId="28859F5D" w14:textId="77777777" w:rsidR="009314DB" w:rsidRDefault="009314DB">
      <w:pPr>
        <w:rPr>
          <w:rFonts w:asciiTheme="minorHAnsi" w:hAnsiTheme="minorHAnsi" w:cs="Arial"/>
        </w:rPr>
      </w:pPr>
    </w:p>
    <w:p w14:paraId="024FA770" w14:textId="77777777" w:rsidR="009314DB" w:rsidRDefault="009314DB">
      <w:pPr>
        <w:rPr>
          <w:rFonts w:asciiTheme="minorHAnsi" w:hAnsiTheme="minorHAnsi" w:cs="Arial"/>
        </w:rPr>
      </w:pPr>
    </w:p>
    <w:p w14:paraId="7ABC5F83" w14:textId="77777777" w:rsidR="009314DB" w:rsidRDefault="009314DB">
      <w:pPr>
        <w:rPr>
          <w:rFonts w:asciiTheme="minorHAnsi" w:hAnsiTheme="minorHAnsi" w:cs="Arial"/>
        </w:rPr>
      </w:pPr>
    </w:p>
    <w:p w14:paraId="20A75E0B" w14:textId="77777777" w:rsidR="009314DB" w:rsidRDefault="009314DB">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314DB" w:rsidRPr="00B265CC" w14:paraId="30E63B2E"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590AE8E" w14:textId="4A4286F5"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w:t>
            </w:r>
            <w:r>
              <w:rPr>
                <w:rFonts w:asciiTheme="minorHAnsi" w:hAnsiTheme="minorHAnsi" w:cs="Lucida Sans Unicode"/>
                <w:b/>
                <w:sz w:val="24"/>
              </w:rPr>
              <w:t>10</w:t>
            </w:r>
          </w:p>
          <w:p w14:paraId="1A853E8D"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04BD6D36" w14:textId="76BFF683"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314DB">
              <w:rPr>
                <w:rFonts w:asciiTheme="minorHAnsi" w:hAnsiTheme="minorHAnsi" w:cs="Lucida Sans Unicode"/>
                <w:b/>
                <w:bCs/>
                <w:sz w:val="24"/>
              </w:rPr>
              <w:t>COMMANDES MANUELLES VENTILATION</w:t>
            </w:r>
            <w:r>
              <w:rPr>
                <w:rFonts w:asciiTheme="minorHAnsi" w:hAnsiTheme="minorHAnsi" w:cs="Lucida Sans Unicode"/>
                <w:b/>
                <w:bCs/>
                <w:sz w:val="24"/>
              </w:rPr>
              <w:t xml:space="preserve"> </w:t>
            </w:r>
            <w:r>
              <w:rPr>
                <w:rFonts w:asciiTheme="minorHAnsi" w:hAnsiTheme="minorHAnsi" w:cs="Lucida Sans Unicode"/>
                <w:b/>
                <w:sz w:val="24"/>
              </w:rPr>
              <w:t>»</w:t>
            </w:r>
          </w:p>
          <w:p w14:paraId="721356C1"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6AF41569" w14:textId="6DBB1AEF"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Lots concernés : </w:t>
            </w:r>
            <w:r>
              <w:rPr>
                <w:rFonts w:asciiTheme="minorHAnsi" w:hAnsiTheme="minorHAnsi" w:cs="Lucida Sans Unicode"/>
                <w:b/>
                <w:sz w:val="24"/>
              </w:rPr>
              <w:t>10 et 11</w:t>
            </w:r>
          </w:p>
        </w:tc>
      </w:tr>
      <w:tr w:rsidR="009314DB" w:rsidRPr="00B265CC" w14:paraId="6E4D23C4"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B792C0E" w14:textId="77777777" w:rsidR="009314DB" w:rsidRPr="00B265CC" w:rsidRDefault="009314DB"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429BCE7B" w14:textId="31F52F0A" w:rsidR="009314DB" w:rsidRPr="00B265CC"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10</w:t>
            </w:r>
          </w:p>
        </w:tc>
      </w:tr>
      <w:tr w:rsidR="009314DB" w:rsidRPr="00B265CC" w14:paraId="14D7726A"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2062034D"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B25666E"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41FF41ED"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284D0814"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2E3BAA41"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3D0E3B46"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890F16B"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6B8A8B48"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79D40E2A"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6604B87B"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5E262E88"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bl>
    <w:p w14:paraId="671AADF6" w14:textId="77777777" w:rsidR="009314DB" w:rsidRDefault="009314DB">
      <w:pPr>
        <w:rPr>
          <w:rFonts w:asciiTheme="minorHAnsi" w:hAnsiTheme="minorHAnsi" w:cs="Arial"/>
        </w:rPr>
      </w:pPr>
    </w:p>
    <w:p w14:paraId="0145EC42" w14:textId="77777777" w:rsidR="009314DB" w:rsidRDefault="009314DB">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314DB" w:rsidRPr="00B265CC" w14:paraId="5E275CAC"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2260735"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N°10</w:t>
            </w:r>
          </w:p>
          <w:p w14:paraId="17EF62C2"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55AC7DFF"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314DB">
              <w:rPr>
                <w:rFonts w:asciiTheme="minorHAnsi" w:hAnsiTheme="minorHAnsi" w:cs="Lucida Sans Unicode"/>
                <w:b/>
                <w:bCs/>
                <w:sz w:val="24"/>
              </w:rPr>
              <w:t>COMMANDES MANUELLES VENTILATION</w:t>
            </w:r>
            <w:r>
              <w:rPr>
                <w:rFonts w:asciiTheme="minorHAnsi" w:hAnsiTheme="minorHAnsi" w:cs="Lucida Sans Unicode"/>
                <w:b/>
                <w:bCs/>
                <w:sz w:val="24"/>
              </w:rPr>
              <w:t xml:space="preserve"> </w:t>
            </w:r>
            <w:r>
              <w:rPr>
                <w:rFonts w:asciiTheme="minorHAnsi" w:hAnsiTheme="minorHAnsi" w:cs="Lucida Sans Unicode"/>
                <w:b/>
                <w:sz w:val="24"/>
              </w:rPr>
              <w:t>»</w:t>
            </w:r>
          </w:p>
          <w:p w14:paraId="556A9174"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745AE59B"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10 et 11</w:t>
            </w:r>
          </w:p>
        </w:tc>
      </w:tr>
      <w:tr w:rsidR="009314DB" w:rsidRPr="00B265CC" w14:paraId="1B2A0EE7"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71B2BF2" w14:textId="77777777" w:rsidR="009314DB" w:rsidRPr="00B265CC" w:rsidRDefault="009314DB"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871A73F" w14:textId="2E4EDCCD" w:rsidR="009314DB" w:rsidRPr="00B265CC"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r>
              <w:rPr>
                <w:rFonts w:asciiTheme="minorHAnsi" w:hAnsiTheme="minorHAnsi" w:cs="Lucida Sans Unicode"/>
                <w:b/>
                <w:sz w:val="24"/>
              </w:rPr>
              <w:t>1</w:t>
            </w:r>
          </w:p>
        </w:tc>
      </w:tr>
      <w:tr w:rsidR="009314DB" w:rsidRPr="00B265CC" w14:paraId="3A6F9C5D"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378A86CA"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5861C92D"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57715B4E"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6CE6D88"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184CDAC4"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307C203C"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2C8B1D4"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585ADA78"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4690CBE2"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24ED7431"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448F3FD6"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bl>
    <w:p w14:paraId="006C347B" w14:textId="77777777" w:rsidR="009314DB" w:rsidRDefault="009314DB">
      <w:pPr>
        <w:rPr>
          <w:rFonts w:asciiTheme="minorHAnsi" w:hAnsiTheme="minorHAnsi" w:cs="Arial"/>
        </w:rPr>
      </w:pPr>
    </w:p>
    <w:p w14:paraId="6AF7935E" w14:textId="77777777" w:rsidR="009314DB" w:rsidRDefault="009314DB">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314DB" w:rsidRPr="00B265CC" w14:paraId="643AF5E7" w14:textId="77777777" w:rsidTr="009314DB">
        <w:trPr>
          <w:trHeight w:val="609"/>
        </w:trPr>
        <w:tc>
          <w:tcPr>
            <w:tcW w:w="8834" w:type="dxa"/>
            <w:gridSpan w:val="2"/>
            <w:tcBorders>
              <w:top w:val="single" w:sz="4" w:space="0" w:color="auto"/>
              <w:left w:val="single" w:sz="4" w:space="0" w:color="auto"/>
              <w:bottom w:val="single" w:sz="4" w:space="0" w:color="auto"/>
              <w:right w:val="single" w:sz="4" w:space="0" w:color="auto"/>
            </w:tcBorders>
            <w:vAlign w:val="center"/>
          </w:tcPr>
          <w:p w14:paraId="0FB9EA65" w14:textId="44C436C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w:t>
            </w:r>
            <w:r>
              <w:rPr>
                <w:rFonts w:asciiTheme="minorHAnsi" w:hAnsiTheme="minorHAnsi" w:cs="Lucida Sans Unicode"/>
                <w:b/>
                <w:sz w:val="24"/>
              </w:rPr>
              <w:t>1</w:t>
            </w:r>
          </w:p>
          <w:p w14:paraId="6A61D0AC"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458F483A" w14:textId="44E13CDA"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314DB">
              <w:rPr>
                <w:rFonts w:asciiTheme="minorHAnsi" w:hAnsiTheme="minorHAnsi" w:cs="Lucida Sans Unicode"/>
                <w:b/>
                <w:bCs/>
                <w:sz w:val="24"/>
              </w:rPr>
              <w:t>HOTTES PATISSERIES</w:t>
            </w:r>
            <w:r>
              <w:rPr>
                <w:rFonts w:asciiTheme="minorHAnsi" w:hAnsiTheme="minorHAnsi" w:cs="Lucida Sans Unicode"/>
                <w:b/>
                <w:bCs/>
                <w:sz w:val="24"/>
              </w:rPr>
              <w:t xml:space="preserve"> </w:t>
            </w:r>
            <w:r>
              <w:rPr>
                <w:rFonts w:asciiTheme="minorHAnsi" w:hAnsiTheme="minorHAnsi" w:cs="Lucida Sans Unicode"/>
                <w:b/>
                <w:sz w:val="24"/>
              </w:rPr>
              <w:t>»</w:t>
            </w:r>
          </w:p>
          <w:p w14:paraId="24D2A892"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4099B82A" w14:textId="2D4AEA6B"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Lots concernés : </w:t>
            </w:r>
            <w:r>
              <w:rPr>
                <w:rFonts w:asciiTheme="minorHAnsi" w:hAnsiTheme="minorHAnsi" w:cs="Lucida Sans Unicode"/>
                <w:b/>
                <w:sz w:val="24"/>
              </w:rPr>
              <w:t xml:space="preserve">3, </w:t>
            </w:r>
            <w:r>
              <w:rPr>
                <w:rFonts w:asciiTheme="minorHAnsi" w:hAnsiTheme="minorHAnsi" w:cs="Lucida Sans Unicode"/>
                <w:b/>
                <w:sz w:val="24"/>
              </w:rPr>
              <w:t>10 et 11</w:t>
            </w:r>
          </w:p>
        </w:tc>
      </w:tr>
      <w:tr w:rsidR="009314DB" w:rsidRPr="00B265CC" w14:paraId="6C0CA19F" w14:textId="77777777" w:rsidTr="009314DB">
        <w:trPr>
          <w:trHeight w:val="609"/>
        </w:trPr>
        <w:tc>
          <w:tcPr>
            <w:tcW w:w="3314" w:type="dxa"/>
            <w:tcBorders>
              <w:top w:val="single" w:sz="4" w:space="0" w:color="auto"/>
              <w:left w:val="single" w:sz="4" w:space="0" w:color="auto"/>
              <w:bottom w:val="single" w:sz="4" w:space="0" w:color="auto"/>
              <w:right w:val="single" w:sz="4" w:space="0" w:color="auto"/>
            </w:tcBorders>
            <w:vAlign w:val="center"/>
            <w:hideMark/>
          </w:tcPr>
          <w:p w14:paraId="44F8862B" w14:textId="77777777" w:rsidR="009314DB" w:rsidRPr="00B265CC" w:rsidRDefault="009314DB"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520" w:type="dxa"/>
            <w:tcBorders>
              <w:top w:val="single" w:sz="4" w:space="0" w:color="auto"/>
              <w:left w:val="single" w:sz="4" w:space="0" w:color="auto"/>
              <w:bottom w:val="single" w:sz="4" w:space="0" w:color="auto"/>
              <w:right w:val="single" w:sz="4" w:space="0" w:color="auto"/>
            </w:tcBorders>
            <w:vAlign w:val="center"/>
            <w:hideMark/>
          </w:tcPr>
          <w:p w14:paraId="0D400501" w14:textId="448D6B26" w:rsidR="009314DB" w:rsidRPr="00B265CC"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3</w:t>
            </w:r>
          </w:p>
        </w:tc>
      </w:tr>
      <w:tr w:rsidR="009314DB" w:rsidRPr="00B265CC" w14:paraId="2571E0BB" w14:textId="77777777" w:rsidTr="009314DB">
        <w:trPr>
          <w:trHeight w:val="560"/>
        </w:trPr>
        <w:tc>
          <w:tcPr>
            <w:tcW w:w="3314" w:type="dxa"/>
            <w:tcBorders>
              <w:top w:val="single" w:sz="4" w:space="0" w:color="auto"/>
              <w:left w:val="single" w:sz="4" w:space="0" w:color="auto"/>
              <w:bottom w:val="single" w:sz="4" w:space="0" w:color="auto"/>
              <w:right w:val="single" w:sz="4" w:space="0" w:color="auto"/>
            </w:tcBorders>
            <w:vAlign w:val="center"/>
            <w:hideMark/>
          </w:tcPr>
          <w:p w14:paraId="3BA13BAF"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520" w:type="dxa"/>
            <w:tcBorders>
              <w:top w:val="single" w:sz="4" w:space="0" w:color="auto"/>
              <w:left w:val="single" w:sz="4" w:space="0" w:color="auto"/>
              <w:bottom w:val="single" w:sz="4" w:space="0" w:color="auto"/>
              <w:right w:val="single" w:sz="4" w:space="0" w:color="auto"/>
            </w:tcBorders>
          </w:tcPr>
          <w:p w14:paraId="337B8A35"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7D39EB9C" w14:textId="77777777" w:rsidTr="009314DB">
        <w:trPr>
          <w:trHeight w:val="554"/>
        </w:trPr>
        <w:tc>
          <w:tcPr>
            <w:tcW w:w="3314" w:type="dxa"/>
            <w:tcBorders>
              <w:top w:val="single" w:sz="4" w:space="0" w:color="auto"/>
              <w:left w:val="single" w:sz="4" w:space="0" w:color="auto"/>
              <w:bottom w:val="single" w:sz="4" w:space="0" w:color="auto"/>
              <w:right w:val="single" w:sz="4" w:space="0" w:color="auto"/>
            </w:tcBorders>
            <w:vAlign w:val="center"/>
            <w:hideMark/>
          </w:tcPr>
          <w:p w14:paraId="1CC738BB"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520" w:type="dxa"/>
            <w:tcBorders>
              <w:top w:val="single" w:sz="4" w:space="0" w:color="auto"/>
              <w:left w:val="single" w:sz="4" w:space="0" w:color="auto"/>
              <w:bottom w:val="single" w:sz="4" w:space="0" w:color="auto"/>
              <w:right w:val="single" w:sz="4" w:space="0" w:color="auto"/>
            </w:tcBorders>
          </w:tcPr>
          <w:p w14:paraId="21D82CC3"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5DB495D8" w14:textId="77777777" w:rsidTr="009314DB">
        <w:trPr>
          <w:trHeight w:val="559"/>
        </w:trPr>
        <w:tc>
          <w:tcPr>
            <w:tcW w:w="3314" w:type="dxa"/>
            <w:tcBorders>
              <w:top w:val="single" w:sz="4" w:space="0" w:color="auto"/>
              <w:left w:val="single" w:sz="4" w:space="0" w:color="auto"/>
              <w:bottom w:val="single" w:sz="4" w:space="0" w:color="auto"/>
              <w:right w:val="single" w:sz="4" w:space="0" w:color="auto"/>
            </w:tcBorders>
            <w:vAlign w:val="center"/>
            <w:hideMark/>
          </w:tcPr>
          <w:p w14:paraId="3210B769"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520" w:type="dxa"/>
            <w:tcBorders>
              <w:top w:val="single" w:sz="4" w:space="0" w:color="auto"/>
              <w:left w:val="single" w:sz="4" w:space="0" w:color="auto"/>
              <w:bottom w:val="single" w:sz="4" w:space="0" w:color="auto"/>
              <w:right w:val="single" w:sz="4" w:space="0" w:color="auto"/>
            </w:tcBorders>
          </w:tcPr>
          <w:p w14:paraId="4658F4CF"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66243DB0" w14:textId="77777777" w:rsidTr="009314DB">
        <w:trPr>
          <w:trHeight w:val="836"/>
        </w:trPr>
        <w:tc>
          <w:tcPr>
            <w:tcW w:w="3314" w:type="dxa"/>
            <w:tcBorders>
              <w:top w:val="single" w:sz="4" w:space="0" w:color="auto"/>
              <w:left w:val="single" w:sz="4" w:space="0" w:color="auto"/>
              <w:bottom w:val="single" w:sz="4" w:space="0" w:color="auto"/>
              <w:right w:val="single" w:sz="4" w:space="0" w:color="auto"/>
            </w:tcBorders>
            <w:vAlign w:val="center"/>
            <w:hideMark/>
          </w:tcPr>
          <w:p w14:paraId="73E567D7"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520" w:type="dxa"/>
            <w:tcBorders>
              <w:top w:val="single" w:sz="4" w:space="0" w:color="auto"/>
              <w:left w:val="single" w:sz="4" w:space="0" w:color="auto"/>
              <w:bottom w:val="single" w:sz="4" w:space="0" w:color="auto"/>
              <w:right w:val="single" w:sz="4" w:space="0" w:color="auto"/>
            </w:tcBorders>
          </w:tcPr>
          <w:p w14:paraId="42CDA448"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009B6050" w14:textId="77777777" w:rsidTr="009314DB">
        <w:trPr>
          <w:trHeight w:val="609"/>
        </w:trPr>
        <w:tc>
          <w:tcPr>
            <w:tcW w:w="8834" w:type="dxa"/>
            <w:gridSpan w:val="2"/>
            <w:tcBorders>
              <w:top w:val="single" w:sz="4" w:space="0" w:color="auto"/>
              <w:left w:val="single" w:sz="4" w:space="0" w:color="auto"/>
              <w:bottom w:val="single" w:sz="4" w:space="0" w:color="auto"/>
              <w:right w:val="single" w:sz="4" w:space="0" w:color="auto"/>
            </w:tcBorders>
            <w:vAlign w:val="center"/>
          </w:tcPr>
          <w:p w14:paraId="7F9FB5D8"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N°11</w:t>
            </w:r>
          </w:p>
          <w:p w14:paraId="2D10103D"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5C4BB5DF"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314DB">
              <w:rPr>
                <w:rFonts w:asciiTheme="minorHAnsi" w:hAnsiTheme="minorHAnsi" w:cs="Lucida Sans Unicode"/>
                <w:b/>
                <w:bCs/>
                <w:sz w:val="24"/>
              </w:rPr>
              <w:t>HOTTES PATISSERIES</w:t>
            </w:r>
            <w:r>
              <w:rPr>
                <w:rFonts w:asciiTheme="minorHAnsi" w:hAnsiTheme="minorHAnsi" w:cs="Lucida Sans Unicode"/>
                <w:b/>
                <w:bCs/>
                <w:sz w:val="24"/>
              </w:rPr>
              <w:t xml:space="preserve"> </w:t>
            </w:r>
            <w:r>
              <w:rPr>
                <w:rFonts w:asciiTheme="minorHAnsi" w:hAnsiTheme="minorHAnsi" w:cs="Lucida Sans Unicode"/>
                <w:b/>
                <w:sz w:val="24"/>
              </w:rPr>
              <w:t>»</w:t>
            </w:r>
          </w:p>
          <w:p w14:paraId="5F8D1150"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41DE1A15"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3, 10 et 11</w:t>
            </w:r>
          </w:p>
        </w:tc>
      </w:tr>
      <w:tr w:rsidR="009314DB" w:rsidRPr="00B265CC" w14:paraId="7C807FF9" w14:textId="77777777" w:rsidTr="009314DB">
        <w:trPr>
          <w:trHeight w:val="609"/>
        </w:trPr>
        <w:tc>
          <w:tcPr>
            <w:tcW w:w="3314" w:type="dxa"/>
            <w:tcBorders>
              <w:top w:val="single" w:sz="4" w:space="0" w:color="auto"/>
              <w:left w:val="single" w:sz="4" w:space="0" w:color="auto"/>
              <w:bottom w:val="single" w:sz="4" w:space="0" w:color="auto"/>
              <w:right w:val="single" w:sz="4" w:space="0" w:color="auto"/>
            </w:tcBorders>
            <w:vAlign w:val="center"/>
            <w:hideMark/>
          </w:tcPr>
          <w:p w14:paraId="63CA97E1" w14:textId="77777777" w:rsidR="009314DB" w:rsidRPr="00B265CC" w:rsidRDefault="009314DB"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520" w:type="dxa"/>
            <w:tcBorders>
              <w:top w:val="single" w:sz="4" w:space="0" w:color="auto"/>
              <w:left w:val="single" w:sz="4" w:space="0" w:color="auto"/>
              <w:bottom w:val="single" w:sz="4" w:space="0" w:color="auto"/>
              <w:right w:val="single" w:sz="4" w:space="0" w:color="auto"/>
            </w:tcBorders>
            <w:vAlign w:val="center"/>
            <w:hideMark/>
          </w:tcPr>
          <w:p w14:paraId="6E318321" w14:textId="3C4E4199" w:rsidR="009314DB" w:rsidRPr="00B265CC"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10</w:t>
            </w:r>
          </w:p>
        </w:tc>
      </w:tr>
      <w:tr w:rsidR="009314DB" w:rsidRPr="00B265CC" w14:paraId="7999887C" w14:textId="77777777" w:rsidTr="009314DB">
        <w:trPr>
          <w:trHeight w:val="560"/>
        </w:trPr>
        <w:tc>
          <w:tcPr>
            <w:tcW w:w="3314" w:type="dxa"/>
            <w:tcBorders>
              <w:top w:val="single" w:sz="4" w:space="0" w:color="auto"/>
              <w:left w:val="single" w:sz="4" w:space="0" w:color="auto"/>
              <w:bottom w:val="single" w:sz="4" w:space="0" w:color="auto"/>
              <w:right w:val="single" w:sz="4" w:space="0" w:color="auto"/>
            </w:tcBorders>
            <w:vAlign w:val="center"/>
            <w:hideMark/>
          </w:tcPr>
          <w:p w14:paraId="68BA5E61"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520" w:type="dxa"/>
            <w:tcBorders>
              <w:top w:val="single" w:sz="4" w:space="0" w:color="auto"/>
              <w:left w:val="single" w:sz="4" w:space="0" w:color="auto"/>
              <w:bottom w:val="single" w:sz="4" w:space="0" w:color="auto"/>
              <w:right w:val="single" w:sz="4" w:space="0" w:color="auto"/>
            </w:tcBorders>
          </w:tcPr>
          <w:p w14:paraId="50C390DF"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79F8A245" w14:textId="77777777" w:rsidTr="009314DB">
        <w:trPr>
          <w:trHeight w:val="554"/>
        </w:trPr>
        <w:tc>
          <w:tcPr>
            <w:tcW w:w="3314" w:type="dxa"/>
            <w:tcBorders>
              <w:top w:val="single" w:sz="4" w:space="0" w:color="auto"/>
              <w:left w:val="single" w:sz="4" w:space="0" w:color="auto"/>
              <w:bottom w:val="single" w:sz="4" w:space="0" w:color="auto"/>
              <w:right w:val="single" w:sz="4" w:space="0" w:color="auto"/>
            </w:tcBorders>
            <w:vAlign w:val="center"/>
            <w:hideMark/>
          </w:tcPr>
          <w:p w14:paraId="1215F636"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520" w:type="dxa"/>
            <w:tcBorders>
              <w:top w:val="single" w:sz="4" w:space="0" w:color="auto"/>
              <w:left w:val="single" w:sz="4" w:space="0" w:color="auto"/>
              <w:bottom w:val="single" w:sz="4" w:space="0" w:color="auto"/>
              <w:right w:val="single" w:sz="4" w:space="0" w:color="auto"/>
            </w:tcBorders>
          </w:tcPr>
          <w:p w14:paraId="6F931E27"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14498F4B" w14:textId="77777777" w:rsidTr="009314DB">
        <w:trPr>
          <w:trHeight w:val="559"/>
        </w:trPr>
        <w:tc>
          <w:tcPr>
            <w:tcW w:w="3314" w:type="dxa"/>
            <w:tcBorders>
              <w:top w:val="single" w:sz="4" w:space="0" w:color="auto"/>
              <w:left w:val="single" w:sz="4" w:space="0" w:color="auto"/>
              <w:bottom w:val="single" w:sz="4" w:space="0" w:color="auto"/>
              <w:right w:val="single" w:sz="4" w:space="0" w:color="auto"/>
            </w:tcBorders>
            <w:vAlign w:val="center"/>
            <w:hideMark/>
          </w:tcPr>
          <w:p w14:paraId="527624AE"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520" w:type="dxa"/>
            <w:tcBorders>
              <w:top w:val="single" w:sz="4" w:space="0" w:color="auto"/>
              <w:left w:val="single" w:sz="4" w:space="0" w:color="auto"/>
              <w:bottom w:val="single" w:sz="4" w:space="0" w:color="auto"/>
              <w:right w:val="single" w:sz="4" w:space="0" w:color="auto"/>
            </w:tcBorders>
          </w:tcPr>
          <w:p w14:paraId="196A0B8B"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06612CF9" w14:textId="77777777" w:rsidTr="009314DB">
        <w:trPr>
          <w:trHeight w:val="836"/>
        </w:trPr>
        <w:tc>
          <w:tcPr>
            <w:tcW w:w="3314" w:type="dxa"/>
            <w:tcBorders>
              <w:top w:val="single" w:sz="4" w:space="0" w:color="auto"/>
              <w:left w:val="single" w:sz="4" w:space="0" w:color="auto"/>
              <w:bottom w:val="single" w:sz="4" w:space="0" w:color="auto"/>
              <w:right w:val="single" w:sz="4" w:space="0" w:color="auto"/>
            </w:tcBorders>
            <w:vAlign w:val="center"/>
            <w:hideMark/>
          </w:tcPr>
          <w:p w14:paraId="650AE1C6"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520" w:type="dxa"/>
            <w:tcBorders>
              <w:top w:val="single" w:sz="4" w:space="0" w:color="auto"/>
              <w:left w:val="single" w:sz="4" w:space="0" w:color="auto"/>
              <w:bottom w:val="single" w:sz="4" w:space="0" w:color="auto"/>
              <w:right w:val="single" w:sz="4" w:space="0" w:color="auto"/>
            </w:tcBorders>
          </w:tcPr>
          <w:p w14:paraId="6D84453D"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bl>
    <w:p w14:paraId="262CA00F" w14:textId="77777777" w:rsidR="009314DB" w:rsidRDefault="009314DB">
      <w:pPr>
        <w:rPr>
          <w:rFonts w:asciiTheme="minorHAnsi" w:hAnsiTheme="minorHAnsi" w:cs="Arial"/>
        </w:rPr>
      </w:pPr>
    </w:p>
    <w:p w14:paraId="64A719D2" w14:textId="77777777" w:rsidR="009314DB" w:rsidRDefault="009314DB">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314DB" w:rsidRPr="00B265CC" w14:paraId="22DE80F1"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2BC9E891"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N°11</w:t>
            </w:r>
          </w:p>
          <w:p w14:paraId="7BEBBA7E"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1D5E8057"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314DB">
              <w:rPr>
                <w:rFonts w:asciiTheme="minorHAnsi" w:hAnsiTheme="minorHAnsi" w:cs="Lucida Sans Unicode"/>
                <w:b/>
                <w:bCs/>
                <w:sz w:val="24"/>
              </w:rPr>
              <w:t>HOTTES PATISSERIES</w:t>
            </w:r>
            <w:r>
              <w:rPr>
                <w:rFonts w:asciiTheme="minorHAnsi" w:hAnsiTheme="minorHAnsi" w:cs="Lucida Sans Unicode"/>
                <w:b/>
                <w:bCs/>
                <w:sz w:val="24"/>
              </w:rPr>
              <w:t xml:space="preserve"> </w:t>
            </w:r>
            <w:r>
              <w:rPr>
                <w:rFonts w:asciiTheme="minorHAnsi" w:hAnsiTheme="minorHAnsi" w:cs="Lucida Sans Unicode"/>
                <w:b/>
                <w:sz w:val="24"/>
              </w:rPr>
              <w:t>»</w:t>
            </w:r>
          </w:p>
          <w:p w14:paraId="4D6E5A27"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p>
          <w:p w14:paraId="1D856E20" w14:textId="77777777" w:rsidR="009314DB"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3, 10 et 11</w:t>
            </w:r>
          </w:p>
        </w:tc>
      </w:tr>
      <w:tr w:rsidR="009314DB" w:rsidRPr="00B265CC" w14:paraId="15895526"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D0563AF" w14:textId="77777777" w:rsidR="009314DB" w:rsidRPr="00B265CC" w:rsidRDefault="009314DB"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2CE0B03" w14:textId="3A3AA3EB" w:rsidR="009314DB" w:rsidRPr="00B265CC" w:rsidRDefault="009314DB"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11</w:t>
            </w:r>
          </w:p>
        </w:tc>
      </w:tr>
      <w:tr w:rsidR="009314DB" w:rsidRPr="00B265CC" w14:paraId="58023030"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0944B3A"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416C14A"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118B257D"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6FF8863"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4202DD4"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2592F65D"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229EF79"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DD4BE3D"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r w:rsidR="009314DB" w:rsidRPr="00B265CC" w14:paraId="60EB4AB2"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2021D36" w14:textId="77777777" w:rsidR="009314DB" w:rsidRPr="00B265CC" w:rsidRDefault="009314DB"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62768C5" w14:textId="77777777" w:rsidR="009314DB" w:rsidRPr="00B265CC" w:rsidRDefault="009314DB" w:rsidP="00817A0F">
            <w:pPr>
              <w:tabs>
                <w:tab w:val="left" w:pos="1200"/>
                <w:tab w:val="left" w:pos="5449"/>
              </w:tabs>
              <w:spacing w:line="240" w:lineRule="exact"/>
              <w:jc w:val="both"/>
              <w:rPr>
                <w:rFonts w:asciiTheme="minorHAnsi" w:hAnsiTheme="minorHAnsi" w:cs="Lucida Sans Unicode"/>
                <w:sz w:val="24"/>
              </w:rPr>
            </w:pPr>
          </w:p>
        </w:tc>
      </w:tr>
    </w:tbl>
    <w:p w14:paraId="0FC37356" w14:textId="77777777" w:rsidR="009314DB" w:rsidRDefault="009314DB">
      <w:pPr>
        <w:rPr>
          <w:rFonts w:asciiTheme="minorHAnsi" w:hAnsiTheme="minorHAnsi" w:cs="Arial"/>
        </w:rPr>
      </w:pPr>
    </w:p>
    <w:p w14:paraId="2419A49E" w14:textId="77777777" w:rsidR="00511999" w:rsidRDefault="00511999">
      <w:pPr>
        <w:rPr>
          <w:rFonts w:asciiTheme="minorHAnsi" w:hAnsiTheme="minorHAnsi" w:cs="Arial"/>
        </w:rPr>
      </w:pPr>
    </w:p>
    <w:tbl>
      <w:tblPr>
        <w:tblStyle w:val="Grilledutableau"/>
        <w:tblW w:w="0" w:type="auto"/>
        <w:tblLook w:val="04A0" w:firstRow="1" w:lastRow="0" w:firstColumn="1" w:lastColumn="0" w:noHBand="0" w:noVBand="1"/>
      </w:tblPr>
      <w:tblGrid>
        <w:gridCol w:w="3316"/>
        <w:gridCol w:w="5518"/>
      </w:tblGrid>
      <w:tr w:rsidR="00511999" w:rsidRPr="00B265CC" w14:paraId="1AB0312D"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1ADA942D" w14:textId="7131DF63" w:rsidR="00511999"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w:t>
            </w:r>
            <w:r>
              <w:rPr>
                <w:rFonts w:asciiTheme="minorHAnsi" w:hAnsiTheme="minorHAnsi" w:cs="Lucida Sans Unicode"/>
                <w:b/>
                <w:sz w:val="24"/>
              </w:rPr>
              <w:t>2</w:t>
            </w:r>
          </w:p>
          <w:p w14:paraId="4E733646" w14:textId="77777777" w:rsidR="00511999" w:rsidRDefault="00511999" w:rsidP="00817A0F">
            <w:pPr>
              <w:tabs>
                <w:tab w:val="left" w:pos="1200"/>
                <w:tab w:val="left" w:pos="5449"/>
              </w:tabs>
              <w:spacing w:line="240" w:lineRule="exact"/>
              <w:jc w:val="center"/>
              <w:rPr>
                <w:rFonts w:asciiTheme="minorHAnsi" w:hAnsiTheme="minorHAnsi" w:cs="Lucida Sans Unicode"/>
                <w:b/>
                <w:sz w:val="24"/>
              </w:rPr>
            </w:pPr>
          </w:p>
          <w:p w14:paraId="34F5F08D" w14:textId="305BC931" w:rsidR="00511999"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11999">
              <w:rPr>
                <w:rFonts w:asciiTheme="minorHAnsi" w:hAnsiTheme="minorHAnsi" w:cs="Lucida Sans Unicode"/>
                <w:b/>
                <w:bCs/>
                <w:sz w:val="24"/>
              </w:rPr>
              <w:t>MOTORISATIONS DES VENTELLES ESPACE BIOCLIMATIQUE</w:t>
            </w:r>
            <w:r>
              <w:rPr>
                <w:rFonts w:asciiTheme="minorHAnsi" w:hAnsiTheme="minorHAnsi" w:cs="Lucida Sans Unicode"/>
                <w:b/>
                <w:bCs/>
                <w:sz w:val="24"/>
              </w:rPr>
              <w:t xml:space="preserve"> </w:t>
            </w:r>
            <w:r>
              <w:rPr>
                <w:rFonts w:asciiTheme="minorHAnsi" w:hAnsiTheme="minorHAnsi" w:cs="Lucida Sans Unicode"/>
                <w:b/>
                <w:sz w:val="24"/>
              </w:rPr>
              <w:t>»</w:t>
            </w:r>
          </w:p>
          <w:p w14:paraId="5A1A11E2" w14:textId="77777777" w:rsidR="00511999" w:rsidRDefault="00511999" w:rsidP="00817A0F">
            <w:pPr>
              <w:tabs>
                <w:tab w:val="left" w:pos="1200"/>
                <w:tab w:val="left" w:pos="5449"/>
              </w:tabs>
              <w:spacing w:line="240" w:lineRule="exact"/>
              <w:jc w:val="center"/>
              <w:rPr>
                <w:rFonts w:asciiTheme="minorHAnsi" w:hAnsiTheme="minorHAnsi" w:cs="Lucida Sans Unicode"/>
                <w:b/>
                <w:sz w:val="24"/>
              </w:rPr>
            </w:pPr>
          </w:p>
          <w:p w14:paraId="352D01F0" w14:textId="6EBA071E" w:rsidR="00511999"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Lots concernés : </w:t>
            </w:r>
            <w:r>
              <w:rPr>
                <w:rFonts w:asciiTheme="minorHAnsi" w:hAnsiTheme="minorHAnsi" w:cs="Lucida Sans Unicode"/>
                <w:b/>
                <w:sz w:val="24"/>
              </w:rPr>
              <w:t>2 et</w:t>
            </w:r>
            <w:r>
              <w:rPr>
                <w:rFonts w:asciiTheme="minorHAnsi" w:hAnsiTheme="minorHAnsi" w:cs="Lucida Sans Unicode"/>
                <w:b/>
                <w:sz w:val="24"/>
              </w:rPr>
              <w:t xml:space="preserve"> 10</w:t>
            </w:r>
          </w:p>
        </w:tc>
      </w:tr>
      <w:tr w:rsidR="00511999" w:rsidRPr="00B265CC" w14:paraId="4DDDC254"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745B4EC8" w14:textId="77777777" w:rsidR="00511999" w:rsidRPr="00B265CC" w:rsidRDefault="00511999"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DEA3AC6" w14:textId="570D15D6" w:rsidR="00511999" w:rsidRPr="00B265CC"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2</w:t>
            </w:r>
          </w:p>
        </w:tc>
      </w:tr>
      <w:tr w:rsidR="00511999" w:rsidRPr="00B265CC" w14:paraId="0D0A7783"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F74E8DB"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5315F951"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r w:rsidR="00511999" w:rsidRPr="00B265CC" w14:paraId="05908520"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597A352"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05616C9D"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r w:rsidR="00511999" w:rsidRPr="00B265CC" w14:paraId="23AFFBB3"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44FD80C"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561FF968"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r w:rsidR="00511999" w:rsidRPr="00B265CC" w14:paraId="4E166928"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3157D19A"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110D70B"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bl>
    <w:p w14:paraId="094AEFB4" w14:textId="77777777" w:rsidR="00511999" w:rsidRDefault="00511999">
      <w:pPr>
        <w:rPr>
          <w:rFonts w:asciiTheme="minorHAnsi" w:hAnsiTheme="minorHAnsi" w:cs="Arial"/>
        </w:rPr>
      </w:pPr>
    </w:p>
    <w:tbl>
      <w:tblPr>
        <w:tblStyle w:val="Grilledutableau"/>
        <w:tblW w:w="0" w:type="auto"/>
        <w:tblLook w:val="04A0" w:firstRow="1" w:lastRow="0" w:firstColumn="1" w:lastColumn="0" w:noHBand="0" w:noVBand="1"/>
      </w:tblPr>
      <w:tblGrid>
        <w:gridCol w:w="3316"/>
        <w:gridCol w:w="5518"/>
      </w:tblGrid>
      <w:tr w:rsidR="00511999" w:rsidRPr="00B265CC" w14:paraId="20EC95A6"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4ABC175D" w14:textId="77777777" w:rsidR="00511999"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N°12</w:t>
            </w:r>
          </w:p>
          <w:p w14:paraId="2CD92959" w14:textId="77777777" w:rsidR="00511999" w:rsidRDefault="00511999" w:rsidP="00817A0F">
            <w:pPr>
              <w:tabs>
                <w:tab w:val="left" w:pos="1200"/>
                <w:tab w:val="left" w:pos="5449"/>
              </w:tabs>
              <w:spacing w:line="240" w:lineRule="exact"/>
              <w:jc w:val="center"/>
              <w:rPr>
                <w:rFonts w:asciiTheme="minorHAnsi" w:hAnsiTheme="minorHAnsi" w:cs="Lucida Sans Unicode"/>
                <w:b/>
                <w:sz w:val="24"/>
              </w:rPr>
            </w:pPr>
          </w:p>
          <w:p w14:paraId="2213F7A7" w14:textId="77777777" w:rsidR="00511999"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11999">
              <w:rPr>
                <w:rFonts w:asciiTheme="minorHAnsi" w:hAnsiTheme="minorHAnsi" w:cs="Lucida Sans Unicode"/>
                <w:b/>
                <w:bCs/>
                <w:sz w:val="24"/>
              </w:rPr>
              <w:t>MOTORISATIONS DES VENTELLES ESPACE BIOCLIMATIQUE</w:t>
            </w:r>
            <w:r>
              <w:rPr>
                <w:rFonts w:asciiTheme="minorHAnsi" w:hAnsiTheme="minorHAnsi" w:cs="Lucida Sans Unicode"/>
                <w:b/>
                <w:bCs/>
                <w:sz w:val="24"/>
              </w:rPr>
              <w:t xml:space="preserve"> </w:t>
            </w:r>
            <w:r>
              <w:rPr>
                <w:rFonts w:asciiTheme="minorHAnsi" w:hAnsiTheme="minorHAnsi" w:cs="Lucida Sans Unicode"/>
                <w:b/>
                <w:sz w:val="24"/>
              </w:rPr>
              <w:t>»</w:t>
            </w:r>
          </w:p>
          <w:p w14:paraId="73107D9C" w14:textId="77777777" w:rsidR="00511999" w:rsidRDefault="00511999" w:rsidP="00817A0F">
            <w:pPr>
              <w:tabs>
                <w:tab w:val="left" w:pos="1200"/>
                <w:tab w:val="left" w:pos="5449"/>
              </w:tabs>
              <w:spacing w:line="240" w:lineRule="exact"/>
              <w:jc w:val="center"/>
              <w:rPr>
                <w:rFonts w:asciiTheme="minorHAnsi" w:hAnsiTheme="minorHAnsi" w:cs="Lucida Sans Unicode"/>
                <w:b/>
                <w:sz w:val="24"/>
              </w:rPr>
            </w:pPr>
          </w:p>
          <w:p w14:paraId="5AAFAF80" w14:textId="77777777" w:rsidR="00511999"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2 et 10</w:t>
            </w:r>
          </w:p>
        </w:tc>
      </w:tr>
      <w:tr w:rsidR="00511999" w:rsidRPr="00B265CC" w14:paraId="76356CE3"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F35B41C" w14:textId="77777777" w:rsidR="00511999" w:rsidRPr="00B265CC" w:rsidRDefault="00511999"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3A4B4F7E" w14:textId="1E86E20E" w:rsidR="00511999" w:rsidRPr="00B265CC"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10</w:t>
            </w:r>
          </w:p>
        </w:tc>
      </w:tr>
      <w:tr w:rsidR="00511999" w:rsidRPr="00B265CC" w14:paraId="1F31B7F3"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7A9F31AE"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4841CBBC"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r w:rsidR="00511999" w:rsidRPr="00B265CC" w14:paraId="2F8B4999"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516AB826"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06275F9A"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r w:rsidR="00511999" w:rsidRPr="00B265CC" w14:paraId="58C69D7A"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0D934455"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65B12ADF"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r w:rsidR="00511999" w:rsidRPr="00B265CC" w14:paraId="6D1CCB17"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569443CF"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0FA4B05"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bl>
    <w:p w14:paraId="20701686" w14:textId="77777777" w:rsidR="00511999" w:rsidRDefault="00511999">
      <w:pPr>
        <w:rPr>
          <w:rFonts w:asciiTheme="minorHAnsi" w:hAnsiTheme="minorHAnsi" w:cs="Arial"/>
        </w:rPr>
      </w:pPr>
    </w:p>
    <w:p w14:paraId="4D5AEAAC" w14:textId="77777777" w:rsidR="00511999" w:rsidRDefault="00511999">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511999" w:rsidRPr="00B265CC" w14:paraId="492D6E65"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13776A0" w14:textId="264BC735" w:rsidR="00511999"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w:t>
            </w:r>
            <w:r>
              <w:rPr>
                <w:rFonts w:asciiTheme="minorHAnsi" w:hAnsiTheme="minorHAnsi" w:cs="Lucida Sans Unicode"/>
                <w:b/>
                <w:sz w:val="24"/>
              </w:rPr>
              <w:t>13</w:t>
            </w:r>
          </w:p>
          <w:p w14:paraId="57CEC153" w14:textId="77777777" w:rsidR="00511999" w:rsidRDefault="00511999" w:rsidP="00817A0F">
            <w:pPr>
              <w:tabs>
                <w:tab w:val="left" w:pos="1200"/>
                <w:tab w:val="left" w:pos="5449"/>
              </w:tabs>
              <w:spacing w:line="240" w:lineRule="exact"/>
              <w:jc w:val="center"/>
              <w:rPr>
                <w:rFonts w:asciiTheme="minorHAnsi" w:hAnsiTheme="minorHAnsi" w:cs="Lucida Sans Unicode"/>
                <w:b/>
                <w:sz w:val="24"/>
              </w:rPr>
            </w:pPr>
          </w:p>
          <w:p w14:paraId="31DB67E4" w14:textId="42698A91" w:rsidR="00511999"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11999">
              <w:rPr>
                <w:rFonts w:asciiTheme="minorHAnsi" w:hAnsiTheme="minorHAnsi" w:cs="Lucida Sans Unicode"/>
                <w:b/>
                <w:bCs/>
                <w:sz w:val="24"/>
              </w:rPr>
              <w:t>SSI CATEGORIE A ET DETECTION EXTENSION NORD</w:t>
            </w:r>
            <w:r>
              <w:rPr>
                <w:rFonts w:asciiTheme="minorHAnsi" w:hAnsiTheme="minorHAnsi" w:cs="Lucida Sans Unicode"/>
                <w:b/>
                <w:bCs/>
                <w:sz w:val="24"/>
              </w:rPr>
              <w:t xml:space="preserve"> </w:t>
            </w:r>
            <w:r>
              <w:rPr>
                <w:rFonts w:asciiTheme="minorHAnsi" w:hAnsiTheme="minorHAnsi" w:cs="Lucida Sans Unicode"/>
                <w:b/>
                <w:sz w:val="24"/>
              </w:rPr>
              <w:t>»</w:t>
            </w:r>
          </w:p>
        </w:tc>
      </w:tr>
      <w:tr w:rsidR="00511999" w:rsidRPr="00B265CC" w14:paraId="192DAE7F"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6EF0E6FD" w14:textId="77777777" w:rsidR="00511999" w:rsidRPr="00B265CC" w:rsidRDefault="00511999"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2ADA70FF" w14:textId="7FD8477C" w:rsidR="00511999" w:rsidRPr="00B265CC" w:rsidRDefault="00511999"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10</w:t>
            </w:r>
          </w:p>
        </w:tc>
      </w:tr>
      <w:tr w:rsidR="00511999" w:rsidRPr="00B265CC" w14:paraId="57741D51"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88BF909"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7CDD78E6"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r w:rsidR="00511999" w:rsidRPr="00B265CC" w14:paraId="219BCF18"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1C959FBE"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331E0468"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r w:rsidR="00511999" w:rsidRPr="00B265CC" w14:paraId="506C0E39"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1647FDE"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78A51AC"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r w:rsidR="00511999" w:rsidRPr="00B265CC" w14:paraId="59AF18A7"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5C6A7945" w14:textId="77777777" w:rsidR="00511999" w:rsidRPr="00B265CC" w:rsidRDefault="00511999"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BBB40BA" w14:textId="77777777" w:rsidR="00511999" w:rsidRPr="00B265CC" w:rsidRDefault="00511999" w:rsidP="00817A0F">
            <w:pPr>
              <w:tabs>
                <w:tab w:val="left" w:pos="1200"/>
                <w:tab w:val="left" w:pos="5449"/>
              </w:tabs>
              <w:spacing w:line="240" w:lineRule="exact"/>
              <w:jc w:val="both"/>
              <w:rPr>
                <w:rFonts w:asciiTheme="minorHAnsi" w:hAnsiTheme="minorHAnsi" w:cs="Lucida Sans Unicode"/>
                <w:sz w:val="24"/>
              </w:rPr>
            </w:pPr>
          </w:p>
        </w:tc>
      </w:tr>
    </w:tbl>
    <w:p w14:paraId="393C167C" w14:textId="77777777" w:rsidR="00511999" w:rsidRDefault="00511999">
      <w:pPr>
        <w:rPr>
          <w:rFonts w:asciiTheme="minorHAnsi" w:hAnsiTheme="minorHAnsi" w:cs="Arial"/>
        </w:rPr>
      </w:pPr>
    </w:p>
    <w:p w14:paraId="267ACB04" w14:textId="77777777" w:rsidR="00511999" w:rsidRDefault="00511999">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DD2157" w:rsidRPr="00B265CC" w14:paraId="75171648"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44F6219C" w14:textId="24D85ECA"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w:t>
            </w:r>
            <w:r>
              <w:rPr>
                <w:rFonts w:asciiTheme="minorHAnsi" w:hAnsiTheme="minorHAnsi" w:cs="Lucida Sans Unicode"/>
                <w:b/>
                <w:sz w:val="24"/>
              </w:rPr>
              <w:t>4</w:t>
            </w:r>
          </w:p>
          <w:p w14:paraId="3174296D"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50660693" w14:textId="051D8C93"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DD2157">
              <w:rPr>
                <w:rFonts w:asciiTheme="minorHAnsi" w:hAnsiTheme="minorHAnsi" w:cs="Lucida Sans Unicode"/>
                <w:b/>
                <w:bCs/>
                <w:sz w:val="24"/>
              </w:rPr>
              <w:t>STRUCTURE DES CIRCULATIONS INCOMBUSTIBLES</w:t>
            </w:r>
            <w:r>
              <w:rPr>
                <w:rFonts w:asciiTheme="minorHAnsi" w:hAnsiTheme="minorHAnsi" w:cs="Lucida Sans Unicode"/>
                <w:b/>
                <w:bCs/>
                <w:sz w:val="24"/>
              </w:rPr>
              <w:t xml:space="preserve"> </w:t>
            </w:r>
            <w:r>
              <w:rPr>
                <w:rFonts w:asciiTheme="minorHAnsi" w:hAnsiTheme="minorHAnsi" w:cs="Lucida Sans Unicode"/>
                <w:b/>
                <w:sz w:val="24"/>
              </w:rPr>
              <w:t>»</w:t>
            </w:r>
          </w:p>
        </w:tc>
      </w:tr>
      <w:tr w:rsidR="00DD2157" w:rsidRPr="00B265CC" w14:paraId="51A86ADF"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11BEC30B" w14:textId="77777777" w:rsidR="00DD2157" w:rsidRPr="00B265CC" w:rsidRDefault="00DD2157"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E4D2C46" w14:textId="59A69168" w:rsidR="00DD2157" w:rsidRPr="00B265CC"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DD2157" w:rsidRPr="00B265CC" w14:paraId="5C4A73D1"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518C700"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2972A9B"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1A4CAAA4"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2F4A0E44"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7120B6A"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02EB8F20"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0A3B13D9"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17751D23"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1FB35880"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21DE7613"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E647A43"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bl>
    <w:p w14:paraId="186A66CA" w14:textId="77777777" w:rsidR="00DD2157" w:rsidRDefault="00DD2157">
      <w:pPr>
        <w:rPr>
          <w:rFonts w:asciiTheme="minorHAnsi" w:hAnsiTheme="minorHAnsi" w:cs="Arial"/>
        </w:rPr>
      </w:pPr>
    </w:p>
    <w:p w14:paraId="01C76B0A" w14:textId="77777777" w:rsidR="00DD2157" w:rsidRDefault="00DD2157">
      <w:pPr>
        <w:rPr>
          <w:rFonts w:asciiTheme="minorHAnsi" w:hAnsiTheme="minorHAnsi" w:cs="Arial"/>
        </w:rPr>
      </w:pPr>
    </w:p>
    <w:p w14:paraId="7DA8A180" w14:textId="77777777" w:rsidR="00DD2157" w:rsidRDefault="00DD2157">
      <w:pPr>
        <w:rPr>
          <w:rFonts w:asciiTheme="minorHAnsi" w:hAnsiTheme="minorHAnsi" w:cs="Arial"/>
        </w:rPr>
      </w:pPr>
    </w:p>
    <w:p w14:paraId="03744FA1" w14:textId="77777777" w:rsidR="00DD2157" w:rsidRDefault="00DD2157">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DD2157" w:rsidRPr="00B265CC" w14:paraId="525DB31F"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4539BBC9" w14:textId="309C2D58"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N°1</w:t>
            </w:r>
            <w:r>
              <w:rPr>
                <w:rFonts w:asciiTheme="minorHAnsi" w:hAnsiTheme="minorHAnsi" w:cs="Lucida Sans Unicode"/>
                <w:b/>
                <w:sz w:val="24"/>
              </w:rPr>
              <w:t>5</w:t>
            </w:r>
          </w:p>
          <w:p w14:paraId="52E5DDAB"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5775C62E" w14:textId="6D67E3AB"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DD2157">
              <w:rPr>
                <w:rFonts w:asciiTheme="minorHAnsi" w:hAnsiTheme="minorHAnsi" w:cs="Lucida Sans Unicode"/>
                <w:b/>
                <w:bCs/>
                <w:sz w:val="24"/>
              </w:rPr>
              <w:t>MODIFICATION DE LA VENTILATION DU R+2</w:t>
            </w:r>
            <w:r>
              <w:rPr>
                <w:rFonts w:asciiTheme="minorHAnsi" w:hAnsiTheme="minorHAnsi" w:cs="Lucida Sans Unicode"/>
                <w:b/>
                <w:bCs/>
                <w:sz w:val="24"/>
              </w:rPr>
              <w:t xml:space="preserve"> </w:t>
            </w:r>
            <w:r>
              <w:rPr>
                <w:rFonts w:asciiTheme="minorHAnsi" w:hAnsiTheme="minorHAnsi" w:cs="Lucida Sans Unicode"/>
                <w:b/>
                <w:sz w:val="24"/>
              </w:rPr>
              <w:t>»</w:t>
            </w:r>
          </w:p>
          <w:p w14:paraId="5C40C37A"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3B980752" w14:textId="20C41D2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Lots concernés : </w:t>
            </w:r>
            <w:r>
              <w:rPr>
                <w:rFonts w:asciiTheme="minorHAnsi" w:hAnsiTheme="minorHAnsi" w:cs="Lucida Sans Unicode"/>
                <w:b/>
                <w:sz w:val="24"/>
              </w:rPr>
              <w:t xml:space="preserve">1, 3, </w:t>
            </w:r>
            <w:r>
              <w:rPr>
                <w:rFonts w:asciiTheme="minorHAnsi" w:hAnsiTheme="minorHAnsi" w:cs="Lucida Sans Unicode"/>
                <w:b/>
                <w:sz w:val="24"/>
              </w:rPr>
              <w:t>10</w:t>
            </w:r>
            <w:r>
              <w:rPr>
                <w:rFonts w:asciiTheme="minorHAnsi" w:hAnsiTheme="minorHAnsi" w:cs="Lucida Sans Unicode"/>
                <w:b/>
                <w:sz w:val="24"/>
              </w:rPr>
              <w:t xml:space="preserve"> et 11</w:t>
            </w:r>
          </w:p>
        </w:tc>
      </w:tr>
      <w:tr w:rsidR="00DD2157" w:rsidRPr="00B265CC" w14:paraId="630538FC"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6FADA066" w14:textId="77777777" w:rsidR="00DD2157" w:rsidRPr="00B265CC" w:rsidRDefault="00DD2157"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72EF57B9" w14:textId="1E9F2A60" w:rsidR="00DD2157" w:rsidRPr="00B265CC"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DD2157" w:rsidRPr="00B265CC" w14:paraId="24F0A955"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A680139"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303D434"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033620E1"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F9CDE92"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001365D4"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58445427"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4E980752"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95DA309"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012562BE"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505D4BBC"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62F56E5"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bl>
    <w:p w14:paraId="7247BD65" w14:textId="77777777" w:rsidR="00DD2157" w:rsidRDefault="00DD2157">
      <w:pPr>
        <w:rPr>
          <w:rFonts w:asciiTheme="minorHAnsi" w:hAnsiTheme="minorHAnsi" w:cs="Arial"/>
        </w:rPr>
      </w:pPr>
    </w:p>
    <w:p w14:paraId="5EDA22DE" w14:textId="77777777" w:rsidR="00511999" w:rsidRDefault="00511999">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DD2157" w:rsidRPr="00B265CC" w14:paraId="1443F258"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CDC2846"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N°15</w:t>
            </w:r>
          </w:p>
          <w:p w14:paraId="6501CA36"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10B77015"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DD2157">
              <w:rPr>
                <w:rFonts w:asciiTheme="minorHAnsi" w:hAnsiTheme="minorHAnsi" w:cs="Lucida Sans Unicode"/>
                <w:b/>
                <w:bCs/>
                <w:sz w:val="24"/>
              </w:rPr>
              <w:t>MODIFICATION DE LA VENTILATION DU R+2</w:t>
            </w:r>
            <w:r>
              <w:rPr>
                <w:rFonts w:asciiTheme="minorHAnsi" w:hAnsiTheme="minorHAnsi" w:cs="Lucida Sans Unicode"/>
                <w:b/>
                <w:bCs/>
                <w:sz w:val="24"/>
              </w:rPr>
              <w:t xml:space="preserve"> </w:t>
            </w:r>
            <w:r>
              <w:rPr>
                <w:rFonts w:asciiTheme="minorHAnsi" w:hAnsiTheme="minorHAnsi" w:cs="Lucida Sans Unicode"/>
                <w:b/>
                <w:sz w:val="24"/>
              </w:rPr>
              <w:t>»</w:t>
            </w:r>
          </w:p>
          <w:p w14:paraId="68538FC5"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68BF76F8"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1, 3, 10 et 11</w:t>
            </w:r>
          </w:p>
        </w:tc>
      </w:tr>
      <w:tr w:rsidR="00DD2157" w:rsidRPr="00B265CC" w14:paraId="0248F9AE"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DB4E32D" w14:textId="77777777" w:rsidR="00DD2157" w:rsidRPr="00B265CC" w:rsidRDefault="00DD2157"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F7BFA94" w14:textId="3DF96D21" w:rsidR="00DD2157" w:rsidRPr="00B265CC"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3</w:t>
            </w:r>
          </w:p>
        </w:tc>
      </w:tr>
      <w:tr w:rsidR="00DD2157" w:rsidRPr="00B265CC" w14:paraId="5C382B4E"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49F29B4"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290FBFA7"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2AE0EBCC"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71E22DAB"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0CFEED43"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4A1F6E75"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1C2BD64"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6E8555B"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4F98FDE7"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32DD55A6"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02B7E4B"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bl>
    <w:p w14:paraId="65329A91" w14:textId="77777777" w:rsidR="00DD2157" w:rsidRDefault="00DD2157">
      <w:pPr>
        <w:rPr>
          <w:rFonts w:asciiTheme="minorHAnsi" w:hAnsiTheme="minorHAnsi" w:cs="Arial"/>
        </w:rPr>
      </w:pPr>
    </w:p>
    <w:p w14:paraId="3551737C" w14:textId="77777777" w:rsidR="00DD2157" w:rsidRDefault="00DD2157">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DD2157" w:rsidRPr="00B265CC" w14:paraId="4D989B8B"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208CF778"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N°15</w:t>
            </w:r>
          </w:p>
          <w:p w14:paraId="5AFE6FFD"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6E1B1BFE"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DD2157">
              <w:rPr>
                <w:rFonts w:asciiTheme="minorHAnsi" w:hAnsiTheme="minorHAnsi" w:cs="Lucida Sans Unicode"/>
                <w:b/>
                <w:bCs/>
                <w:sz w:val="24"/>
              </w:rPr>
              <w:t>MODIFICATION DE LA VENTILATION DU R+2</w:t>
            </w:r>
            <w:r>
              <w:rPr>
                <w:rFonts w:asciiTheme="minorHAnsi" w:hAnsiTheme="minorHAnsi" w:cs="Lucida Sans Unicode"/>
                <w:b/>
                <w:bCs/>
                <w:sz w:val="24"/>
              </w:rPr>
              <w:t xml:space="preserve"> </w:t>
            </w:r>
            <w:r>
              <w:rPr>
                <w:rFonts w:asciiTheme="minorHAnsi" w:hAnsiTheme="minorHAnsi" w:cs="Lucida Sans Unicode"/>
                <w:b/>
                <w:sz w:val="24"/>
              </w:rPr>
              <w:t>»</w:t>
            </w:r>
          </w:p>
          <w:p w14:paraId="210DCC5F"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29661DF9"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1, 3, 10 et 11</w:t>
            </w:r>
          </w:p>
        </w:tc>
      </w:tr>
      <w:tr w:rsidR="00DD2157" w:rsidRPr="00B265CC" w14:paraId="6860CBCE"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72940546" w14:textId="77777777" w:rsidR="00DD2157" w:rsidRPr="00B265CC" w:rsidRDefault="00DD2157"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339B5035" w14:textId="172DFC06" w:rsidR="00DD2157" w:rsidRPr="00B265CC"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r>
              <w:rPr>
                <w:rFonts w:asciiTheme="minorHAnsi" w:hAnsiTheme="minorHAnsi" w:cs="Lucida Sans Unicode"/>
                <w:b/>
                <w:sz w:val="24"/>
              </w:rPr>
              <w:t>0</w:t>
            </w:r>
          </w:p>
        </w:tc>
      </w:tr>
      <w:tr w:rsidR="00DD2157" w:rsidRPr="00B265CC" w14:paraId="1F3459B5"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647793C5"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5A6CE905"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6E3ACE14"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6623604"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0BF194F"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16A9E82D"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6100C222"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5248FB4"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67071E9B"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0F3CBC86"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81920AC"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bl>
    <w:p w14:paraId="77E61671" w14:textId="77777777" w:rsidR="00DD2157" w:rsidRDefault="00DD2157">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DD2157" w:rsidRPr="00B265CC" w14:paraId="071D9DC7"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D5419D2"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N°15</w:t>
            </w:r>
          </w:p>
          <w:p w14:paraId="6E6F4F99"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3F4D9745"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DD2157">
              <w:rPr>
                <w:rFonts w:asciiTheme="minorHAnsi" w:hAnsiTheme="minorHAnsi" w:cs="Lucida Sans Unicode"/>
                <w:b/>
                <w:bCs/>
                <w:sz w:val="24"/>
              </w:rPr>
              <w:t>MODIFICATION DE LA VENTILATION DU R+2</w:t>
            </w:r>
            <w:r>
              <w:rPr>
                <w:rFonts w:asciiTheme="minorHAnsi" w:hAnsiTheme="minorHAnsi" w:cs="Lucida Sans Unicode"/>
                <w:b/>
                <w:bCs/>
                <w:sz w:val="24"/>
              </w:rPr>
              <w:t xml:space="preserve"> </w:t>
            </w:r>
            <w:r>
              <w:rPr>
                <w:rFonts w:asciiTheme="minorHAnsi" w:hAnsiTheme="minorHAnsi" w:cs="Lucida Sans Unicode"/>
                <w:b/>
                <w:sz w:val="24"/>
              </w:rPr>
              <w:t>»</w:t>
            </w:r>
          </w:p>
          <w:p w14:paraId="1EB1011E"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0784A794"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1, 3, 10 et 11</w:t>
            </w:r>
          </w:p>
        </w:tc>
      </w:tr>
      <w:tr w:rsidR="00DD2157" w:rsidRPr="00B265CC" w14:paraId="122CB843"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163A99F0" w14:textId="77777777" w:rsidR="00DD2157" w:rsidRPr="00B265CC" w:rsidRDefault="00DD2157"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13039F8" w14:textId="348B10C8" w:rsidR="00DD2157" w:rsidRPr="00B265CC"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r>
              <w:rPr>
                <w:rFonts w:asciiTheme="minorHAnsi" w:hAnsiTheme="minorHAnsi" w:cs="Lucida Sans Unicode"/>
                <w:b/>
                <w:sz w:val="24"/>
              </w:rPr>
              <w:t>1</w:t>
            </w:r>
          </w:p>
        </w:tc>
      </w:tr>
      <w:tr w:rsidR="00DD2157" w:rsidRPr="00B265CC" w14:paraId="24D5BE72"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8A59BA9"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4517A82"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7CE38631"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6F7E080"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E6C541B"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359038F8"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FA005B4"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907A6A0"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602CDF9A"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78E64AD9"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35D24EFC"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bl>
    <w:p w14:paraId="1FD659FB" w14:textId="77777777" w:rsidR="00DD2157" w:rsidRDefault="00DD2157">
      <w:pPr>
        <w:rPr>
          <w:rFonts w:asciiTheme="minorHAnsi" w:hAnsiTheme="minorHAnsi" w:cs="Arial"/>
        </w:rPr>
      </w:pPr>
    </w:p>
    <w:p w14:paraId="2E8AF66A" w14:textId="77777777" w:rsidR="00DD2157" w:rsidRDefault="00DD2157">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DD2157" w:rsidRPr="00B265CC" w14:paraId="69AB92EA"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9F4CD5B" w14:textId="6EC1B349"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w:t>
            </w:r>
            <w:r>
              <w:rPr>
                <w:rFonts w:asciiTheme="minorHAnsi" w:hAnsiTheme="minorHAnsi" w:cs="Lucida Sans Unicode"/>
                <w:b/>
                <w:sz w:val="24"/>
              </w:rPr>
              <w:t>6</w:t>
            </w:r>
          </w:p>
          <w:p w14:paraId="0F76C366"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5942906D" w14:textId="03EBF9D2" w:rsidR="00DD2157" w:rsidRDefault="00DD2157" w:rsidP="00DD2157">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DD2157">
              <w:rPr>
                <w:rFonts w:asciiTheme="minorHAnsi" w:hAnsiTheme="minorHAnsi" w:cs="Lucida Sans Unicode"/>
                <w:b/>
                <w:bCs/>
                <w:sz w:val="24"/>
              </w:rPr>
              <w:t>REDUCTION DES BRISE-SOLEIL ET EPINES VERTICALES</w:t>
            </w:r>
            <w:r>
              <w:rPr>
                <w:rFonts w:asciiTheme="minorHAnsi" w:hAnsiTheme="minorHAnsi" w:cs="Lucida Sans Unicode"/>
                <w:b/>
                <w:bCs/>
                <w:sz w:val="24"/>
              </w:rPr>
              <w:t xml:space="preserve"> </w:t>
            </w:r>
            <w:r>
              <w:rPr>
                <w:rFonts w:asciiTheme="minorHAnsi" w:hAnsiTheme="minorHAnsi" w:cs="Lucida Sans Unicode"/>
                <w:b/>
                <w:sz w:val="24"/>
              </w:rPr>
              <w:t>»</w:t>
            </w:r>
          </w:p>
        </w:tc>
      </w:tr>
      <w:tr w:rsidR="00DD2157" w:rsidRPr="00B265CC" w14:paraId="04E7AD96"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76301BBB" w14:textId="77777777" w:rsidR="00DD2157" w:rsidRPr="00B265CC" w:rsidRDefault="00DD2157"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2EA4D763" w14:textId="0EDBAA5C" w:rsidR="00DD2157" w:rsidRPr="00B265CC"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DD2157" w:rsidRPr="00B265CC" w14:paraId="4EACF28B"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6FB04F2"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26F98D42"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7EA67A1F"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5BE1A8F8"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B1C1033"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3080739D"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53A7F25E"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6D09EAC5"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3B7D57B0"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4AE0252D"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3FF12B5"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bl>
    <w:p w14:paraId="18A841E6" w14:textId="77777777" w:rsidR="00DD2157" w:rsidRDefault="00DD2157">
      <w:pPr>
        <w:rPr>
          <w:rFonts w:asciiTheme="minorHAnsi" w:hAnsiTheme="minorHAnsi" w:cs="Arial"/>
        </w:rPr>
      </w:pPr>
    </w:p>
    <w:p w14:paraId="533BC35E" w14:textId="77777777" w:rsidR="00DD2157" w:rsidRDefault="00DD2157">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DD2157" w:rsidRPr="00B265CC" w14:paraId="7478A8D1"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32FD532" w14:textId="6ADCB81F"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w:t>
            </w:r>
            <w:r>
              <w:rPr>
                <w:rFonts w:asciiTheme="minorHAnsi" w:hAnsiTheme="minorHAnsi" w:cs="Lucida Sans Unicode"/>
                <w:b/>
                <w:sz w:val="24"/>
              </w:rPr>
              <w:t>7</w:t>
            </w:r>
          </w:p>
          <w:p w14:paraId="4D12A3A6" w14:textId="77777777" w:rsidR="00DD2157" w:rsidRDefault="00DD2157" w:rsidP="00817A0F">
            <w:pPr>
              <w:tabs>
                <w:tab w:val="left" w:pos="1200"/>
                <w:tab w:val="left" w:pos="5449"/>
              </w:tabs>
              <w:spacing w:line="240" w:lineRule="exact"/>
              <w:jc w:val="center"/>
              <w:rPr>
                <w:rFonts w:asciiTheme="minorHAnsi" w:hAnsiTheme="minorHAnsi" w:cs="Lucida Sans Unicode"/>
                <w:b/>
                <w:sz w:val="24"/>
              </w:rPr>
            </w:pPr>
          </w:p>
          <w:p w14:paraId="5F1CF1E4" w14:textId="3990C3AA" w:rsidR="00DD2157"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DD2157">
              <w:rPr>
                <w:rFonts w:asciiTheme="minorHAnsi" w:hAnsiTheme="minorHAnsi" w:cs="Lucida Sans Unicode"/>
                <w:b/>
                <w:bCs/>
                <w:sz w:val="24"/>
              </w:rPr>
              <w:t>SUPPRESSION PARE VUE ZONE CTA R+2</w:t>
            </w:r>
            <w:r>
              <w:rPr>
                <w:rFonts w:asciiTheme="minorHAnsi" w:hAnsiTheme="minorHAnsi" w:cs="Lucida Sans Unicode"/>
                <w:b/>
                <w:bCs/>
                <w:sz w:val="24"/>
              </w:rPr>
              <w:t xml:space="preserve"> </w:t>
            </w:r>
            <w:r>
              <w:rPr>
                <w:rFonts w:asciiTheme="minorHAnsi" w:hAnsiTheme="minorHAnsi" w:cs="Lucida Sans Unicode"/>
                <w:b/>
                <w:sz w:val="24"/>
              </w:rPr>
              <w:t>»</w:t>
            </w:r>
          </w:p>
        </w:tc>
      </w:tr>
      <w:tr w:rsidR="00DD2157" w:rsidRPr="00B265CC" w14:paraId="5D665A77"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53F156D5" w14:textId="77777777" w:rsidR="00DD2157" w:rsidRPr="00B265CC" w:rsidRDefault="00DD2157"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C9CFB6C" w14:textId="77777777" w:rsidR="00DD2157" w:rsidRPr="00B265CC" w:rsidRDefault="00DD2157"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DD2157" w:rsidRPr="00B265CC" w14:paraId="6704CCD2"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3AA9675D"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FEF365A"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5D3DFECF"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E3281FC"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32B17764"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283567C4"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E652FFB"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AEE6F6B"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r w:rsidR="00DD2157" w:rsidRPr="00B265CC" w14:paraId="0797297F"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23DA827A" w14:textId="77777777" w:rsidR="00DD2157" w:rsidRPr="00B265CC" w:rsidRDefault="00DD2157"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0CC459C" w14:textId="77777777" w:rsidR="00DD2157" w:rsidRPr="00B265CC" w:rsidRDefault="00DD2157" w:rsidP="00817A0F">
            <w:pPr>
              <w:tabs>
                <w:tab w:val="left" w:pos="1200"/>
                <w:tab w:val="left" w:pos="5449"/>
              </w:tabs>
              <w:spacing w:line="240" w:lineRule="exact"/>
              <w:jc w:val="both"/>
              <w:rPr>
                <w:rFonts w:asciiTheme="minorHAnsi" w:hAnsiTheme="minorHAnsi" w:cs="Lucida Sans Unicode"/>
                <w:sz w:val="24"/>
              </w:rPr>
            </w:pPr>
          </w:p>
        </w:tc>
      </w:tr>
    </w:tbl>
    <w:p w14:paraId="0B9D78CC" w14:textId="77777777" w:rsidR="00DD2157" w:rsidRDefault="00DD2157">
      <w:pPr>
        <w:rPr>
          <w:rFonts w:asciiTheme="minorHAnsi" w:hAnsiTheme="minorHAnsi" w:cs="Arial"/>
        </w:rPr>
      </w:pPr>
    </w:p>
    <w:p w14:paraId="48DB6BA9" w14:textId="77777777" w:rsidR="00927C18" w:rsidRDefault="00927C18">
      <w:pPr>
        <w:rPr>
          <w:rFonts w:asciiTheme="minorHAnsi" w:hAnsiTheme="minorHAnsi" w:cs="Arial"/>
        </w:rPr>
      </w:pPr>
    </w:p>
    <w:p w14:paraId="2CAE2B87" w14:textId="77777777" w:rsidR="00927C18" w:rsidRDefault="00927C18">
      <w:pPr>
        <w:rPr>
          <w:rFonts w:asciiTheme="minorHAnsi" w:hAnsiTheme="minorHAnsi" w:cs="Arial"/>
        </w:rPr>
      </w:pPr>
    </w:p>
    <w:p w14:paraId="1B87BADC" w14:textId="77777777" w:rsidR="00927C18" w:rsidRDefault="00927C18">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927C18" w:rsidRPr="00B265CC" w14:paraId="1ED43767"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18846042" w14:textId="19B07F83"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N°1</w:t>
            </w:r>
            <w:r>
              <w:rPr>
                <w:rFonts w:asciiTheme="minorHAnsi" w:hAnsiTheme="minorHAnsi" w:cs="Lucida Sans Unicode"/>
                <w:b/>
                <w:sz w:val="24"/>
              </w:rPr>
              <w:t>8</w:t>
            </w:r>
          </w:p>
          <w:p w14:paraId="296D8A56"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6A60CE38" w14:textId="0FFD12CE"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27C18">
              <w:rPr>
                <w:rFonts w:asciiTheme="minorHAnsi" w:hAnsiTheme="minorHAnsi" w:cs="Lucida Sans Unicode"/>
                <w:b/>
                <w:bCs/>
                <w:sz w:val="24"/>
              </w:rPr>
              <w:t>REMPLACEMENT DE LA TEINTE « ANODIC BRONZE » PAR UNE TEINTE RAL PROCHE</w:t>
            </w:r>
            <w:r>
              <w:rPr>
                <w:rFonts w:asciiTheme="minorHAnsi" w:hAnsiTheme="minorHAnsi" w:cs="Lucida Sans Unicode"/>
                <w:b/>
                <w:bCs/>
                <w:sz w:val="24"/>
              </w:rPr>
              <w:t xml:space="preserve"> </w:t>
            </w:r>
            <w:r>
              <w:rPr>
                <w:rFonts w:asciiTheme="minorHAnsi" w:hAnsiTheme="minorHAnsi" w:cs="Lucida Sans Unicode"/>
                <w:b/>
                <w:sz w:val="24"/>
              </w:rPr>
              <w:t>»</w:t>
            </w:r>
          </w:p>
        </w:tc>
      </w:tr>
      <w:tr w:rsidR="00927C18" w:rsidRPr="00B265CC" w14:paraId="04EE97D2"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E5E23F6" w14:textId="77777777" w:rsidR="00927C18" w:rsidRPr="00B265CC" w:rsidRDefault="00927C18"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0C968164" w14:textId="77777777" w:rsidR="00927C18" w:rsidRPr="00B265CC"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927C18" w:rsidRPr="00B265CC" w14:paraId="6772F96E"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043197F"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3935FE8B"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75767F11"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0D7D01F"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325802F7"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56C6AF04"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5DF59800"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1D51656"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6587DA5D"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F351B20"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535E58F7"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bl>
    <w:p w14:paraId="59BBE671" w14:textId="77777777" w:rsidR="00927C18" w:rsidRDefault="00927C18">
      <w:pPr>
        <w:rPr>
          <w:rFonts w:asciiTheme="minorHAnsi" w:hAnsiTheme="minorHAnsi" w:cs="Arial"/>
        </w:rPr>
      </w:pPr>
    </w:p>
    <w:p w14:paraId="2D199F01" w14:textId="77777777" w:rsidR="00DD2157" w:rsidRDefault="00DD2157">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927C18" w:rsidRPr="00B265CC" w14:paraId="1206E4D5"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7071D2F2" w14:textId="21CB21DE"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N°1</w:t>
            </w:r>
            <w:r>
              <w:rPr>
                <w:rFonts w:asciiTheme="minorHAnsi" w:hAnsiTheme="minorHAnsi" w:cs="Lucida Sans Unicode"/>
                <w:b/>
                <w:sz w:val="24"/>
              </w:rPr>
              <w:t>9</w:t>
            </w:r>
          </w:p>
          <w:p w14:paraId="59B68845"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4A96B0BB" w14:textId="7C7FAFD1"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27C18">
              <w:rPr>
                <w:rFonts w:asciiTheme="minorHAnsi" w:hAnsiTheme="minorHAnsi" w:cs="Lucida Sans Unicode"/>
                <w:b/>
                <w:bCs/>
                <w:sz w:val="24"/>
              </w:rPr>
              <w:t>REMPLACEMENT DES MEXT BOIS ALU PAR MEXT ALU / ALU</w:t>
            </w:r>
            <w:r>
              <w:rPr>
                <w:rFonts w:asciiTheme="minorHAnsi" w:hAnsiTheme="minorHAnsi" w:cs="Lucida Sans Unicode"/>
                <w:b/>
                <w:bCs/>
                <w:sz w:val="24"/>
              </w:rPr>
              <w:t xml:space="preserve"> </w:t>
            </w:r>
            <w:r>
              <w:rPr>
                <w:rFonts w:asciiTheme="minorHAnsi" w:hAnsiTheme="minorHAnsi" w:cs="Lucida Sans Unicode"/>
                <w:b/>
                <w:sz w:val="24"/>
              </w:rPr>
              <w:t>»</w:t>
            </w:r>
          </w:p>
        </w:tc>
      </w:tr>
      <w:tr w:rsidR="00927C18" w:rsidRPr="00B265CC" w14:paraId="29980372"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D856C43" w14:textId="77777777" w:rsidR="00927C18" w:rsidRPr="00B265CC" w:rsidRDefault="00927C18"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7297189C" w14:textId="77777777" w:rsidR="00927C18" w:rsidRPr="00B265CC"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927C18" w:rsidRPr="00B265CC" w14:paraId="393987E0"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7C9001C"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51607E5"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037B0CEE"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F1E723E"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E119481"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6028A9F9"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2ABC7E0"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31FA5CE"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7E4FF4C9"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30DA301"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0D332646"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bl>
    <w:p w14:paraId="2C5FC0BD" w14:textId="77777777" w:rsidR="00927C18" w:rsidRDefault="00927C18">
      <w:pPr>
        <w:rPr>
          <w:rFonts w:asciiTheme="minorHAnsi" w:hAnsiTheme="minorHAnsi" w:cs="Arial"/>
        </w:rPr>
      </w:pPr>
    </w:p>
    <w:p w14:paraId="727E0392" w14:textId="77777777" w:rsidR="00927C18" w:rsidRDefault="00927C18">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27C18" w:rsidRPr="00B265CC" w14:paraId="68693489"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CD70291" w14:textId="298BF530"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w:t>
            </w:r>
            <w:r>
              <w:rPr>
                <w:rFonts w:asciiTheme="minorHAnsi" w:hAnsiTheme="minorHAnsi" w:cs="Lucida Sans Unicode"/>
                <w:b/>
                <w:sz w:val="24"/>
              </w:rPr>
              <w:t>20</w:t>
            </w:r>
          </w:p>
          <w:p w14:paraId="2F8A3CAF"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6546CE67" w14:textId="26EADE25"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27C18">
              <w:rPr>
                <w:rFonts w:asciiTheme="minorHAnsi" w:hAnsiTheme="minorHAnsi" w:cs="Lucida Sans Unicode"/>
                <w:b/>
                <w:bCs/>
                <w:sz w:val="24"/>
              </w:rPr>
              <w:t>SUPPRESSION PARTIELLE DES EPINES ET BRISES SOLEILS</w:t>
            </w:r>
            <w:r>
              <w:rPr>
                <w:rFonts w:asciiTheme="minorHAnsi" w:hAnsiTheme="minorHAnsi" w:cs="Lucida Sans Unicode"/>
                <w:b/>
                <w:bCs/>
                <w:sz w:val="24"/>
              </w:rPr>
              <w:t xml:space="preserve"> </w:t>
            </w:r>
            <w:r>
              <w:rPr>
                <w:rFonts w:asciiTheme="minorHAnsi" w:hAnsiTheme="minorHAnsi" w:cs="Lucida Sans Unicode"/>
                <w:b/>
                <w:sz w:val="24"/>
              </w:rPr>
              <w:t>»</w:t>
            </w:r>
          </w:p>
        </w:tc>
      </w:tr>
      <w:tr w:rsidR="00927C18" w:rsidRPr="00B265CC" w14:paraId="04B5617B"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71153EC" w14:textId="77777777" w:rsidR="00927C18" w:rsidRPr="00B265CC" w:rsidRDefault="00927C18"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ECD4AA4" w14:textId="77777777" w:rsidR="00927C18" w:rsidRPr="00B265CC"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927C18" w:rsidRPr="00B265CC" w14:paraId="27CBE18F"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3D694E60"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BF0968A"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572E9EEB"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5398F1FB"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2D880B84"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3092227F"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29380A7"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5FBB53FE"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5A75E848"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71423933"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4995C48"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bl>
    <w:p w14:paraId="4CF92396" w14:textId="77777777" w:rsidR="00927C18" w:rsidRDefault="00927C18">
      <w:pPr>
        <w:rPr>
          <w:rFonts w:asciiTheme="minorHAnsi" w:hAnsiTheme="minorHAnsi" w:cs="Arial"/>
        </w:rPr>
      </w:pPr>
    </w:p>
    <w:p w14:paraId="15FD66B5" w14:textId="77777777" w:rsidR="00927C18" w:rsidRDefault="00927C18">
      <w:pPr>
        <w:rPr>
          <w:rFonts w:asciiTheme="minorHAnsi" w:hAnsiTheme="minorHAnsi" w:cs="Arial"/>
        </w:rPr>
      </w:pPr>
    </w:p>
    <w:p w14:paraId="58723471" w14:textId="77777777" w:rsidR="00927C18" w:rsidRDefault="00927C18">
      <w:pPr>
        <w:rPr>
          <w:rFonts w:asciiTheme="minorHAnsi" w:hAnsiTheme="minorHAnsi" w:cs="Arial"/>
        </w:rPr>
      </w:pPr>
    </w:p>
    <w:p w14:paraId="72FE079D" w14:textId="77777777" w:rsidR="00927C18" w:rsidRDefault="00927C18">
      <w:pPr>
        <w:rPr>
          <w:rFonts w:asciiTheme="minorHAnsi" w:hAnsiTheme="minorHAnsi" w:cs="Arial"/>
        </w:rPr>
      </w:pPr>
    </w:p>
    <w:p w14:paraId="6D7728C5" w14:textId="77777777" w:rsidR="00927C18" w:rsidRDefault="00927C18">
      <w:pPr>
        <w:rPr>
          <w:rFonts w:asciiTheme="minorHAnsi" w:hAnsiTheme="minorHAnsi" w:cs="Arial"/>
        </w:rPr>
      </w:pPr>
    </w:p>
    <w:p w14:paraId="0D1AA8C3" w14:textId="77777777" w:rsidR="00927C18" w:rsidRDefault="00927C18">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927C18" w:rsidRPr="00B265CC" w14:paraId="331DECA3"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135812B6" w14:textId="1B39BBE3"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N°2</w:t>
            </w:r>
            <w:r>
              <w:rPr>
                <w:rFonts w:asciiTheme="minorHAnsi" w:hAnsiTheme="minorHAnsi" w:cs="Lucida Sans Unicode"/>
                <w:b/>
                <w:sz w:val="24"/>
              </w:rPr>
              <w:t>1</w:t>
            </w:r>
          </w:p>
          <w:p w14:paraId="34D27A9B"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09B6566B" w14:textId="0E1000DD"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27C18">
              <w:rPr>
                <w:rFonts w:asciiTheme="minorHAnsi" w:hAnsiTheme="minorHAnsi" w:cs="Lucida Sans Unicode"/>
                <w:b/>
                <w:bCs/>
                <w:sz w:val="24"/>
              </w:rPr>
              <w:t>REMPLACEMENT DE REVETEMENT DE FAÇADE DE FINITION DE TYPE 2</w:t>
            </w:r>
            <w:r>
              <w:rPr>
                <w:rFonts w:asciiTheme="minorHAnsi" w:hAnsiTheme="minorHAnsi" w:cs="Lucida Sans Unicode"/>
                <w:b/>
                <w:bCs/>
                <w:sz w:val="24"/>
              </w:rPr>
              <w:t xml:space="preserve"> </w:t>
            </w:r>
            <w:r>
              <w:rPr>
                <w:rFonts w:asciiTheme="minorHAnsi" w:hAnsiTheme="minorHAnsi" w:cs="Lucida Sans Unicode"/>
                <w:b/>
                <w:sz w:val="24"/>
              </w:rPr>
              <w:t>»</w:t>
            </w:r>
          </w:p>
        </w:tc>
      </w:tr>
      <w:tr w:rsidR="00927C18" w:rsidRPr="00B265CC" w14:paraId="6926523B"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1E0BF1AC" w14:textId="77777777" w:rsidR="00927C18" w:rsidRPr="00B265CC" w:rsidRDefault="00927C18"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4B431FC3" w14:textId="77777777" w:rsidR="00927C18" w:rsidRPr="00B265CC"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927C18" w:rsidRPr="00B265CC" w14:paraId="05906EC0"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7E2D8BD4"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345A4186"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27268F56"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10F570A7"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32EF7349"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01457CED"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0D55AB97"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2AA46F10"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2E4DC186"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61D647D8"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48F08B3"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bl>
    <w:p w14:paraId="0265B832" w14:textId="77777777" w:rsidR="00927C18" w:rsidRDefault="00927C18">
      <w:pPr>
        <w:rPr>
          <w:rFonts w:asciiTheme="minorHAnsi" w:hAnsiTheme="minorHAnsi" w:cs="Arial"/>
        </w:rPr>
      </w:pPr>
    </w:p>
    <w:p w14:paraId="623136D4" w14:textId="77777777" w:rsidR="00927C18" w:rsidRDefault="00927C18">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27C18" w:rsidRPr="00B265CC" w14:paraId="00C80531"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E91FDF8" w14:textId="1B9CF65D"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w:t>
            </w:r>
            <w:r>
              <w:rPr>
                <w:rFonts w:asciiTheme="minorHAnsi" w:hAnsiTheme="minorHAnsi" w:cs="Lucida Sans Unicode"/>
                <w:b/>
                <w:sz w:val="24"/>
              </w:rPr>
              <w:t>2</w:t>
            </w:r>
          </w:p>
          <w:p w14:paraId="01C8F148"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2D9AB0D3"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27C18">
              <w:rPr>
                <w:rFonts w:asciiTheme="minorHAnsi" w:hAnsiTheme="minorHAnsi" w:cs="Lucida Sans Unicode"/>
                <w:b/>
                <w:bCs/>
                <w:sz w:val="24"/>
              </w:rPr>
              <w:t>SUPPRESSION DES CHAPES ACOUSTIQUES ET MODIFICATIONS DES REVETEMENTS</w:t>
            </w:r>
            <w:r>
              <w:rPr>
                <w:rFonts w:asciiTheme="minorHAnsi" w:hAnsiTheme="minorHAnsi" w:cs="Lucida Sans Unicode"/>
                <w:b/>
                <w:bCs/>
                <w:sz w:val="24"/>
              </w:rPr>
              <w:t xml:space="preserve"> </w:t>
            </w:r>
            <w:r>
              <w:rPr>
                <w:rFonts w:asciiTheme="minorHAnsi" w:hAnsiTheme="minorHAnsi" w:cs="Lucida Sans Unicode"/>
                <w:b/>
                <w:sz w:val="24"/>
              </w:rPr>
              <w:t>»</w:t>
            </w:r>
          </w:p>
          <w:p w14:paraId="649B710A"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14DD1700" w14:textId="3FA9F07F"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1, 6 et 7</w:t>
            </w:r>
          </w:p>
        </w:tc>
      </w:tr>
      <w:tr w:rsidR="00927C18" w:rsidRPr="00B265CC" w14:paraId="716D02C6"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147BD709" w14:textId="77777777" w:rsidR="00927C18" w:rsidRPr="00B265CC" w:rsidRDefault="00927C18"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DF52A84" w14:textId="77777777" w:rsidR="00927C18" w:rsidRPr="00B265CC"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p>
        </w:tc>
      </w:tr>
      <w:tr w:rsidR="00927C18" w:rsidRPr="00B265CC" w14:paraId="1CC55131"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7E104F0D"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52B59FEE"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198C22DF"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58C89593"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221EFAE7"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22B9A328"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0228C45"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86C02F1"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092C4C08"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46B4F392"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6F1112A"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bl>
    <w:p w14:paraId="52F93C7A" w14:textId="77777777" w:rsidR="00927C18" w:rsidRDefault="00927C18">
      <w:pPr>
        <w:rPr>
          <w:rFonts w:asciiTheme="minorHAnsi" w:hAnsiTheme="minorHAnsi" w:cs="Arial"/>
        </w:rPr>
      </w:pPr>
    </w:p>
    <w:p w14:paraId="6A443E9D" w14:textId="77777777" w:rsidR="00927C18" w:rsidRDefault="00927C18">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27C18" w:rsidRPr="00B265CC" w14:paraId="7C6FFAB5"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6072670E"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N°22</w:t>
            </w:r>
          </w:p>
          <w:p w14:paraId="1FE85DA1"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305C9F4A"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27C18">
              <w:rPr>
                <w:rFonts w:asciiTheme="minorHAnsi" w:hAnsiTheme="minorHAnsi" w:cs="Lucida Sans Unicode"/>
                <w:b/>
                <w:bCs/>
                <w:sz w:val="24"/>
              </w:rPr>
              <w:t>SUPPRESSION DES CHAPES ACOUSTIQUES ET MODIFICATIONS DES REVETEMENTS</w:t>
            </w:r>
            <w:r>
              <w:rPr>
                <w:rFonts w:asciiTheme="minorHAnsi" w:hAnsiTheme="minorHAnsi" w:cs="Lucida Sans Unicode"/>
                <w:b/>
                <w:bCs/>
                <w:sz w:val="24"/>
              </w:rPr>
              <w:t xml:space="preserve"> </w:t>
            </w:r>
            <w:r>
              <w:rPr>
                <w:rFonts w:asciiTheme="minorHAnsi" w:hAnsiTheme="minorHAnsi" w:cs="Lucida Sans Unicode"/>
                <w:b/>
                <w:sz w:val="24"/>
              </w:rPr>
              <w:t>»</w:t>
            </w:r>
          </w:p>
          <w:p w14:paraId="6C579D64"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783DF86A"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1, 6 et 7</w:t>
            </w:r>
          </w:p>
        </w:tc>
      </w:tr>
      <w:tr w:rsidR="00927C18" w:rsidRPr="00B265CC" w14:paraId="5A869AFD"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6EF1E9DD" w14:textId="77777777" w:rsidR="00927C18" w:rsidRPr="00B265CC" w:rsidRDefault="00927C18"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1A5A3B8" w14:textId="0981B0A8" w:rsidR="00927C18" w:rsidRPr="00B265CC"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6</w:t>
            </w:r>
          </w:p>
        </w:tc>
      </w:tr>
      <w:tr w:rsidR="00927C18" w:rsidRPr="00B265CC" w14:paraId="6957CE92"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78F4D13F"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30C48F5"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23C772A0"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89CA2A2"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C181AC2"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514D4222"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585180D"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4DF87FD7"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7DF97803"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BEEE2D4"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368095A4"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bl>
    <w:p w14:paraId="73A372A7" w14:textId="77777777" w:rsidR="00927C18" w:rsidRDefault="00927C18">
      <w:pPr>
        <w:rPr>
          <w:rFonts w:asciiTheme="minorHAnsi" w:hAnsiTheme="minorHAnsi" w:cs="Arial"/>
        </w:rPr>
      </w:pPr>
    </w:p>
    <w:p w14:paraId="1CA97F9E" w14:textId="77777777" w:rsidR="00927C18" w:rsidRDefault="00927C18">
      <w:pPr>
        <w:rPr>
          <w:rFonts w:asciiTheme="minorHAnsi" w:hAnsiTheme="minorHAnsi" w:cs="Arial"/>
        </w:rPr>
      </w:pPr>
    </w:p>
    <w:p w14:paraId="43E449E2" w14:textId="77777777" w:rsidR="00927C18" w:rsidRDefault="00927C18">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27C18" w:rsidRPr="00B265CC" w14:paraId="496E706C"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8B941B3"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N°22</w:t>
            </w:r>
          </w:p>
          <w:p w14:paraId="461A36AF"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76B0BC6D"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27C18">
              <w:rPr>
                <w:rFonts w:asciiTheme="minorHAnsi" w:hAnsiTheme="minorHAnsi" w:cs="Lucida Sans Unicode"/>
                <w:b/>
                <w:bCs/>
                <w:sz w:val="24"/>
              </w:rPr>
              <w:t>SUPPRESSION DES CHAPES ACOUSTIQUES ET MODIFICATIONS DES REVETEMENTS</w:t>
            </w:r>
            <w:r>
              <w:rPr>
                <w:rFonts w:asciiTheme="minorHAnsi" w:hAnsiTheme="minorHAnsi" w:cs="Lucida Sans Unicode"/>
                <w:b/>
                <w:bCs/>
                <w:sz w:val="24"/>
              </w:rPr>
              <w:t xml:space="preserve"> </w:t>
            </w:r>
            <w:r>
              <w:rPr>
                <w:rFonts w:asciiTheme="minorHAnsi" w:hAnsiTheme="minorHAnsi" w:cs="Lucida Sans Unicode"/>
                <w:b/>
                <w:sz w:val="24"/>
              </w:rPr>
              <w:t>»</w:t>
            </w:r>
          </w:p>
          <w:p w14:paraId="75398E2A"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3C0FE91A"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1, 6 et 7</w:t>
            </w:r>
          </w:p>
        </w:tc>
      </w:tr>
      <w:tr w:rsidR="00927C18" w:rsidRPr="00B265CC" w14:paraId="2E23F9E0"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CDBC13E" w14:textId="77777777" w:rsidR="00927C18" w:rsidRPr="00B265CC" w:rsidRDefault="00927C18"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0591317B" w14:textId="5EC0B68A" w:rsidR="00927C18" w:rsidRPr="00B265CC"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7</w:t>
            </w:r>
          </w:p>
        </w:tc>
      </w:tr>
      <w:tr w:rsidR="00927C18" w:rsidRPr="00B265CC" w14:paraId="3224BC66"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3535D713"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D88BF6D"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7AD17339"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65C5C03"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6042B974"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225AEE96"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503E5AFA"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0334F9AC"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7C5AFDAF"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57FC5B1"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1CFCF92"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bl>
    <w:p w14:paraId="36EEF852" w14:textId="77777777" w:rsidR="00927C18" w:rsidRDefault="00927C18">
      <w:pPr>
        <w:rPr>
          <w:rFonts w:asciiTheme="minorHAnsi" w:hAnsiTheme="minorHAnsi" w:cs="Arial"/>
        </w:rPr>
      </w:pPr>
    </w:p>
    <w:p w14:paraId="23286EB8" w14:textId="77777777" w:rsidR="00927C18" w:rsidRDefault="00927C18">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27C18" w:rsidRPr="00B265CC" w14:paraId="2A02B138"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43BEDFC4" w14:textId="345FF1F1"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w:t>
            </w:r>
            <w:r>
              <w:rPr>
                <w:rFonts w:asciiTheme="minorHAnsi" w:hAnsiTheme="minorHAnsi" w:cs="Lucida Sans Unicode"/>
                <w:b/>
                <w:sz w:val="24"/>
              </w:rPr>
              <w:t>3</w:t>
            </w:r>
          </w:p>
          <w:p w14:paraId="0C9B4B2E"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776648C5" w14:textId="5A6D3159" w:rsidR="00927C18" w:rsidRDefault="00927C18" w:rsidP="00927C18">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27C18">
              <w:rPr>
                <w:rFonts w:asciiTheme="minorHAnsi" w:hAnsiTheme="minorHAnsi" w:cs="Lucida Sans Unicode"/>
                <w:b/>
                <w:bCs/>
                <w:sz w:val="24"/>
              </w:rPr>
              <w:t>REDUCTION DE 50% DES SURFACES DES VENTELLES</w:t>
            </w:r>
            <w:r>
              <w:rPr>
                <w:rFonts w:asciiTheme="minorHAnsi" w:hAnsiTheme="minorHAnsi" w:cs="Lucida Sans Unicode"/>
                <w:b/>
                <w:bCs/>
                <w:sz w:val="24"/>
              </w:rPr>
              <w:t xml:space="preserve"> </w:t>
            </w:r>
            <w:r>
              <w:rPr>
                <w:rFonts w:asciiTheme="minorHAnsi" w:hAnsiTheme="minorHAnsi" w:cs="Lucida Sans Unicode"/>
                <w:b/>
                <w:sz w:val="24"/>
              </w:rPr>
              <w:t>»</w:t>
            </w:r>
          </w:p>
        </w:tc>
      </w:tr>
      <w:tr w:rsidR="00927C18" w:rsidRPr="00B265CC" w14:paraId="3B585BAB"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4556A5D" w14:textId="77777777" w:rsidR="00927C18" w:rsidRPr="00B265CC" w:rsidRDefault="00927C18"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1BDE5465" w14:textId="04E9B847" w:rsidR="00927C18" w:rsidRPr="00B265CC"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2</w:t>
            </w:r>
          </w:p>
        </w:tc>
      </w:tr>
      <w:tr w:rsidR="00927C18" w:rsidRPr="00B265CC" w14:paraId="1CBFDA7F"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7C172B5"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35A5D72"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7AACC988"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072E0C30"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0C963CF2"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7E10DD2D"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51BC5A65"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41E4B56D"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250FC98D"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68020B98"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3183B6FD"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bl>
    <w:p w14:paraId="65BDF723" w14:textId="77777777" w:rsidR="00927C18" w:rsidRDefault="00927C18">
      <w:pPr>
        <w:rPr>
          <w:rFonts w:asciiTheme="minorHAnsi" w:hAnsiTheme="minorHAnsi" w:cs="Arial"/>
        </w:rPr>
      </w:pPr>
    </w:p>
    <w:p w14:paraId="7D00FA32" w14:textId="77777777" w:rsidR="00927C18" w:rsidRDefault="00927C18">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927C18" w:rsidRPr="00B265CC" w14:paraId="78078862"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7A68F2C2" w14:textId="5C1E73D1"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w:t>
            </w:r>
            <w:r>
              <w:rPr>
                <w:rFonts w:asciiTheme="minorHAnsi" w:hAnsiTheme="minorHAnsi" w:cs="Lucida Sans Unicode"/>
                <w:b/>
                <w:sz w:val="24"/>
              </w:rPr>
              <w:t>4</w:t>
            </w:r>
          </w:p>
          <w:p w14:paraId="2735FEC8" w14:textId="77777777" w:rsidR="00927C18" w:rsidRDefault="00927C18" w:rsidP="00817A0F">
            <w:pPr>
              <w:tabs>
                <w:tab w:val="left" w:pos="1200"/>
                <w:tab w:val="left" w:pos="5449"/>
              </w:tabs>
              <w:spacing w:line="240" w:lineRule="exact"/>
              <w:jc w:val="center"/>
              <w:rPr>
                <w:rFonts w:asciiTheme="minorHAnsi" w:hAnsiTheme="minorHAnsi" w:cs="Lucida Sans Unicode"/>
                <w:b/>
                <w:sz w:val="24"/>
              </w:rPr>
            </w:pPr>
          </w:p>
          <w:p w14:paraId="5D7BF8E0" w14:textId="5A2143C1" w:rsidR="00927C18"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927C18">
              <w:rPr>
                <w:rFonts w:asciiTheme="minorHAnsi" w:hAnsiTheme="minorHAnsi" w:cs="Lucida Sans Unicode"/>
                <w:b/>
                <w:bCs/>
                <w:sz w:val="24"/>
              </w:rPr>
              <w:t>MODIFICATION COUVERTURE LOCAL VELO</w:t>
            </w:r>
            <w:r>
              <w:rPr>
                <w:rFonts w:asciiTheme="minorHAnsi" w:hAnsiTheme="minorHAnsi" w:cs="Lucida Sans Unicode"/>
                <w:b/>
                <w:bCs/>
                <w:sz w:val="24"/>
              </w:rPr>
              <w:t xml:space="preserve"> </w:t>
            </w:r>
            <w:r>
              <w:rPr>
                <w:rFonts w:asciiTheme="minorHAnsi" w:hAnsiTheme="minorHAnsi" w:cs="Lucida Sans Unicode"/>
                <w:b/>
                <w:sz w:val="24"/>
              </w:rPr>
              <w:t>»</w:t>
            </w:r>
          </w:p>
        </w:tc>
      </w:tr>
      <w:tr w:rsidR="00927C18" w:rsidRPr="00B265CC" w14:paraId="2ABF418A"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5407FDBA" w14:textId="77777777" w:rsidR="00927C18" w:rsidRPr="00B265CC" w:rsidRDefault="00927C18"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19DB896" w14:textId="7E8F1305" w:rsidR="00927C18" w:rsidRPr="00B265CC" w:rsidRDefault="00927C18"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3</w:t>
            </w:r>
          </w:p>
        </w:tc>
      </w:tr>
      <w:tr w:rsidR="00927C18" w:rsidRPr="00B265CC" w14:paraId="31F72AA5"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64205F5"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2DEB2BAC"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009CD856"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722BC884"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14B86239"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4B77D86D"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C24147D"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2F32D08F"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r w:rsidR="00927C18" w:rsidRPr="00B265CC" w14:paraId="1FA25C35"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4FB6A0F4" w14:textId="77777777" w:rsidR="00927C18" w:rsidRPr="00B265CC" w:rsidRDefault="00927C18"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C49A096" w14:textId="77777777" w:rsidR="00927C18" w:rsidRPr="00B265CC" w:rsidRDefault="00927C18" w:rsidP="00817A0F">
            <w:pPr>
              <w:tabs>
                <w:tab w:val="left" w:pos="1200"/>
                <w:tab w:val="left" w:pos="5449"/>
              </w:tabs>
              <w:spacing w:line="240" w:lineRule="exact"/>
              <w:jc w:val="both"/>
              <w:rPr>
                <w:rFonts w:asciiTheme="minorHAnsi" w:hAnsiTheme="minorHAnsi" w:cs="Lucida Sans Unicode"/>
                <w:sz w:val="24"/>
              </w:rPr>
            </w:pPr>
          </w:p>
        </w:tc>
      </w:tr>
    </w:tbl>
    <w:p w14:paraId="018585C1" w14:textId="77777777" w:rsidR="00927C18" w:rsidRDefault="00927C18">
      <w:pPr>
        <w:rPr>
          <w:rFonts w:asciiTheme="minorHAnsi" w:hAnsiTheme="minorHAnsi" w:cs="Arial"/>
        </w:rPr>
      </w:pPr>
    </w:p>
    <w:p w14:paraId="5249630F" w14:textId="77777777" w:rsidR="00DD2157" w:rsidRDefault="00DD2157">
      <w:pPr>
        <w:rPr>
          <w:rFonts w:asciiTheme="minorHAnsi" w:hAnsiTheme="minorHAnsi" w:cs="Arial"/>
        </w:rPr>
      </w:pPr>
    </w:p>
    <w:p w14:paraId="298AC165" w14:textId="77777777" w:rsidR="00574C66" w:rsidRDefault="00574C66">
      <w:pPr>
        <w:rPr>
          <w:rFonts w:asciiTheme="minorHAnsi" w:hAnsiTheme="minorHAnsi" w:cs="Arial"/>
        </w:rPr>
      </w:pPr>
    </w:p>
    <w:p w14:paraId="1A480360" w14:textId="77777777" w:rsidR="00574C66" w:rsidRDefault="00574C66">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574C66" w:rsidRPr="00B265CC" w14:paraId="5788D0E1"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A28DD1F" w14:textId="47E20D75"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N°2</w:t>
            </w:r>
            <w:r>
              <w:rPr>
                <w:rFonts w:asciiTheme="minorHAnsi" w:hAnsiTheme="minorHAnsi" w:cs="Lucida Sans Unicode"/>
                <w:b/>
                <w:sz w:val="24"/>
              </w:rPr>
              <w:t>5</w:t>
            </w:r>
          </w:p>
          <w:p w14:paraId="6CB7CB2C"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3EE80723"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74C66">
              <w:rPr>
                <w:rFonts w:asciiTheme="minorHAnsi" w:hAnsiTheme="minorHAnsi" w:cs="Lucida Sans Unicode"/>
                <w:b/>
                <w:bCs/>
                <w:sz w:val="24"/>
              </w:rPr>
              <w:t>REMPLACEMENT DE LA CLOISON MOBILE PAR UNE CLOISON FIXE AVEC DOUBLE PORTE</w:t>
            </w:r>
            <w:r>
              <w:rPr>
                <w:rFonts w:asciiTheme="minorHAnsi" w:hAnsiTheme="minorHAnsi" w:cs="Lucida Sans Unicode"/>
                <w:b/>
                <w:bCs/>
                <w:sz w:val="24"/>
              </w:rPr>
              <w:t xml:space="preserve"> </w:t>
            </w:r>
            <w:r>
              <w:rPr>
                <w:rFonts w:asciiTheme="minorHAnsi" w:hAnsiTheme="minorHAnsi" w:cs="Lucida Sans Unicode"/>
                <w:b/>
                <w:sz w:val="24"/>
              </w:rPr>
              <w:t>»</w:t>
            </w:r>
          </w:p>
          <w:p w14:paraId="0C18BF31"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61FA39D0" w14:textId="5A953984"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5 et 8</w:t>
            </w:r>
          </w:p>
        </w:tc>
      </w:tr>
      <w:tr w:rsidR="00574C66" w:rsidRPr="00B265CC" w14:paraId="31CC5471"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36C22C4B" w14:textId="77777777" w:rsidR="00574C66" w:rsidRPr="00B265CC" w:rsidRDefault="00574C66"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22A09F1" w14:textId="21FBFAF6" w:rsidR="00574C66" w:rsidRPr="00B265CC"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4</w:t>
            </w:r>
          </w:p>
        </w:tc>
      </w:tr>
      <w:tr w:rsidR="00574C66" w:rsidRPr="00B265CC" w14:paraId="77751AA3"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6D0507D"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0AC924C"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6089CBAD"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28BE5C9"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2BFB3E17"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5D5C24EF"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1578517"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59983A5"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4BFDE1B1"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3301D66B"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88B886E"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bl>
    <w:p w14:paraId="62A51B15" w14:textId="77777777" w:rsidR="00574C66" w:rsidRDefault="00574C66">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574C66" w:rsidRPr="00B265CC" w14:paraId="08942D89"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7BCFB7C"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N°25</w:t>
            </w:r>
          </w:p>
          <w:p w14:paraId="0808B079"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5066BF10"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74C66">
              <w:rPr>
                <w:rFonts w:asciiTheme="minorHAnsi" w:hAnsiTheme="minorHAnsi" w:cs="Lucida Sans Unicode"/>
                <w:b/>
                <w:bCs/>
                <w:sz w:val="24"/>
              </w:rPr>
              <w:t>REMPLACEMENT DE LA CLOISON MOBILE PAR UNE CLOISON FIXE AVEC DOUBLE PORTE</w:t>
            </w:r>
            <w:r>
              <w:rPr>
                <w:rFonts w:asciiTheme="minorHAnsi" w:hAnsiTheme="minorHAnsi" w:cs="Lucida Sans Unicode"/>
                <w:b/>
                <w:bCs/>
                <w:sz w:val="24"/>
              </w:rPr>
              <w:t xml:space="preserve"> </w:t>
            </w:r>
            <w:r>
              <w:rPr>
                <w:rFonts w:asciiTheme="minorHAnsi" w:hAnsiTheme="minorHAnsi" w:cs="Lucida Sans Unicode"/>
                <w:b/>
                <w:sz w:val="24"/>
              </w:rPr>
              <w:t>»</w:t>
            </w:r>
          </w:p>
          <w:p w14:paraId="10BCAFFE"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31B85B52"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5 et 8</w:t>
            </w:r>
          </w:p>
        </w:tc>
      </w:tr>
      <w:tr w:rsidR="00574C66" w:rsidRPr="00B265CC" w14:paraId="2F0DB2F5"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37A3A4F5" w14:textId="77777777" w:rsidR="00574C66" w:rsidRPr="00B265CC" w:rsidRDefault="00574C66"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1BFC09B9" w14:textId="0F183A2C" w:rsidR="00574C66" w:rsidRPr="00B265CC"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5</w:t>
            </w:r>
          </w:p>
        </w:tc>
      </w:tr>
      <w:tr w:rsidR="00574C66" w:rsidRPr="00B265CC" w14:paraId="5390BF77"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3B97360C"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33014A6B"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54D35509"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730E14D7"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E42696C"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793E4D4C"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4A721D66"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16DEB7CF"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684D8B53"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6628594A"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34F64F50"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bl>
    <w:p w14:paraId="506DE84D" w14:textId="77777777" w:rsidR="00574C66" w:rsidRDefault="00574C66">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574C66" w:rsidRPr="00B265CC" w14:paraId="544E42AD"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B0CEB86"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N°25</w:t>
            </w:r>
          </w:p>
          <w:p w14:paraId="09B435D8"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618261DA"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74C66">
              <w:rPr>
                <w:rFonts w:asciiTheme="minorHAnsi" w:hAnsiTheme="minorHAnsi" w:cs="Lucida Sans Unicode"/>
                <w:b/>
                <w:bCs/>
                <w:sz w:val="24"/>
              </w:rPr>
              <w:t>REMPLACEMENT DE LA CLOISON MOBILE PAR UNE CLOISON FIXE AVEC DOUBLE PORTE</w:t>
            </w:r>
            <w:r>
              <w:rPr>
                <w:rFonts w:asciiTheme="minorHAnsi" w:hAnsiTheme="minorHAnsi" w:cs="Lucida Sans Unicode"/>
                <w:b/>
                <w:bCs/>
                <w:sz w:val="24"/>
              </w:rPr>
              <w:t xml:space="preserve"> </w:t>
            </w:r>
            <w:r>
              <w:rPr>
                <w:rFonts w:asciiTheme="minorHAnsi" w:hAnsiTheme="minorHAnsi" w:cs="Lucida Sans Unicode"/>
                <w:b/>
                <w:sz w:val="24"/>
              </w:rPr>
              <w:t>»</w:t>
            </w:r>
          </w:p>
          <w:p w14:paraId="61F0E5D9"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71AEA71F"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5 et 8</w:t>
            </w:r>
          </w:p>
        </w:tc>
      </w:tr>
      <w:tr w:rsidR="00574C66" w:rsidRPr="00B265CC" w14:paraId="20138A82"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5960CEC6" w14:textId="77777777" w:rsidR="00574C66" w:rsidRPr="00B265CC" w:rsidRDefault="00574C66"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71E9594B" w14:textId="06401828" w:rsidR="00574C66" w:rsidRPr="00B265CC"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8</w:t>
            </w:r>
          </w:p>
        </w:tc>
      </w:tr>
      <w:tr w:rsidR="00574C66" w:rsidRPr="00B265CC" w14:paraId="6A6F243E"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28B5653C"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51F977A0"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40477803"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4CE46AC"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387A20C2"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722C5A3B"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0D3D426"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297E6D1A"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3BEF224C"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2A8E76D5"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36718459"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bl>
    <w:p w14:paraId="6B00FB85" w14:textId="77777777" w:rsidR="00574C66" w:rsidRDefault="00574C66">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574C66" w:rsidRPr="00B265CC" w14:paraId="5434CB0B"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7D7CDDFB" w14:textId="62AB34CF"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w:t>
            </w:r>
            <w:r>
              <w:rPr>
                <w:rFonts w:asciiTheme="minorHAnsi" w:hAnsiTheme="minorHAnsi" w:cs="Lucida Sans Unicode"/>
                <w:b/>
                <w:sz w:val="24"/>
              </w:rPr>
              <w:t>6</w:t>
            </w:r>
          </w:p>
          <w:p w14:paraId="3A5CD90D"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16FF8CBC" w14:textId="20321A09"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74C66">
              <w:rPr>
                <w:rFonts w:asciiTheme="minorHAnsi" w:hAnsiTheme="minorHAnsi" w:cs="Lucida Sans Unicode"/>
                <w:b/>
                <w:bCs/>
                <w:sz w:val="24"/>
              </w:rPr>
              <w:t>BATIMENT EXTENSION : REMPLACEMENT FAUX PLAFONDS PLATRE PAR PLAFOND DEMONTABLE</w:t>
            </w:r>
            <w:r>
              <w:rPr>
                <w:rFonts w:asciiTheme="minorHAnsi" w:hAnsiTheme="minorHAnsi" w:cs="Lucida Sans Unicode"/>
                <w:b/>
                <w:bCs/>
                <w:sz w:val="24"/>
              </w:rPr>
              <w:t xml:space="preserve"> </w:t>
            </w:r>
            <w:r>
              <w:rPr>
                <w:rFonts w:asciiTheme="minorHAnsi" w:hAnsiTheme="minorHAnsi" w:cs="Lucida Sans Unicode"/>
                <w:b/>
                <w:sz w:val="24"/>
              </w:rPr>
              <w:t>»</w:t>
            </w:r>
          </w:p>
          <w:p w14:paraId="64C6C6EF"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38CAB955" w14:textId="20BA4951"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et 8</w:t>
            </w:r>
          </w:p>
        </w:tc>
      </w:tr>
      <w:tr w:rsidR="00574C66" w:rsidRPr="00B265CC" w14:paraId="2556245F"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85E44AF" w14:textId="77777777" w:rsidR="00574C66" w:rsidRPr="00B265CC" w:rsidRDefault="00574C66"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237D9F54" w14:textId="5834EFA5" w:rsidR="00574C66" w:rsidRPr="00B265CC"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4</w:t>
            </w:r>
          </w:p>
        </w:tc>
      </w:tr>
      <w:tr w:rsidR="00574C66" w:rsidRPr="00B265CC" w14:paraId="6D5DABE6"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74BE1598"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3B4F5431"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68552D71"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D987710"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1D1C78DB"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0B39712F"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6BD379F"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440B93FF"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10278FF4"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35B7DFDB"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A13AED8"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bl>
    <w:p w14:paraId="2E096F0A" w14:textId="77777777" w:rsidR="00574C66" w:rsidRDefault="00574C66">
      <w:pPr>
        <w:rPr>
          <w:rFonts w:asciiTheme="minorHAnsi" w:hAnsiTheme="minorHAnsi" w:cs="Arial"/>
        </w:rPr>
      </w:pPr>
    </w:p>
    <w:p w14:paraId="2943AA5E" w14:textId="77777777" w:rsidR="00574C66" w:rsidRDefault="00574C66">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574C66" w:rsidRPr="00B265CC" w14:paraId="5625153A"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283C7C02"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N°26</w:t>
            </w:r>
          </w:p>
          <w:p w14:paraId="336E162B"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2155475D"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574C66">
              <w:rPr>
                <w:rFonts w:asciiTheme="minorHAnsi" w:hAnsiTheme="minorHAnsi" w:cs="Lucida Sans Unicode"/>
                <w:b/>
                <w:bCs/>
                <w:sz w:val="24"/>
              </w:rPr>
              <w:t>BATIMENT EXTENSION : REMPLACEMENT FAUX PLAFONDS PLATRE PAR PLAFOND DEMONTABLE</w:t>
            </w:r>
            <w:r>
              <w:rPr>
                <w:rFonts w:asciiTheme="minorHAnsi" w:hAnsiTheme="minorHAnsi" w:cs="Lucida Sans Unicode"/>
                <w:b/>
                <w:bCs/>
                <w:sz w:val="24"/>
              </w:rPr>
              <w:t xml:space="preserve"> </w:t>
            </w:r>
            <w:r>
              <w:rPr>
                <w:rFonts w:asciiTheme="minorHAnsi" w:hAnsiTheme="minorHAnsi" w:cs="Lucida Sans Unicode"/>
                <w:b/>
                <w:sz w:val="24"/>
              </w:rPr>
              <w:t>»</w:t>
            </w:r>
          </w:p>
          <w:p w14:paraId="5F9F8929"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p>
          <w:p w14:paraId="065DC396" w14:textId="77777777" w:rsidR="00574C66"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et 8</w:t>
            </w:r>
          </w:p>
        </w:tc>
      </w:tr>
      <w:tr w:rsidR="00574C66" w:rsidRPr="00B265CC" w14:paraId="74E01071"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67AC33B3" w14:textId="77777777" w:rsidR="00574C66" w:rsidRPr="00B265CC" w:rsidRDefault="00574C66"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4484DDE" w14:textId="12A651E8" w:rsidR="00574C66" w:rsidRPr="00B265CC" w:rsidRDefault="00574C66"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8</w:t>
            </w:r>
          </w:p>
        </w:tc>
      </w:tr>
      <w:tr w:rsidR="00574C66" w:rsidRPr="00B265CC" w14:paraId="32E8E5FC"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2E3B43D"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486654D"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471D54EF"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2BCBB211"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07AEE86"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17E5F006"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4B502EE3"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5E23A10A"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r w:rsidR="00574C66" w:rsidRPr="00B265CC" w14:paraId="339AC942"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6B35E587" w14:textId="77777777" w:rsidR="00574C66" w:rsidRPr="00B265CC" w:rsidRDefault="00574C66"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0DB35399" w14:textId="77777777" w:rsidR="00574C66" w:rsidRPr="00B265CC" w:rsidRDefault="00574C66" w:rsidP="00817A0F">
            <w:pPr>
              <w:tabs>
                <w:tab w:val="left" w:pos="1200"/>
                <w:tab w:val="left" w:pos="5449"/>
              </w:tabs>
              <w:spacing w:line="240" w:lineRule="exact"/>
              <w:jc w:val="both"/>
              <w:rPr>
                <w:rFonts w:asciiTheme="minorHAnsi" w:hAnsiTheme="minorHAnsi" w:cs="Lucida Sans Unicode"/>
                <w:sz w:val="24"/>
              </w:rPr>
            </w:pPr>
          </w:p>
        </w:tc>
      </w:tr>
    </w:tbl>
    <w:p w14:paraId="2024361B" w14:textId="77777777" w:rsidR="00574C66" w:rsidRDefault="00574C66">
      <w:pPr>
        <w:rPr>
          <w:rFonts w:asciiTheme="minorHAnsi" w:hAnsiTheme="minorHAnsi" w:cs="Arial"/>
        </w:rPr>
      </w:pPr>
    </w:p>
    <w:p w14:paraId="6EA7D29A" w14:textId="77777777" w:rsidR="006D20DC" w:rsidRDefault="006D20DC">
      <w:pPr>
        <w:rPr>
          <w:rFonts w:asciiTheme="minorHAnsi" w:hAnsiTheme="minorHAnsi" w:cs="Arial"/>
        </w:rPr>
      </w:pPr>
    </w:p>
    <w:p w14:paraId="45BA8328" w14:textId="77777777" w:rsidR="006D20DC" w:rsidRDefault="006D20DC">
      <w:pPr>
        <w:rPr>
          <w:rFonts w:asciiTheme="minorHAnsi" w:hAnsiTheme="minorHAnsi" w:cs="Arial"/>
        </w:rPr>
      </w:pPr>
    </w:p>
    <w:p w14:paraId="6EB22415" w14:textId="77777777" w:rsidR="006D20DC" w:rsidRDefault="006D20DC">
      <w:pPr>
        <w:rPr>
          <w:rFonts w:asciiTheme="minorHAnsi" w:hAnsiTheme="minorHAnsi" w:cs="Arial"/>
        </w:rPr>
      </w:pPr>
    </w:p>
    <w:p w14:paraId="1EEF1E3B" w14:textId="77777777" w:rsidR="006D20DC" w:rsidRDefault="006D20DC">
      <w:pPr>
        <w:rPr>
          <w:rFonts w:asciiTheme="minorHAnsi" w:hAnsiTheme="minorHAnsi" w:cs="Arial"/>
        </w:rPr>
      </w:pPr>
    </w:p>
    <w:p w14:paraId="5B5A75AF" w14:textId="77777777" w:rsidR="006D20DC" w:rsidRDefault="006D20DC">
      <w:pPr>
        <w:rPr>
          <w:rFonts w:asciiTheme="minorHAnsi" w:hAnsiTheme="minorHAnsi" w:cs="Arial"/>
        </w:rPr>
      </w:pPr>
    </w:p>
    <w:p w14:paraId="139E4BA3" w14:textId="77777777" w:rsidR="006D20DC" w:rsidRDefault="006D20DC">
      <w:pPr>
        <w:rPr>
          <w:rFonts w:asciiTheme="minorHAnsi" w:hAnsiTheme="minorHAnsi" w:cs="Arial"/>
        </w:rPr>
      </w:pPr>
    </w:p>
    <w:p w14:paraId="37505557" w14:textId="77777777" w:rsidR="006D20DC" w:rsidRDefault="006D20DC">
      <w:pPr>
        <w:rPr>
          <w:rFonts w:asciiTheme="minorHAnsi" w:hAnsiTheme="minorHAnsi" w:cs="Arial"/>
        </w:rPr>
      </w:pPr>
    </w:p>
    <w:p w14:paraId="717B8D0F" w14:textId="77777777" w:rsidR="006D20DC" w:rsidRDefault="006D20DC">
      <w:pPr>
        <w:rPr>
          <w:rFonts w:asciiTheme="minorHAnsi" w:hAnsiTheme="minorHAnsi" w:cs="Arial"/>
        </w:rPr>
      </w:pPr>
    </w:p>
    <w:p w14:paraId="36AE95CB" w14:textId="77777777" w:rsidR="006D20DC" w:rsidRDefault="006D20DC">
      <w:pPr>
        <w:rPr>
          <w:rFonts w:asciiTheme="minorHAnsi" w:hAnsiTheme="minorHAnsi" w:cs="Arial"/>
        </w:rPr>
      </w:pPr>
    </w:p>
    <w:p w14:paraId="62C60A54" w14:textId="77777777" w:rsidR="006D20DC" w:rsidRDefault="006D20DC">
      <w:pPr>
        <w:rPr>
          <w:rFonts w:asciiTheme="minorHAnsi" w:hAnsiTheme="minorHAnsi" w:cs="Arial"/>
        </w:rPr>
      </w:pPr>
    </w:p>
    <w:p w14:paraId="753C432E" w14:textId="77777777" w:rsidR="006D20DC" w:rsidRDefault="006D20DC">
      <w:pPr>
        <w:rPr>
          <w:rFonts w:asciiTheme="minorHAnsi" w:hAnsiTheme="minorHAnsi" w:cs="Arial"/>
        </w:rPr>
      </w:pPr>
    </w:p>
    <w:p w14:paraId="6CA76AB7" w14:textId="77777777" w:rsidR="006D20DC" w:rsidRDefault="006D20DC">
      <w:pPr>
        <w:rPr>
          <w:rFonts w:asciiTheme="minorHAnsi" w:hAnsiTheme="minorHAnsi" w:cs="Arial"/>
        </w:rPr>
      </w:pPr>
    </w:p>
    <w:p w14:paraId="745F4640" w14:textId="77777777" w:rsidR="006D20DC" w:rsidRDefault="006D20DC">
      <w:pPr>
        <w:rPr>
          <w:rFonts w:asciiTheme="minorHAnsi" w:hAnsiTheme="minorHAnsi" w:cs="Arial"/>
        </w:rPr>
      </w:pPr>
    </w:p>
    <w:p w14:paraId="3C0B06F5" w14:textId="77777777" w:rsidR="006D20DC" w:rsidRDefault="006D20DC">
      <w:pPr>
        <w:rPr>
          <w:rFonts w:asciiTheme="minorHAnsi" w:hAnsiTheme="minorHAnsi" w:cs="Arial"/>
        </w:rPr>
      </w:pPr>
    </w:p>
    <w:p w14:paraId="19005D84" w14:textId="77777777" w:rsidR="006D20DC" w:rsidRDefault="006D20DC">
      <w:pPr>
        <w:rPr>
          <w:rFonts w:asciiTheme="minorHAnsi" w:hAnsiTheme="minorHAnsi" w:cs="Arial"/>
        </w:rPr>
      </w:pPr>
    </w:p>
    <w:p w14:paraId="52807C6B" w14:textId="77777777" w:rsidR="00574C66" w:rsidRDefault="00574C66">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6D20DC" w:rsidRPr="00B265CC" w14:paraId="61FFE936"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D1701B5" w14:textId="11C1DA44"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w:t>
            </w:r>
            <w:r>
              <w:rPr>
                <w:rFonts w:asciiTheme="minorHAnsi" w:hAnsiTheme="minorHAnsi" w:cs="Lucida Sans Unicode"/>
                <w:b/>
                <w:sz w:val="24"/>
              </w:rPr>
              <w:t>7</w:t>
            </w:r>
          </w:p>
          <w:p w14:paraId="56A97217"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p>
          <w:p w14:paraId="3D8AC76E" w14:textId="0E07F94B"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6D20DC">
              <w:rPr>
                <w:rFonts w:asciiTheme="minorHAnsi" w:hAnsiTheme="minorHAnsi" w:cs="Lucida Sans Unicode"/>
                <w:b/>
                <w:bCs/>
                <w:sz w:val="24"/>
              </w:rPr>
              <w:t>BATIMENT EXISTANT : REMPLACEMENT FAUX PLAFONDS PLATRE PAR PLAFOND DEMONTABLE</w:t>
            </w:r>
            <w:r>
              <w:rPr>
                <w:rFonts w:asciiTheme="minorHAnsi" w:hAnsiTheme="minorHAnsi" w:cs="Lucida Sans Unicode"/>
                <w:b/>
                <w:bCs/>
                <w:sz w:val="24"/>
              </w:rPr>
              <w:t xml:space="preserve"> </w:t>
            </w:r>
            <w:r>
              <w:rPr>
                <w:rFonts w:asciiTheme="minorHAnsi" w:hAnsiTheme="minorHAnsi" w:cs="Lucida Sans Unicode"/>
                <w:b/>
                <w:sz w:val="24"/>
              </w:rPr>
              <w:t>»</w:t>
            </w:r>
          </w:p>
          <w:p w14:paraId="10119018"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p>
          <w:p w14:paraId="0CD1A6FD"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et 8</w:t>
            </w:r>
          </w:p>
        </w:tc>
      </w:tr>
      <w:tr w:rsidR="006D20DC" w:rsidRPr="00B265CC" w14:paraId="770616A7"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31A2AA63" w14:textId="77777777" w:rsidR="006D20DC" w:rsidRPr="00B265CC" w:rsidRDefault="006D20DC"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486F75C6" w14:textId="2F55B316" w:rsidR="006D20DC" w:rsidRPr="00B265C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4</w:t>
            </w:r>
          </w:p>
        </w:tc>
      </w:tr>
      <w:tr w:rsidR="006D20DC" w:rsidRPr="00B265CC" w14:paraId="6A2C702C"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3F9FE9D2"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74D9FF84"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084064C0"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5D846B0"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151CADB3"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743CCF4F"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965E07C"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4461BA81"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59699686"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5BEA11D8"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3DBB66F5"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bl>
    <w:p w14:paraId="4C0578EB" w14:textId="77777777" w:rsidR="006D20DC" w:rsidRDefault="006D20DC">
      <w:pPr>
        <w:rPr>
          <w:rFonts w:asciiTheme="minorHAnsi" w:hAnsiTheme="minorHAnsi" w:cs="Arial"/>
        </w:rPr>
      </w:pPr>
    </w:p>
    <w:p w14:paraId="49BB0473" w14:textId="77777777" w:rsidR="006D20DC" w:rsidRDefault="006D20DC">
      <w:pPr>
        <w:rPr>
          <w:rFonts w:asciiTheme="minorHAnsi" w:hAnsiTheme="minorHAnsi" w:cs="Arial"/>
        </w:rPr>
      </w:pPr>
    </w:p>
    <w:p w14:paraId="7F10497A" w14:textId="77777777" w:rsidR="006D20DC" w:rsidRDefault="006D20DC">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6D20DC" w:rsidRPr="00B265CC" w14:paraId="223A2974"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18437709"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N°27</w:t>
            </w:r>
          </w:p>
          <w:p w14:paraId="6F3A53BB"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p>
          <w:p w14:paraId="2BAB275E"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6D20DC">
              <w:rPr>
                <w:rFonts w:asciiTheme="minorHAnsi" w:hAnsiTheme="minorHAnsi" w:cs="Lucida Sans Unicode"/>
                <w:b/>
                <w:bCs/>
                <w:sz w:val="24"/>
              </w:rPr>
              <w:t>BATIMENT EXISTANT : REMPLACEMENT FAUX PLAFONDS PLATRE PAR PLAFOND DEMONTABLE</w:t>
            </w:r>
            <w:r>
              <w:rPr>
                <w:rFonts w:asciiTheme="minorHAnsi" w:hAnsiTheme="minorHAnsi" w:cs="Lucida Sans Unicode"/>
                <w:b/>
                <w:bCs/>
                <w:sz w:val="24"/>
              </w:rPr>
              <w:t xml:space="preserve"> </w:t>
            </w:r>
            <w:r>
              <w:rPr>
                <w:rFonts w:asciiTheme="minorHAnsi" w:hAnsiTheme="minorHAnsi" w:cs="Lucida Sans Unicode"/>
                <w:b/>
                <w:sz w:val="24"/>
              </w:rPr>
              <w:t>»</w:t>
            </w:r>
          </w:p>
          <w:p w14:paraId="6012137E"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p>
          <w:p w14:paraId="3082BA84"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et 8</w:t>
            </w:r>
          </w:p>
        </w:tc>
      </w:tr>
      <w:tr w:rsidR="006D20DC" w:rsidRPr="00B265CC" w14:paraId="66F49A95"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C551644" w14:textId="77777777" w:rsidR="006D20DC" w:rsidRPr="00B265CC" w:rsidRDefault="006D20DC"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7440159" w14:textId="53968271" w:rsidR="006D20DC" w:rsidRPr="00B265C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8</w:t>
            </w:r>
          </w:p>
        </w:tc>
      </w:tr>
      <w:tr w:rsidR="006D20DC" w:rsidRPr="00B265CC" w14:paraId="20DE71C2"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0DB2B82"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320EADA"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6739657C"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10BEDAAD"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04D7D600"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6ACFA28A"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FF73BB0"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6AB98928"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2C0F0452"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3A9B6E43"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7E1C9FE"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bl>
    <w:p w14:paraId="27B7597B" w14:textId="77777777" w:rsidR="006D20DC" w:rsidRDefault="006D20DC">
      <w:pPr>
        <w:rPr>
          <w:rFonts w:asciiTheme="minorHAnsi" w:hAnsiTheme="minorHAnsi" w:cs="Arial"/>
        </w:rPr>
      </w:pPr>
    </w:p>
    <w:p w14:paraId="1F40E635" w14:textId="77777777" w:rsidR="006D20DC" w:rsidRDefault="006D20DC">
      <w:pPr>
        <w:rPr>
          <w:rFonts w:asciiTheme="minorHAnsi" w:hAnsiTheme="minorHAnsi" w:cs="Arial"/>
        </w:rPr>
      </w:pPr>
    </w:p>
    <w:p w14:paraId="751623F8" w14:textId="77777777" w:rsidR="006D20DC" w:rsidRDefault="006D20DC">
      <w:pPr>
        <w:rPr>
          <w:rFonts w:asciiTheme="minorHAnsi" w:hAnsiTheme="minorHAnsi" w:cs="Arial"/>
        </w:rPr>
      </w:pPr>
    </w:p>
    <w:p w14:paraId="5C4B7A93" w14:textId="77777777" w:rsidR="006D20DC" w:rsidRDefault="006D20DC">
      <w:pPr>
        <w:rPr>
          <w:rFonts w:asciiTheme="minorHAnsi" w:hAnsiTheme="minorHAnsi" w:cs="Arial"/>
        </w:rPr>
      </w:pPr>
    </w:p>
    <w:p w14:paraId="1BF5EA71" w14:textId="77777777" w:rsidR="006D20DC" w:rsidRDefault="006D20DC">
      <w:pPr>
        <w:rPr>
          <w:rFonts w:asciiTheme="minorHAnsi" w:hAnsiTheme="minorHAnsi" w:cs="Arial"/>
        </w:rPr>
      </w:pPr>
    </w:p>
    <w:p w14:paraId="37245F98" w14:textId="77777777" w:rsidR="006D20DC" w:rsidRDefault="006D20DC">
      <w:pPr>
        <w:rPr>
          <w:rFonts w:asciiTheme="minorHAnsi" w:hAnsiTheme="minorHAnsi" w:cs="Arial"/>
        </w:rPr>
      </w:pPr>
    </w:p>
    <w:p w14:paraId="0664A252" w14:textId="77777777" w:rsidR="006D20DC" w:rsidRDefault="006D20DC">
      <w:pPr>
        <w:rPr>
          <w:rFonts w:asciiTheme="minorHAnsi" w:hAnsiTheme="minorHAnsi" w:cs="Arial"/>
        </w:rPr>
      </w:pPr>
    </w:p>
    <w:p w14:paraId="5E502FA3" w14:textId="77777777" w:rsidR="006D20DC" w:rsidRDefault="006D20DC">
      <w:pPr>
        <w:rPr>
          <w:rFonts w:asciiTheme="minorHAnsi" w:hAnsiTheme="minorHAnsi" w:cs="Arial"/>
        </w:rPr>
      </w:pPr>
    </w:p>
    <w:p w14:paraId="0A6A09B0" w14:textId="77777777" w:rsidR="006D20DC" w:rsidRDefault="006D20DC">
      <w:pPr>
        <w:rPr>
          <w:rFonts w:asciiTheme="minorHAnsi" w:hAnsiTheme="minorHAnsi" w:cs="Arial"/>
        </w:rPr>
      </w:pPr>
    </w:p>
    <w:p w14:paraId="1D4B678C" w14:textId="77777777" w:rsidR="006D20DC" w:rsidRDefault="006D20DC">
      <w:pPr>
        <w:rPr>
          <w:rFonts w:asciiTheme="minorHAnsi" w:hAnsiTheme="minorHAnsi" w:cs="Arial"/>
        </w:rPr>
      </w:pPr>
    </w:p>
    <w:p w14:paraId="4EAEF6A6" w14:textId="77777777" w:rsidR="006D20DC" w:rsidRDefault="006D20DC">
      <w:pPr>
        <w:rPr>
          <w:rFonts w:asciiTheme="minorHAnsi" w:hAnsiTheme="minorHAnsi" w:cs="Arial"/>
        </w:rPr>
      </w:pPr>
    </w:p>
    <w:p w14:paraId="4FC7E7E7" w14:textId="77777777" w:rsidR="006D20DC" w:rsidRDefault="006D20DC">
      <w:pPr>
        <w:rPr>
          <w:rFonts w:asciiTheme="minorHAnsi" w:hAnsiTheme="minorHAnsi" w:cs="Arial"/>
        </w:rPr>
      </w:pPr>
    </w:p>
    <w:p w14:paraId="17AC16BF" w14:textId="77777777" w:rsidR="006D20DC" w:rsidRDefault="006D20DC">
      <w:pPr>
        <w:rPr>
          <w:rFonts w:asciiTheme="minorHAnsi" w:hAnsiTheme="minorHAnsi" w:cs="Arial"/>
        </w:rPr>
      </w:pPr>
    </w:p>
    <w:p w14:paraId="3B41ECDD" w14:textId="77777777" w:rsidR="006D20DC" w:rsidRDefault="006D20DC">
      <w:pPr>
        <w:rPr>
          <w:rFonts w:asciiTheme="minorHAnsi" w:hAnsiTheme="minorHAnsi" w:cs="Arial"/>
        </w:rPr>
      </w:pPr>
    </w:p>
    <w:p w14:paraId="39330B94" w14:textId="77777777" w:rsidR="006D20DC" w:rsidRDefault="006D20DC">
      <w:pPr>
        <w:rPr>
          <w:rFonts w:asciiTheme="minorHAnsi" w:hAnsiTheme="minorHAnsi" w:cs="Arial"/>
        </w:rPr>
      </w:pPr>
    </w:p>
    <w:p w14:paraId="2EFFA6C8" w14:textId="77777777" w:rsidR="006D20DC" w:rsidRDefault="006D20DC">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6D20DC" w:rsidRPr="00B265CC" w14:paraId="1EBC452A"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CF8F310" w14:textId="0C7EACF4"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w:t>
            </w:r>
            <w:r>
              <w:rPr>
                <w:rFonts w:asciiTheme="minorHAnsi" w:hAnsiTheme="minorHAnsi" w:cs="Lucida Sans Unicode"/>
                <w:b/>
                <w:sz w:val="24"/>
              </w:rPr>
              <w:t>8</w:t>
            </w:r>
          </w:p>
          <w:p w14:paraId="35918202"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p>
          <w:p w14:paraId="1660E84B" w14:textId="46AB6DC9" w:rsidR="006D20DC" w:rsidRDefault="006D20DC" w:rsidP="006D20D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6D20DC">
              <w:rPr>
                <w:rFonts w:asciiTheme="minorHAnsi" w:hAnsiTheme="minorHAnsi" w:cs="Lucida Sans Unicode"/>
                <w:b/>
                <w:bCs/>
                <w:sz w:val="24"/>
              </w:rPr>
              <w:t>EXTENSION : FAUX PLAFOND CF 1H AU LIEU DE CF 2H</w:t>
            </w:r>
            <w:r>
              <w:rPr>
                <w:rFonts w:asciiTheme="minorHAnsi" w:hAnsiTheme="minorHAnsi" w:cs="Lucida Sans Unicode"/>
                <w:b/>
                <w:bCs/>
                <w:sz w:val="24"/>
              </w:rPr>
              <w:t xml:space="preserve"> </w:t>
            </w:r>
            <w:r>
              <w:rPr>
                <w:rFonts w:asciiTheme="minorHAnsi" w:hAnsiTheme="minorHAnsi" w:cs="Lucida Sans Unicode"/>
                <w:b/>
                <w:sz w:val="24"/>
              </w:rPr>
              <w:t>»</w:t>
            </w:r>
          </w:p>
        </w:tc>
      </w:tr>
      <w:tr w:rsidR="006D20DC" w:rsidRPr="00B265CC" w14:paraId="0C21E0E0"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37B60D69" w14:textId="77777777" w:rsidR="006D20DC" w:rsidRPr="00B265CC" w:rsidRDefault="006D20DC"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E2D54FA" w14:textId="3702353F" w:rsidR="006D20DC" w:rsidRPr="00B265C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4</w:t>
            </w:r>
          </w:p>
        </w:tc>
      </w:tr>
      <w:tr w:rsidR="006D20DC" w:rsidRPr="00B265CC" w14:paraId="4DDC7BF4"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ABCB3FD"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451B6BF"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5DED75ED"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1E8C0CD2"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DD48B35"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48DDB4D6"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9D1E0BB"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03A76BC2"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0BAE7F6E"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7C6F5AE4"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56FEE545"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bl>
    <w:p w14:paraId="6386946D" w14:textId="77777777" w:rsidR="006D20DC" w:rsidRDefault="006D20DC">
      <w:pPr>
        <w:rPr>
          <w:rFonts w:asciiTheme="minorHAnsi" w:hAnsiTheme="minorHAnsi" w:cs="Arial"/>
        </w:rPr>
      </w:pPr>
    </w:p>
    <w:p w14:paraId="1F25260F" w14:textId="77777777" w:rsidR="006D20DC" w:rsidRDefault="006D20DC">
      <w:pP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6D20DC" w:rsidRPr="00B265CC" w14:paraId="53A8C485"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D83CA5F" w14:textId="5CF40990"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N°2</w:t>
            </w:r>
            <w:r>
              <w:rPr>
                <w:rFonts w:asciiTheme="minorHAnsi" w:hAnsiTheme="minorHAnsi" w:cs="Lucida Sans Unicode"/>
                <w:b/>
                <w:sz w:val="24"/>
              </w:rPr>
              <w:t>9</w:t>
            </w:r>
          </w:p>
          <w:p w14:paraId="03F777AE"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p>
          <w:p w14:paraId="47B70788" w14:textId="665BE964"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6D20DC">
              <w:rPr>
                <w:rFonts w:asciiTheme="minorHAnsi" w:hAnsiTheme="minorHAnsi" w:cs="Lucida Sans Unicode"/>
                <w:b/>
                <w:bCs/>
                <w:sz w:val="24"/>
              </w:rPr>
              <w:t>SUPPRESSION DE LA PRESTATION EI 30 DE LA CLOISON MOBILE</w:t>
            </w:r>
            <w:r>
              <w:rPr>
                <w:rFonts w:asciiTheme="minorHAnsi" w:hAnsiTheme="minorHAnsi" w:cs="Lucida Sans Unicode"/>
                <w:b/>
                <w:bCs/>
                <w:sz w:val="24"/>
              </w:rPr>
              <w:t xml:space="preserve"> </w:t>
            </w:r>
            <w:r>
              <w:rPr>
                <w:rFonts w:asciiTheme="minorHAnsi" w:hAnsiTheme="minorHAnsi" w:cs="Lucida Sans Unicode"/>
                <w:b/>
                <w:sz w:val="24"/>
              </w:rPr>
              <w:t>»</w:t>
            </w:r>
          </w:p>
        </w:tc>
      </w:tr>
      <w:tr w:rsidR="006D20DC" w:rsidRPr="00B265CC" w14:paraId="616C1E2A"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C881389" w14:textId="77777777" w:rsidR="006D20DC" w:rsidRPr="00B265CC" w:rsidRDefault="006D20DC"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B6233DA" w14:textId="77777777" w:rsidR="006D20DC" w:rsidRPr="00B265C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4</w:t>
            </w:r>
          </w:p>
        </w:tc>
      </w:tr>
      <w:tr w:rsidR="006D20DC" w:rsidRPr="00B265CC" w14:paraId="1C3F50D9"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BCE27A6"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7ED3BE7A"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1BFEFE49"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40D587E"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F08B470"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69BC5DEE"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06E08F1"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859D7E6"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3240CA71"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7A6C6952"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C116447"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bl>
    <w:p w14:paraId="6563B781" w14:textId="77777777" w:rsidR="006D20DC" w:rsidRDefault="006D20DC">
      <w:pPr>
        <w:rPr>
          <w:rFonts w:asciiTheme="minorHAnsi" w:hAnsiTheme="minorHAnsi" w:cs="Arial"/>
        </w:rPr>
      </w:pPr>
    </w:p>
    <w:p w14:paraId="3894F39E" w14:textId="77777777" w:rsidR="006D20DC" w:rsidRDefault="006D20DC">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6D20DC" w:rsidRPr="00B265CC" w14:paraId="248BE39E"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F1D1B74" w14:textId="6F863448"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w:t>
            </w:r>
            <w:r>
              <w:rPr>
                <w:rFonts w:asciiTheme="minorHAnsi" w:hAnsiTheme="minorHAnsi" w:cs="Lucida Sans Unicode"/>
                <w:b/>
                <w:sz w:val="24"/>
              </w:rPr>
              <w:t>30</w:t>
            </w:r>
          </w:p>
          <w:p w14:paraId="7AB31DB5"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p>
          <w:p w14:paraId="4487B086" w14:textId="37C8FC9D"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6D20DC">
              <w:rPr>
                <w:rFonts w:asciiTheme="minorHAnsi" w:hAnsiTheme="minorHAnsi" w:cs="Lucida Sans Unicode"/>
                <w:b/>
                <w:bCs/>
                <w:sz w:val="24"/>
              </w:rPr>
              <w:t>REMPLACEMENT DES PANNEAUX FIBRES DE BOIS</w:t>
            </w:r>
            <w:r>
              <w:rPr>
                <w:rFonts w:asciiTheme="minorHAnsi" w:hAnsiTheme="minorHAnsi" w:cs="Lucida Sans Unicode"/>
                <w:b/>
                <w:bCs/>
                <w:sz w:val="24"/>
              </w:rPr>
              <w:t xml:space="preserve"> </w:t>
            </w:r>
            <w:r>
              <w:rPr>
                <w:rFonts w:asciiTheme="minorHAnsi" w:hAnsiTheme="minorHAnsi" w:cs="Lucida Sans Unicode"/>
                <w:b/>
                <w:sz w:val="24"/>
              </w:rPr>
              <w:t>»</w:t>
            </w:r>
          </w:p>
        </w:tc>
      </w:tr>
      <w:tr w:rsidR="006D20DC" w:rsidRPr="00B265CC" w14:paraId="56A4C9FC"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5A7DD32" w14:textId="77777777" w:rsidR="006D20DC" w:rsidRPr="00B265CC" w:rsidRDefault="006D20DC"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33DD94DE" w14:textId="77777777" w:rsidR="006D20DC" w:rsidRPr="00B265C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4</w:t>
            </w:r>
          </w:p>
        </w:tc>
      </w:tr>
      <w:tr w:rsidR="006D20DC" w:rsidRPr="00B265CC" w14:paraId="2AE3DDBD"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AE5B160"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28D267C6"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296243F3"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02BE6817"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DABF852"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41E8F0AF"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9D589CF"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50149D72"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7E243863"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20665459"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0BEADF5"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bl>
    <w:p w14:paraId="46284B25" w14:textId="77777777" w:rsidR="006D20DC" w:rsidRDefault="006D20DC">
      <w:pPr>
        <w:rPr>
          <w:rFonts w:asciiTheme="minorHAnsi" w:hAnsiTheme="minorHAnsi" w:cs="Arial"/>
        </w:rPr>
      </w:pPr>
    </w:p>
    <w:p w14:paraId="47A11D2B" w14:textId="77777777" w:rsidR="006D20DC" w:rsidRDefault="006D20DC">
      <w:pPr>
        <w:rPr>
          <w:rFonts w:asciiTheme="minorHAnsi" w:hAnsiTheme="minorHAnsi" w:cs="Arial"/>
        </w:rPr>
      </w:pPr>
    </w:p>
    <w:p w14:paraId="1B758D98" w14:textId="77777777" w:rsidR="006D20DC" w:rsidRDefault="006D20DC">
      <w:pPr>
        <w:rPr>
          <w:rFonts w:asciiTheme="minorHAnsi" w:hAnsiTheme="minorHAnsi" w:cs="Arial"/>
        </w:rPr>
      </w:pPr>
    </w:p>
    <w:p w14:paraId="05C9706A" w14:textId="77777777" w:rsidR="006D20DC" w:rsidRDefault="006D20DC">
      <w:pPr>
        <w:rPr>
          <w:rFonts w:asciiTheme="minorHAnsi" w:hAnsiTheme="minorHAnsi" w:cs="Arial"/>
        </w:rPr>
      </w:pPr>
    </w:p>
    <w:p w14:paraId="72FAE921" w14:textId="77777777" w:rsidR="006D20DC" w:rsidRDefault="006D20DC">
      <w:pPr>
        <w:rPr>
          <w:rFonts w:asciiTheme="minorHAnsi" w:hAnsiTheme="minorHAnsi" w:cs="Arial"/>
        </w:rPr>
      </w:pPr>
    </w:p>
    <w:p w14:paraId="6241AD6C" w14:textId="77777777" w:rsidR="006D20DC" w:rsidRDefault="006D20DC">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6D20DC" w:rsidRPr="00B265CC" w14:paraId="13D8AFBE"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29B65A53" w14:textId="07879ED4"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w:t>
            </w:r>
            <w:r>
              <w:rPr>
                <w:rFonts w:asciiTheme="minorHAnsi" w:hAnsiTheme="minorHAnsi" w:cs="Lucida Sans Unicode"/>
                <w:b/>
                <w:sz w:val="24"/>
              </w:rPr>
              <w:t>1</w:t>
            </w:r>
          </w:p>
          <w:p w14:paraId="53B3DACC" w14:textId="77777777" w:rsidR="006D20DC" w:rsidRDefault="006D20DC" w:rsidP="00817A0F">
            <w:pPr>
              <w:tabs>
                <w:tab w:val="left" w:pos="1200"/>
                <w:tab w:val="left" w:pos="5449"/>
              </w:tabs>
              <w:spacing w:line="240" w:lineRule="exact"/>
              <w:jc w:val="center"/>
              <w:rPr>
                <w:rFonts w:asciiTheme="minorHAnsi" w:hAnsiTheme="minorHAnsi" w:cs="Lucida Sans Unicode"/>
                <w:b/>
                <w:sz w:val="24"/>
              </w:rPr>
            </w:pPr>
          </w:p>
          <w:p w14:paraId="35DDAA3D" w14:textId="44D33F7E" w:rsidR="006D20D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6D20DC">
              <w:rPr>
                <w:rFonts w:asciiTheme="minorHAnsi" w:hAnsiTheme="minorHAnsi" w:cs="Lucida Sans Unicode"/>
                <w:b/>
                <w:bCs/>
                <w:sz w:val="24"/>
              </w:rPr>
              <w:t>REMPLACEMENT FAUX PLAFOND METALLIQUE PAR 600 X 600 HYDROFUGE</w:t>
            </w:r>
            <w:r>
              <w:rPr>
                <w:rFonts w:asciiTheme="minorHAnsi" w:hAnsiTheme="minorHAnsi" w:cs="Lucida Sans Unicode"/>
                <w:b/>
                <w:bCs/>
                <w:sz w:val="24"/>
              </w:rPr>
              <w:t xml:space="preserve"> </w:t>
            </w:r>
            <w:r>
              <w:rPr>
                <w:rFonts w:asciiTheme="minorHAnsi" w:hAnsiTheme="minorHAnsi" w:cs="Lucida Sans Unicode"/>
                <w:b/>
                <w:sz w:val="24"/>
              </w:rPr>
              <w:t>»</w:t>
            </w:r>
          </w:p>
        </w:tc>
      </w:tr>
      <w:tr w:rsidR="006D20DC" w:rsidRPr="00B265CC" w14:paraId="03B8FF9B"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7ADACDBB" w14:textId="77777777" w:rsidR="006D20DC" w:rsidRPr="00B265CC" w:rsidRDefault="006D20DC"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37138A9A" w14:textId="77777777" w:rsidR="006D20DC" w:rsidRPr="00B265CC" w:rsidRDefault="006D20DC"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4</w:t>
            </w:r>
          </w:p>
        </w:tc>
      </w:tr>
      <w:tr w:rsidR="006D20DC" w:rsidRPr="00B265CC" w14:paraId="2366E6CE"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6B327FA0"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B56FE4F"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6EF011B6"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DB138F7"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2E3242F"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5FE07B28"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0AE46FE0"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8A4A87B"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r w:rsidR="006D20DC" w:rsidRPr="00B265CC" w14:paraId="6F87C197"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41E18CC4" w14:textId="77777777" w:rsidR="006D20DC" w:rsidRPr="00B265CC" w:rsidRDefault="006D20DC"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04E20FE0" w14:textId="77777777" w:rsidR="006D20DC" w:rsidRPr="00B265CC" w:rsidRDefault="006D20DC" w:rsidP="00817A0F">
            <w:pPr>
              <w:tabs>
                <w:tab w:val="left" w:pos="1200"/>
                <w:tab w:val="left" w:pos="5449"/>
              </w:tabs>
              <w:spacing w:line="240" w:lineRule="exact"/>
              <w:jc w:val="both"/>
              <w:rPr>
                <w:rFonts w:asciiTheme="minorHAnsi" w:hAnsiTheme="minorHAnsi" w:cs="Lucida Sans Unicode"/>
                <w:sz w:val="24"/>
              </w:rPr>
            </w:pPr>
          </w:p>
        </w:tc>
      </w:tr>
    </w:tbl>
    <w:p w14:paraId="3CE10CD4" w14:textId="77777777" w:rsidR="006D20DC" w:rsidRDefault="006D20DC">
      <w:pPr>
        <w:rPr>
          <w:rFonts w:asciiTheme="minorHAnsi" w:hAnsiTheme="minorHAnsi" w:cs="Arial"/>
        </w:rPr>
      </w:pPr>
    </w:p>
    <w:p w14:paraId="51B3D07E" w14:textId="77777777" w:rsidR="00C13881" w:rsidRDefault="00C13881">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C13881" w:rsidRPr="00B265CC" w14:paraId="105F1212"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1A74AFA4" w14:textId="17AF9AF8"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w:t>
            </w:r>
            <w:r>
              <w:rPr>
                <w:rFonts w:asciiTheme="minorHAnsi" w:hAnsiTheme="minorHAnsi" w:cs="Lucida Sans Unicode"/>
                <w:b/>
                <w:sz w:val="24"/>
              </w:rPr>
              <w:t>2</w:t>
            </w:r>
          </w:p>
          <w:p w14:paraId="0982D470"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0BAA7FDD"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REMPLACEMENT PARTIEL DES PANNEAUX ACOUSTIQUES MURAUX PAR PLAFONDS ACOUSTIQUES</w:t>
            </w:r>
            <w:r>
              <w:rPr>
                <w:rFonts w:asciiTheme="minorHAnsi" w:hAnsiTheme="minorHAnsi" w:cs="Lucida Sans Unicode"/>
                <w:b/>
                <w:bCs/>
                <w:sz w:val="24"/>
              </w:rPr>
              <w:t xml:space="preserve"> </w:t>
            </w:r>
            <w:r>
              <w:rPr>
                <w:rFonts w:asciiTheme="minorHAnsi" w:hAnsiTheme="minorHAnsi" w:cs="Lucida Sans Unicode"/>
                <w:b/>
                <w:sz w:val="24"/>
              </w:rPr>
              <w:t>»</w:t>
            </w:r>
          </w:p>
          <w:p w14:paraId="12AF006B"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7B1C8674" w14:textId="42AD67C5"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5 et 8</w:t>
            </w:r>
          </w:p>
        </w:tc>
      </w:tr>
      <w:tr w:rsidR="00C13881" w:rsidRPr="00B265CC" w14:paraId="2DBD55C4"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A44EED1"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318A9D32" w14:textId="77777777"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4</w:t>
            </w:r>
          </w:p>
        </w:tc>
      </w:tr>
      <w:tr w:rsidR="00C13881" w:rsidRPr="00B265CC" w14:paraId="3FC4EA34"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390086F"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57A0680F"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157EBA2E"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0059B62B"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0CAE4AF8"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3E377492"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9B92D6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100F8394"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44B1AAE0"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707FDA88"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3EF76E8"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50E63461" w14:textId="77777777" w:rsidR="00C13881" w:rsidRDefault="00C13881">
      <w:pP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C13881" w:rsidRPr="00B265CC" w14:paraId="42AB8E20"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E0EB29E"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N°32</w:t>
            </w:r>
          </w:p>
          <w:p w14:paraId="54E72972"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432DD048"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REMPLACEMENT PARTIEL DES PANNEAUX ACOUSTIQUES MURAUX PAR PLAFONDS ACOUSTIQUES</w:t>
            </w:r>
            <w:r>
              <w:rPr>
                <w:rFonts w:asciiTheme="minorHAnsi" w:hAnsiTheme="minorHAnsi" w:cs="Lucida Sans Unicode"/>
                <w:b/>
                <w:bCs/>
                <w:sz w:val="24"/>
              </w:rPr>
              <w:t xml:space="preserve"> </w:t>
            </w:r>
            <w:r>
              <w:rPr>
                <w:rFonts w:asciiTheme="minorHAnsi" w:hAnsiTheme="minorHAnsi" w:cs="Lucida Sans Unicode"/>
                <w:b/>
                <w:sz w:val="24"/>
              </w:rPr>
              <w:t>»</w:t>
            </w:r>
          </w:p>
          <w:p w14:paraId="4F9C3A24"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376F44B4"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5 et 8</w:t>
            </w:r>
          </w:p>
        </w:tc>
      </w:tr>
      <w:tr w:rsidR="00C13881" w:rsidRPr="00B265CC" w14:paraId="0E3ACA69"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A782835"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7EAB5723" w14:textId="000FD2AF"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5</w:t>
            </w:r>
          </w:p>
        </w:tc>
      </w:tr>
      <w:tr w:rsidR="00C13881" w:rsidRPr="00B265CC" w14:paraId="0D8F3B39"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073D8D1"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77518604"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1A92FD47"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ADFAAC9"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01A7B9E3"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0B80ACAA"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40B4F09"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10E3BAC4"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1301C08F"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626C9B1C"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B875CD8"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5076C60F" w14:textId="77777777" w:rsidR="00C13881" w:rsidRDefault="00C13881">
      <w:pPr>
        <w:rPr>
          <w:rFonts w:asciiTheme="minorHAnsi" w:hAnsiTheme="minorHAnsi" w:cs="Arial"/>
        </w:rPr>
      </w:pPr>
    </w:p>
    <w:bookmarkEnd w:id="1"/>
    <w:p w14:paraId="4A9203B9" w14:textId="77777777" w:rsidR="00E20C7C" w:rsidRDefault="00E20C7C" w:rsidP="00235E22">
      <w:pPr>
        <w:tabs>
          <w:tab w:val="left" w:pos="1200"/>
        </w:tabs>
        <w:spacing w:line="240" w:lineRule="exact"/>
        <w:ind w:right="289"/>
        <w:jc w:val="both"/>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C13881" w:rsidRPr="00B265CC" w14:paraId="7193403A"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5D5ABA9"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N°32</w:t>
            </w:r>
          </w:p>
          <w:p w14:paraId="71272664"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05F8CCC8"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REMPLACEMENT PARTIEL DES PANNEAUX ACOUSTIQUES MURAUX PAR PLAFONDS ACOUSTIQUES</w:t>
            </w:r>
            <w:r>
              <w:rPr>
                <w:rFonts w:asciiTheme="minorHAnsi" w:hAnsiTheme="minorHAnsi" w:cs="Lucida Sans Unicode"/>
                <w:b/>
                <w:bCs/>
                <w:sz w:val="24"/>
              </w:rPr>
              <w:t xml:space="preserve"> </w:t>
            </w:r>
            <w:r>
              <w:rPr>
                <w:rFonts w:asciiTheme="minorHAnsi" w:hAnsiTheme="minorHAnsi" w:cs="Lucida Sans Unicode"/>
                <w:b/>
                <w:sz w:val="24"/>
              </w:rPr>
              <w:t>»</w:t>
            </w:r>
          </w:p>
          <w:p w14:paraId="34D4D146"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636D423E"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5 et 8</w:t>
            </w:r>
          </w:p>
        </w:tc>
      </w:tr>
      <w:tr w:rsidR="00C13881" w:rsidRPr="00B265CC" w14:paraId="332FD6CF"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3913ED01"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4C78039F" w14:textId="494C769B"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8</w:t>
            </w:r>
          </w:p>
        </w:tc>
      </w:tr>
      <w:tr w:rsidR="00C13881" w:rsidRPr="00B265CC" w14:paraId="0C1283E2"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D509A31"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28381F39"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2BEEC0D2"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D5A3517"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8B391D7"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42EDDB66"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0167F85B"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0CAF7A27"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21402006"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3A06A3FF"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BCE37D1"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2A04664F" w14:textId="77777777" w:rsidR="00C13881" w:rsidRDefault="00C13881" w:rsidP="00C13881">
      <w:pPr>
        <w:tabs>
          <w:tab w:val="left" w:pos="1200"/>
        </w:tabs>
        <w:spacing w:line="240" w:lineRule="exact"/>
        <w:ind w:right="289"/>
        <w:jc w:val="center"/>
        <w:rPr>
          <w:rFonts w:asciiTheme="minorHAnsi" w:hAnsiTheme="minorHAnsi" w:cs="Arial"/>
        </w:rPr>
      </w:pPr>
    </w:p>
    <w:p w14:paraId="6276CE37" w14:textId="77777777" w:rsidR="00C13881" w:rsidRDefault="00C13881" w:rsidP="00C13881">
      <w:pPr>
        <w:tabs>
          <w:tab w:val="left" w:pos="1200"/>
        </w:tabs>
        <w:spacing w:line="240" w:lineRule="exact"/>
        <w:ind w:right="289"/>
        <w:jc w:val="center"/>
        <w:rPr>
          <w:rFonts w:asciiTheme="minorHAnsi" w:hAnsiTheme="minorHAnsi" w:cs="Arial"/>
        </w:rPr>
      </w:pPr>
    </w:p>
    <w:p w14:paraId="5B411981"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C13881" w:rsidRPr="00B265CC" w14:paraId="75277BC8"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4660EFDA" w14:textId="28463BA0"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w:t>
            </w:r>
            <w:r>
              <w:rPr>
                <w:rFonts w:asciiTheme="minorHAnsi" w:hAnsiTheme="minorHAnsi" w:cs="Lucida Sans Unicode"/>
                <w:b/>
                <w:sz w:val="24"/>
              </w:rPr>
              <w:t>3</w:t>
            </w:r>
          </w:p>
          <w:p w14:paraId="0FDE5830"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5FE9E2AE" w14:textId="5EBBEE28"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REMPLACEMENT PARTIEL DES PANNEAUX ACOUSTIQUES MURAUX EN BOIS PAR PANNEAUX LAINE MINERAL OU PLAQUE DE PLATRE</w:t>
            </w:r>
            <w:r>
              <w:rPr>
                <w:rFonts w:asciiTheme="minorHAnsi" w:hAnsiTheme="minorHAnsi" w:cs="Lucida Sans Unicode"/>
                <w:b/>
                <w:bCs/>
                <w:sz w:val="24"/>
              </w:rPr>
              <w:t xml:space="preserve"> </w:t>
            </w:r>
            <w:r>
              <w:rPr>
                <w:rFonts w:asciiTheme="minorHAnsi" w:hAnsiTheme="minorHAnsi" w:cs="Lucida Sans Unicode"/>
                <w:b/>
                <w:sz w:val="24"/>
              </w:rPr>
              <w:t>»</w:t>
            </w:r>
          </w:p>
          <w:p w14:paraId="2AAA24B9"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5C4F9C2E" w14:textId="765ABCCE"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w:t>
            </w:r>
            <w:r>
              <w:rPr>
                <w:rFonts w:asciiTheme="minorHAnsi" w:hAnsiTheme="minorHAnsi" w:cs="Lucida Sans Unicode"/>
                <w:b/>
                <w:sz w:val="24"/>
              </w:rPr>
              <w:t xml:space="preserve"> et 5</w:t>
            </w:r>
          </w:p>
        </w:tc>
      </w:tr>
      <w:tr w:rsidR="00C13881" w:rsidRPr="00B265CC" w14:paraId="4FF786FD"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6C49727"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3EE7716F" w14:textId="2B726CC3"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4</w:t>
            </w:r>
          </w:p>
        </w:tc>
      </w:tr>
      <w:tr w:rsidR="00C13881" w:rsidRPr="00B265CC" w14:paraId="6F24A38A"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660285AE"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9CF4206"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3EF88AF"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BA2CA49"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F3734C0"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52631369"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75B80BB"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0C667A00"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F63ECB2"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3DEC92F0"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37CDDB54"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191E837D" w14:textId="77777777" w:rsidR="00C13881" w:rsidRDefault="00C13881" w:rsidP="00C13881">
      <w:pPr>
        <w:tabs>
          <w:tab w:val="left" w:pos="1200"/>
        </w:tabs>
        <w:spacing w:line="240" w:lineRule="exact"/>
        <w:ind w:right="289"/>
        <w:jc w:val="center"/>
        <w:rPr>
          <w:rFonts w:asciiTheme="minorHAnsi" w:hAnsiTheme="minorHAnsi" w:cs="Arial"/>
        </w:rPr>
      </w:pPr>
    </w:p>
    <w:p w14:paraId="4E08D5E0" w14:textId="77777777" w:rsidR="00C13881" w:rsidRDefault="00C13881" w:rsidP="00C13881">
      <w:pPr>
        <w:tabs>
          <w:tab w:val="left" w:pos="1200"/>
        </w:tabs>
        <w:spacing w:line="240" w:lineRule="exact"/>
        <w:ind w:right="289"/>
        <w:jc w:val="center"/>
        <w:rPr>
          <w:rFonts w:asciiTheme="minorHAnsi" w:hAnsiTheme="minorHAnsi" w:cs="Arial"/>
        </w:rPr>
      </w:pPr>
    </w:p>
    <w:p w14:paraId="16265315" w14:textId="77777777" w:rsidR="00C13881" w:rsidRDefault="00C13881" w:rsidP="00C13881">
      <w:pPr>
        <w:tabs>
          <w:tab w:val="left" w:pos="1200"/>
        </w:tabs>
        <w:spacing w:line="240" w:lineRule="exact"/>
        <w:ind w:right="289"/>
        <w:jc w:val="center"/>
        <w:rPr>
          <w:rFonts w:asciiTheme="minorHAnsi" w:hAnsiTheme="minorHAnsi" w:cs="Arial"/>
        </w:rPr>
      </w:pPr>
    </w:p>
    <w:p w14:paraId="69B9B733" w14:textId="77777777" w:rsidR="00C13881" w:rsidRDefault="00C13881" w:rsidP="00C13881">
      <w:pPr>
        <w:tabs>
          <w:tab w:val="left" w:pos="1200"/>
        </w:tabs>
        <w:spacing w:line="240" w:lineRule="exact"/>
        <w:ind w:right="289"/>
        <w:jc w:val="center"/>
        <w:rPr>
          <w:rFonts w:asciiTheme="minorHAnsi" w:hAnsiTheme="minorHAnsi" w:cs="Arial"/>
        </w:rPr>
      </w:pPr>
    </w:p>
    <w:p w14:paraId="25461026" w14:textId="77777777" w:rsidR="00C13881" w:rsidRDefault="00C13881" w:rsidP="00C13881">
      <w:pPr>
        <w:tabs>
          <w:tab w:val="left" w:pos="1200"/>
        </w:tabs>
        <w:spacing w:line="240" w:lineRule="exact"/>
        <w:ind w:right="289"/>
        <w:jc w:val="center"/>
        <w:rPr>
          <w:rFonts w:asciiTheme="minorHAnsi" w:hAnsiTheme="minorHAnsi" w:cs="Arial"/>
        </w:rPr>
      </w:pPr>
    </w:p>
    <w:p w14:paraId="1C3D3E4F" w14:textId="77777777" w:rsidR="00C13881" w:rsidRDefault="00C13881" w:rsidP="00C13881">
      <w:pPr>
        <w:tabs>
          <w:tab w:val="left" w:pos="1200"/>
        </w:tabs>
        <w:spacing w:line="240" w:lineRule="exact"/>
        <w:ind w:right="289"/>
        <w:jc w:val="center"/>
        <w:rPr>
          <w:rFonts w:asciiTheme="minorHAnsi" w:hAnsiTheme="minorHAnsi" w:cs="Arial"/>
        </w:rPr>
      </w:pPr>
    </w:p>
    <w:p w14:paraId="3FFE75DC" w14:textId="77777777" w:rsidR="00C13881" w:rsidRDefault="00C13881" w:rsidP="00C13881">
      <w:pPr>
        <w:tabs>
          <w:tab w:val="left" w:pos="1200"/>
        </w:tabs>
        <w:spacing w:line="240" w:lineRule="exact"/>
        <w:ind w:right="289"/>
        <w:jc w:val="center"/>
        <w:rPr>
          <w:rFonts w:asciiTheme="minorHAnsi" w:hAnsiTheme="minorHAnsi" w:cs="Arial"/>
        </w:rPr>
      </w:pPr>
    </w:p>
    <w:p w14:paraId="2DD1D695" w14:textId="77777777" w:rsidR="00C13881" w:rsidRDefault="00C13881" w:rsidP="00C13881">
      <w:pPr>
        <w:tabs>
          <w:tab w:val="left" w:pos="1200"/>
        </w:tabs>
        <w:spacing w:line="240" w:lineRule="exact"/>
        <w:ind w:right="289"/>
        <w:jc w:val="center"/>
        <w:rPr>
          <w:rFonts w:asciiTheme="minorHAnsi" w:hAnsiTheme="minorHAnsi" w:cs="Arial"/>
        </w:rPr>
      </w:pPr>
    </w:p>
    <w:p w14:paraId="3CB72E2A" w14:textId="77777777" w:rsidR="00C13881" w:rsidRDefault="00C13881" w:rsidP="00C13881">
      <w:pPr>
        <w:tabs>
          <w:tab w:val="left" w:pos="1200"/>
        </w:tabs>
        <w:spacing w:line="240" w:lineRule="exact"/>
        <w:ind w:right="289"/>
        <w:jc w:val="center"/>
        <w:rPr>
          <w:rFonts w:asciiTheme="minorHAnsi" w:hAnsiTheme="minorHAnsi" w:cs="Arial"/>
        </w:rPr>
      </w:pPr>
    </w:p>
    <w:p w14:paraId="03E19908" w14:textId="77777777" w:rsidR="00C13881" w:rsidRDefault="00C13881" w:rsidP="00C13881">
      <w:pPr>
        <w:tabs>
          <w:tab w:val="left" w:pos="1200"/>
        </w:tabs>
        <w:spacing w:line="240" w:lineRule="exact"/>
        <w:ind w:right="289"/>
        <w:jc w:val="center"/>
        <w:rPr>
          <w:rFonts w:asciiTheme="minorHAnsi" w:hAnsiTheme="minorHAnsi" w:cs="Arial"/>
        </w:rPr>
      </w:pPr>
    </w:p>
    <w:p w14:paraId="42B255A2" w14:textId="77777777" w:rsidR="00C13881" w:rsidRDefault="00C13881" w:rsidP="00C13881">
      <w:pPr>
        <w:tabs>
          <w:tab w:val="left" w:pos="1200"/>
        </w:tabs>
        <w:spacing w:line="240" w:lineRule="exact"/>
        <w:ind w:right="289"/>
        <w:jc w:val="center"/>
        <w:rPr>
          <w:rFonts w:asciiTheme="minorHAnsi" w:hAnsiTheme="minorHAnsi" w:cs="Arial"/>
        </w:rPr>
      </w:pPr>
    </w:p>
    <w:p w14:paraId="6B5AC9BF" w14:textId="77777777" w:rsidR="00C13881" w:rsidRDefault="00C13881" w:rsidP="00C13881">
      <w:pPr>
        <w:tabs>
          <w:tab w:val="left" w:pos="1200"/>
        </w:tabs>
        <w:spacing w:line="240" w:lineRule="exact"/>
        <w:ind w:right="289"/>
        <w:jc w:val="center"/>
        <w:rPr>
          <w:rFonts w:asciiTheme="minorHAnsi" w:hAnsiTheme="minorHAnsi" w:cs="Arial"/>
        </w:rPr>
      </w:pPr>
    </w:p>
    <w:p w14:paraId="6BBD46E1" w14:textId="77777777" w:rsidR="00C13881" w:rsidRDefault="00C13881" w:rsidP="00C13881">
      <w:pPr>
        <w:tabs>
          <w:tab w:val="left" w:pos="1200"/>
        </w:tabs>
        <w:spacing w:line="240" w:lineRule="exact"/>
        <w:ind w:right="289"/>
        <w:jc w:val="center"/>
        <w:rPr>
          <w:rFonts w:asciiTheme="minorHAnsi" w:hAnsiTheme="minorHAnsi" w:cs="Arial"/>
        </w:rPr>
      </w:pPr>
    </w:p>
    <w:p w14:paraId="73703BFD" w14:textId="77777777" w:rsidR="00C13881" w:rsidRDefault="00C13881" w:rsidP="00C13881">
      <w:pPr>
        <w:tabs>
          <w:tab w:val="left" w:pos="1200"/>
        </w:tabs>
        <w:spacing w:line="240" w:lineRule="exact"/>
        <w:ind w:right="289"/>
        <w:jc w:val="center"/>
        <w:rPr>
          <w:rFonts w:asciiTheme="minorHAnsi" w:hAnsiTheme="minorHAnsi" w:cs="Arial"/>
        </w:rPr>
      </w:pPr>
    </w:p>
    <w:p w14:paraId="0E3EA7C4" w14:textId="77777777" w:rsidR="00C13881" w:rsidRDefault="00C13881" w:rsidP="00C13881">
      <w:pPr>
        <w:tabs>
          <w:tab w:val="left" w:pos="1200"/>
        </w:tabs>
        <w:spacing w:line="240" w:lineRule="exact"/>
        <w:ind w:right="289"/>
        <w:jc w:val="center"/>
        <w:rPr>
          <w:rFonts w:asciiTheme="minorHAnsi" w:hAnsiTheme="minorHAnsi" w:cs="Arial"/>
        </w:rPr>
      </w:pPr>
    </w:p>
    <w:p w14:paraId="438317C5" w14:textId="77777777" w:rsidR="00C13881" w:rsidRDefault="00C13881" w:rsidP="00C13881">
      <w:pPr>
        <w:tabs>
          <w:tab w:val="left" w:pos="1200"/>
        </w:tabs>
        <w:spacing w:line="240" w:lineRule="exact"/>
        <w:ind w:right="289"/>
        <w:jc w:val="center"/>
        <w:rPr>
          <w:rFonts w:asciiTheme="minorHAnsi" w:hAnsiTheme="minorHAnsi" w:cs="Arial"/>
        </w:rPr>
      </w:pPr>
    </w:p>
    <w:p w14:paraId="345272AC" w14:textId="77777777" w:rsidR="00C13881" w:rsidRDefault="00C13881" w:rsidP="00C13881">
      <w:pPr>
        <w:tabs>
          <w:tab w:val="left" w:pos="1200"/>
        </w:tabs>
        <w:spacing w:line="240" w:lineRule="exact"/>
        <w:ind w:right="289"/>
        <w:jc w:val="center"/>
        <w:rPr>
          <w:rFonts w:asciiTheme="minorHAnsi" w:hAnsiTheme="minorHAnsi" w:cs="Arial"/>
        </w:rPr>
      </w:pPr>
    </w:p>
    <w:p w14:paraId="34680818" w14:textId="77777777" w:rsidR="00C13881" w:rsidRDefault="00C13881" w:rsidP="00C13881">
      <w:pPr>
        <w:tabs>
          <w:tab w:val="left" w:pos="1200"/>
        </w:tabs>
        <w:spacing w:line="240" w:lineRule="exact"/>
        <w:ind w:right="289"/>
        <w:jc w:val="center"/>
        <w:rPr>
          <w:rFonts w:asciiTheme="minorHAnsi" w:hAnsiTheme="minorHAnsi" w:cs="Arial"/>
        </w:rPr>
      </w:pPr>
    </w:p>
    <w:p w14:paraId="66C3D7EE" w14:textId="77777777" w:rsidR="00C13881" w:rsidRDefault="00C13881" w:rsidP="00C13881">
      <w:pPr>
        <w:tabs>
          <w:tab w:val="left" w:pos="1200"/>
        </w:tabs>
        <w:spacing w:line="240" w:lineRule="exact"/>
        <w:ind w:right="289"/>
        <w:jc w:val="center"/>
        <w:rPr>
          <w:rFonts w:asciiTheme="minorHAnsi" w:hAnsiTheme="minorHAnsi" w:cs="Arial"/>
        </w:rPr>
      </w:pPr>
    </w:p>
    <w:p w14:paraId="611C389F"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C13881" w:rsidRPr="00B265CC" w14:paraId="1807C592"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A46CBCA"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N°33</w:t>
            </w:r>
          </w:p>
          <w:p w14:paraId="4904C618"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57306C05"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REMPLACEMENT PARTIEL DES PANNEAUX ACOUSTIQUES MURAUX EN BOIS PAR PANNEAUX LAINE MINERAL OU PLAQUE DE PLATRE</w:t>
            </w:r>
            <w:r>
              <w:rPr>
                <w:rFonts w:asciiTheme="minorHAnsi" w:hAnsiTheme="minorHAnsi" w:cs="Lucida Sans Unicode"/>
                <w:b/>
                <w:bCs/>
                <w:sz w:val="24"/>
              </w:rPr>
              <w:t xml:space="preserve"> </w:t>
            </w:r>
            <w:r>
              <w:rPr>
                <w:rFonts w:asciiTheme="minorHAnsi" w:hAnsiTheme="minorHAnsi" w:cs="Lucida Sans Unicode"/>
                <w:b/>
                <w:sz w:val="24"/>
              </w:rPr>
              <w:t>»</w:t>
            </w:r>
          </w:p>
          <w:p w14:paraId="77ACEBD5"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3FE0396C"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4 et 5</w:t>
            </w:r>
          </w:p>
        </w:tc>
      </w:tr>
      <w:tr w:rsidR="00C13881" w:rsidRPr="00B265CC" w14:paraId="324B1E53"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7D3323A3"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2DEB2DDC" w14:textId="47FAB2B8"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5</w:t>
            </w:r>
          </w:p>
        </w:tc>
      </w:tr>
      <w:tr w:rsidR="00C13881" w:rsidRPr="00B265CC" w14:paraId="4A4A67C0"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6D721FC"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63F6D22"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73C30BA5"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237B05A5"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1945D10"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715626B6"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CA2BB2B"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29F32EC6"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4C2C2557"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1180A95"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25AB059"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1D969BC2" w14:textId="77777777" w:rsidR="00C13881" w:rsidRDefault="00C13881" w:rsidP="00C13881">
      <w:pPr>
        <w:tabs>
          <w:tab w:val="left" w:pos="1200"/>
        </w:tabs>
        <w:spacing w:line="240" w:lineRule="exact"/>
        <w:ind w:right="289"/>
        <w:jc w:val="center"/>
        <w:rPr>
          <w:rFonts w:asciiTheme="minorHAnsi" w:hAnsiTheme="minorHAnsi" w:cs="Arial"/>
        </w:rPr>
      </w:pPr>
    </w:p>
    <w:p w14:paraId="405E42E1"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5E19D0C3"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390B206" w14:textId="752D1E34"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w:t>
            </w:r>
            <w:r>
              <w:rPr>
                <w:rFonts w:asciiTheme="minorHAnsi" w:hAnsiTheme="minorHAnsi" w:cs="Lucida Sans Unicode"/>
                <w:b/>
                <w:sz w:val="24"/>
              </w:rPr>
              <w:t>4</w:t>
            </w:r>
          </w:p>
          <w:p w14:paraId="710A7D1F"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3A6F1283" w14:textId="6E2E929F"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SUPPRESSION DES PANNEAUX D’HABILLAGES MURAUX DES CIRCULATIONS</w:t>
            </w:r>
            <w:r>
              <w:rPr>
                <w:rFonts w:asciiTheme="minorHAnsi" w:hAnsiTheme="minorHAnsi" w:cs="Lucida Sans Unicode"/>
                <w:b/>
                <w:bCs/>
                <w:sz w:val="24"/>
              </w:rPr>
              <w:t xml:space="preserve"> </w:t>
            </w:r>
            <w:r>
              <w:rPr>
                <w:rFonts w:asciiTheme="minorHAnsi" w:hAnsiTheme="minorHAnsi" w:cs="Lucida Sans Unicode"/>
                <w:b/>
                <w:sz w:val="24"/>
              </w:rPr>
              <w:t>»</w:t>
            </w:r>
          </w:p>
          <w:p w14:paraId="5225F5FE"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155AF947" w14:textId="41D3CFE5"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Lots concernés : </w:t>
            </w:r>
            <w:r>
              <w:rPr>
                <w:rFonts w:asciiTheme="minorHAnsi" w:hAnsiTheme="minorHAnsi" w:cs="Lucida Sans Unicode"/>
                <w:b/>
                <w:sz w:val="24"/>
              </w:rPr>
              <w:t>5</w:t>
            </w:r>
            <w:r>
              <w:rPr>
                <w:rFonts w:asciiTheme="minorHAnsi" w:hAnsiTheme="minorHAnsi" w:cs="Lucida Sans Unicode"/>
                <w:b/>
                <w:sz w:val="24"/>
              </w:rPr>
              <w:t xml:space="preserve"> et </w:t>
            </w:r>
            <w:r>
              <w:rPr>
                <w:rFonts w:asciiTheme="minorHAnsi" w:hAnsiTheme="minorHAnsi" w:cs="Lucida Sans Unicode"/>
                <w:b/>
                <w:sz w:val="24"/>
              </w:rPr>
              <w:t>8</w:t>
            </w:r>
          </w:p>
        </w:tc>
      </w:tr>
      <w:tr w:rsidR="00C13881" w:rsidRPr="00B265CC" w14:paraId="3305ED1D"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1F6ABCFB"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CE0B17D" w14:textId="77777777"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5</w:t>
            </w:r>
          </w:p>
        </w:tc>
      </w:tr>
      <w:tr w:rsidR="00C13881" w:rsidRPr="00B265CC" w14:paraId="47061440"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566502C"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411E6B45"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313AF6E5"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F43C174"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5614FB0"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B1F72A4"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E1E6EA8"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3087F71A"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B16B257"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307DE162"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83C4457"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25C00BC8" w14:textId="77777777" w:rsidR="00C13881" w:rsidRDefault="00C13881" w:rsidP="00C13881">
      <w:pPr>
        <w:tabs>
          <w:tab w:val="left" w:pos="1200"/>
        </w:tabs>
        <w:spacing w:line="240" w:lineRule="exact"/>
        <w:ind w:right="289"/>
        <w:jc w:val="center"/>
        <w:rPr>
          <w:rFonts w:asciiTheme="minorHAnsi" w:hAnsiTheme="minorHAnsi" w:cs="Arial"/>
        </w:rPr>
      </w:pPr>
    </w:p>
    <w:p w14:paraId="2266EC40" w14:textId="77777777" w:rsidR="00C13881" w:rsidRDefault="00C13881" w:rsidP="00C13881">
      <w:pPr>
        <w:tabs>
          <w:tab w:val="left" w:pos="1200"/>
        </w:tabs>
        <w:spacing w:line="240" w:lineRule="exact"/>
        <w:ind w:right="289"/>
        <w:jc w:val="center"/>
        <w:rPr>
          <w:rFonts w:asciiTheme="minorHAnsi" w:hAnsiTheme="minorHAnsi" w:cs="Arial"/>
        </w:rPr>
      </w:pPr>
    </w:p>
    <w:p w14:paraId="57B9E79A" w14:textId="77777777" w:rsidR="00C13881" w:rsidRDefault="00C13881" w:rsidP="00C13881">
      <w:pPr>
        <w:tabs>
          <w:tab w:val="left" w:pos="1200"/>
        </w:tabs>
        <w:spacing w:line="240" w:lineRule="exact"/>
        <w:ind w:right="289"/>
        <w:jc w:val="center"/>
        <w:rPr>
          <w:rFonts w:asciiTheme="minorHAnsi" w:hAnsiTheme="minorHAnsi" w:cs="Arial"/>
        </w:rPr>
      </w:pPr>
    </w:p>
    <w:p w14:paraId="49262351" w14:textId="77777777" w:rsidR="00C13881" w:rsidRDefault="00C13881" w:rsidP="00C13881">
      <w:pPr>
        <w:tabs>
          <w:tab w:val="left" w:pos="1200"/>
        </w:tabs>
        <w:spacing w:line="240" w:lineRule="exact"/>
        <w:ind w:right="289"/>
        <w:jc w:val="center"/>
        <w:rPr>
          <w:rFonts w:asciiTheme="minorHAnsi" w:hAnsiTheme="minorHAnsi" w:cs="Arial"/>
        </w:rPr>
      </w:pPr>
    </w:p>
    <w:p w14:paraId="5C2E0A20" w14:textId="77777777" w:rsidR="00C13881" w:rsidRDefault="00C13881" w:rsidP="00C13881">
      <w:pPr>
        <w:tabs>
          <w:tab w:val="left" w:pos="1200"/>
        </w:tabs>
        <w:spacing w:line="240" w:lineRule="exact"/>
        <w:ind w:right="289"/>
        <w:jc w:val="center"/>
        <w:rPr>
          <w:rFonts w:asciiTheme="minorHAnsi" w:hAnsiTheme="minorHAnsi" w:cs="Arial"/>
        </w:rPr>
      </w:pPr>
    </w:p>
    <w:p w14:paraId="6325CB0C" w14:textId="77777777" w:rsidR="00C13881" w:rsidRDefault="00C13881" w:rsidP="00C13881">
      <w:pPr>
        <w:tabs>
          <w:tab w:val="left" w:pos="1200"/>
        </w:tabs>
        <w:spacing w:line="240" w:lineRule="exact"/>
        <w:ind w:right="289"/>
        <w:jc w:val="center"/>
        <w:rPr>
          <w:rFonts w:asciiTheme="minorHAnsi" w:hAnsiTheme="minorHAnsi" w:cs="Arial"/>
        </w:rPr>
      </w:pPr>
    </w:p>
    <w:p w14:paraId="524B138A" w14:textId="77777777" w:rsidR="00C13881" w:rsidRDefault="00C13881" w:rsidP="00C13881">
      <w:pPr>
        <w:tabs>
          <w:tab w:val="left" w:pos="1200"/>
        </w:tabs>
        <w:spacing w:line="240" w:lineRule="exact"/>
        <w:ind w:right="289"/>
        <w:jc w:val="center"/>
        <w:rPr>
          <w:rFonts w:asciiTheme="minorHAnsi" w:hAnsiTheme="minorHAnsi" w:cs="Arial"/>
        </w:rPr>
      </w:pPr>
    </w:p>
    <w:p w14:paraId="2B2EAC6B" w14:textId="77777777" w:rsidR="00C13881" w:rsidRDefault="00C13881" w:rsidP="00C13881">
      <w:pPr>
        <w:tabs>
          <w:tab w:val="left" w:pos="1200"/>
        </w:tabs>
        <w:spacing w:line="240" w:lineRule="exact"/>
        <w:ind w:right="289"/>
        <w:jc w:val="center"/>
        <w:rPr>
          <w:rFonts w:asciiTheme="minorHAnsi" w:hAnsiTheme="minorHAnsi" w:cs="Arial"/>
        </w:rPr>
      </w:pPr>
    </w:p>
    <w:p w14:paraId="6CFBD2FF" w14:textId="77777777" w:rsidR="00C13881" w:rsidRDefault="00C13881" w:rsidP="00C13881">
      <w:pPr>
        <w:tabs>
          <w:tab w:val="left" w:pos="1200"/>
        </w:tabs>
        <w:spacing w:line="240" w:lineRule="exact"/>
        <w:ind w:right="289"/>
        <w:jc w:val="center"/>
        <w:rPr>
          <w:rFonts w:asciiTheme="minorHAnsi" w:hAnsiTheme="minorHAnsi" w:cs="Arial"/>
        </w:rPr>
      </w:pPr>
    </w:p>
    <w:p w14:paraId="3E48E3FA" w14:textId="77777777" w:rsidR="00C13881" w:rsidRDefault="00C13881" w:rsidP="00C13881">
      <w:pPr>
        <w:tabs>
          <w:tab w:val="left" w:pos="1200"/>
        </w:tabs>
        <w:spacing w:line="240" w:lineRule="exact"/>
        <w:ind w:right="289"/>
        <w:jc w:val="center"/>
        <w:rPr>
          <w:rFonts w:asciiTheme="minorHAnsi" w:hAnsiTheme="minorHAnsi" w:cs="Arial"/>
        </w:rPr>
      </w:pPr>
    </w:p>
    <w:p w14:paraId="075DD8BC" w14:textId="77777777" w:rsidR="00C13881" w:rsidRDefault="00C13881" w:rsidP="00C13881">
      <w:pPr>
        <w:tabs>
          <w:tab w:val="left" w:pos="1200"/>
        </w:tabs>
        <w:spacing w:line="240" w:lineRule="exact"/>
        <w:ind w:right="289"/>
        <w:jc w:val="center"/>
        <w:rPr>
          <w:rFonts w:asciiTheme="minorHAnsi" w:hAnsiTheme="minorHAnsi" w:cs="Arial"/>
        </w:rPr>
      </w:pPr>
    </w:p>
    <w:p w14:paraId="44552C51" w14:textId="77777777" w:rsidR="00C13881" w:rsidRDefault="00C13881" w:rsidP="00C13881">
      <w:pPr>
        <w:tabs>
          <w:tab w:val="left" w:pos="1200"/>
        </w:tabs>
        <w:spacing w:line="240" w:lineRule="exact"/>
        <w:ind w:right="289"/>
        <w:jc w:val="center"/>
        <w:rPr>
          <w:rFonts w:asciiTheme="minorHAnsi" w:hAnsiTheme="minorHAnsi" w:cs="Arial"/>
        </w:rPr>
      </w:pPr>
    </w:p>
    <w:p w14:paraId="03D565BC" w14:textId="77777777" w:rsidR="00C13881" w:rsidRDefault="00C13881" w:rsidP="00C13881">
      <w:pPr>
        <w:tabs>
          <w:tab w:val="left" w:pos="1200"/>
        </w:tabs>
        <w:spacing w:line="240" w:lineRule="exact"/>
        <w:ind w:right="289"/>
        <w:jc w:val="center"/>
        <w:rPr>
          <w:rFonts w:asciiTheme="minorHAnsi" w:hAnsiTheme="minorHAnsi" w:cs="Arial"/>
        </w:rPr>
      </w:pPr>
    </w:p>
    <w:p w14:paraId="72B9736B" w14:textId="77777777" w:rsidR="00C13881" w:rsidRDefault="00C13881" w:rsidP="00C13881">
      <w:pPr>
        <w:tabs>
          <w:tab w:val="left" w:pos="1200"/>
        </w:tabs>
        <w:spacing w:line="240" w:lineRule="exact"/>
        <w:ind w:right="289"/>
        <w:jc w:val="center"/>
        <w:rPr>
          <w:rFonts w:asciiTheme="minorHAnsi" w:hAnsiTheme="minorHAnsi" w:cs="Arial"/>
        </w:rPr>
      </w:pPr>
    </w:p>
    <w:p w14:paraId="0D6EA659" w14:textId="77777777" w:rsidR="00C13881" w:rsidRDefault="00C13881" w:rsidP="00C13881">
      <w:pPr>
        <w:tabs>
          <w:tab w:val="left" w:pos="1200"/>
        </w:tabs>
        <w:spacing w:line="240" w:lineRule="exact"/>
        <w:ind w:right="289"/>
        <w:jc w:val="center"/>
        <w:rPr>
          <w:rFonts w:asciiTheme="minorHAnsi" w:hAnsiTheme="minorHAnsi" w:cs="Arial"/>
        </w:rPr>
      </w:pPr>
    </w:p>
    <w:p w14:paraId="6609A184" w14:textId="77777777" w:rsidR="00C13881" w:rsidRDefault="00C13881" w:rsidP="00C13881">
      <w:pPr>
        <w:tabs>
          <w:tab w:val="left" w:pos="1200"/>
        </w:tabs>
        <w:spacing w:line="240" w:lineRule="exact"/>
        <w:ind w:right="289"/>
        <w:jc w:val="center"/>
        <w:rPr>
          <w:rFonts w:asciiTheme="minorHAnsi" w:hAnsiTheme="minorHAnsi" w:cs="Arial"/>
        </w:rPr>
      </w:pPr>
    </w:p>
    <w:p w14:paraId="2C03C21C" w14:textId="77777777" w:rsidR="00C13881" w:rsidRDefault="00C13881" w:rsidP="00C13881">
      <w:pPr>
        <w:tabs>
          <w:tab w:val="left" w:pos="1200"/>
        </w:tabs>
        <w:spacing w:line="240" w:lineRule="exact"/>
        <w:ind w:right="289"/>
        <w:jc w:val="center"/>
        <w:rPr>
          <w:rFonts w:asciiTheme="minorHAnsi" w:hAnsiTheme="minorHAnsi" w:cs="Arial"/>
        </w:rPr>
      </w:pPr>
    </w:p>
    <w:p w14:paraId="09B5A3F7" w14:textId="77777777" w:rsidR="00C13881" w:rsidRDefault="00C13881" w:rsidP="00C13881">
      <w:pPr>
        <w:tabs>
          <w:tab w:val="left" w:pos="1200"/>
        </w:tabs>
        <w:spacing w:line="240" w:lineRule="exact"/>
        <w:ind w:right="289"/>
        <w:jc w:val="center"/>
        <w:rPr>
          <w:rFonts w:asciiTheme="minorHAnsi" w:hAnsiTheme="minorHAnsi" w:cs="Arial"/>
        </w:rPr>
      </w:pPr>
    </w:p>
    <w:p w14:paraId="1F33BA00" w14:textId="46B33133" w:rsidR="00C13881" w:rsidRDefault="00C13881" w:rsidP="00C13881">
      <w:pPr>
        <w:tabs>
          <w:tab w:val="left" w:pos="1200"/>
        </w:tabs>
        <w:spacing w:line="240" w:lineRule="exact"/>
        <w:ind w:right="289"/>
        <w:jc w:val="center"/>
        <w:rPr>
          <w:rFonts w:asciiTheme="minorHAnsi" w:hAnsiTheme="minorHAnsi" w:cs="Arial"/>
        </w:rPr>
      </w:pPr>
    </w:p>
    <w:p w14:paraId="54D85371"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0DFB74C5"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7A6F6D13"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N°34</w:t>
            </w:r>
          </w:p>
          <w:p w14:paraId="1FB8666B"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003DDBBC"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SUPPRESSION DES PANNEAUX D’HABILLAGES MURAUX DES CIRCULATIONS</w:t>
            </w:r>
            <w:r>
              <w:rPr>
                <w:rFonts w:asciiTheme="minorHAnsi" w:hAnsiTheme="minorHAnsi" w:cs="Lucida Sans Unicode"/>
                <w:b/>
                <w:bCs/>
                <w:sz w:val="24"/>
              </w:rPr>
              <w:t xml:space="preserve"> </w:t>
            </w:r>
            <w:r>
              <w:rPr>
                <w:rFonts w:asciiTheme="minorHAnsi" w:hAnsiTheme="minorHAnsi" w:cs="Lucida Sans Unicode"/>
                <w:b/>
                <w:sz w:val="24"/>
              </w:rPr>
              <w:t>»</w:t>
            </w:r>
          </w:p>
          <w:p w14:paraId="60236C00"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49F31863"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5 et 8</w:t>
            </w:r>
          </w:p>
        </w:tc>
      </w:tr>
      <w:tr w:rsidR="00C13881" w:rsidRPr="00B265CC" w14:paraId="768B65B4"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2BB6523"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A23B2B3" w14:textId="1FEAD9D9"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8</w:t>
            </w:r>
          </w:p>
        </w:tc>
      </w:tr>
      <w:tr w:rsidR="00C13881" w:rsidRPr="00B265CC" w14:paraId="4F374263"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CC991B7"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3BE805E7"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0AA89628"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15FAB725"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E50BE7D"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5A3CF610"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009540B8"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8E0918E"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0186DA29"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6FB8A464"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98795B4"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762166BE" w14:textId="77777777" w:rsidR="00C13881" w:rsidRDefault="00C13881" w:rsidP="00C13881">
      <w:pPr>
        <w:tabs>
          <w:tab w:val="left" w:pos="1200"/>
        </w:tabs>
        <w:spacing w:line="240" w:lineRule="exact"/>
        <w:ind w:right="289"/>
        <w:jc w:val="center"/>
        <w:rPr>
          <w:rFonts w:asciiTheme="minorHAnsi" w:hAnsiTheme="minorHAnsi" w:cs="Arial"/>
        </w:rPr>
      </w:pPr>
    </w:p>
    <w:p w14:paraId="7754DE8D"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C13881" w:rsidRPr="00B265CC" w14:paraId="45E17B2F"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232F2EBB" w14:textId="007BEE99"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w:t>
            </w:r>
            <w:r>
              <w:rPr>
                <w:rFonts w:asciiTheme="minorHAnsi" w:hAnsiTheme="minorHAnsi" w:cs="Lucida Sans Unicode"/>
                <w:b/>
                <w:sz w:val="24"/>
              </w:rPr>
              <w:t>5</w:t>
            </w:r>
          </w:p>
          <w:p w14:paraId="6420806B"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4E0F8EAE" w14:textId="0798DD71" w:rsidR="00C13881" w:rsidRDefault="00C13881" w:rsidP="00C13881">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REMPLACEMENT DES FORMATS DE CARRELAGES ET FAIENCES</w:t>
            </w:r>
            <w:r>
              <w:rPr>
                <w:rFonts w:asciiTheme="minorHAnsi" w:hAnsiTheme="minorHAnsi" w:cs="Lucida Sans Unicode"/>
                <w:b/>
                <w:bCs/>
                <w:sz w:val="24"/>
              </w:rPr>
              <w:t xml:space="preserve"> </w:t>
            </w:r>
            <w:r>
              <w:rPr>
                <w:rFonts w:asciiTheme="minorHAnsi" w:hAnsiTheme="minorHAnsi" w:cs="Lucida Sans Unicode"/>
                <w:b/>
                <w:sz w:val="24"/>
              </w:rPr>
              <w:t>»</w:t>
            </w:r>
          </w:p>
        </w:tc>
      </w:tr>
      <w:tr w:rsidR="00C13881" w:rsidRPr="00B265CC" w14:paraId="27610D91"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763F88F9"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7E769C8F" w14:textId="0D706AA1"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6</w:t>
            </w:r>
          </w:p>
        </w:tc>
      </w:tr>
      <w:tr w:rsidR="00C13881" w:rsidRPr="00B265CC" w14:paraId="1DD7FE31"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15231A4"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594742BC"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16996F04"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023F53C1"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27CBE32"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4A8BF415"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744B7AF"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42477623"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15BBA5AF"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761F9B8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359E51FA"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47B26DE8" w14:textId="77777777" w:rsidR="00C13881" w:rsidRDefault="00C13881" w:rsidP="00C13881">
      <w:pPr>
        <w:tabs>
          <w:tab w:val="left" w:pos="1200"/>
        </w:tabs>
        <w:spacing w:line="240" w:lineRule="exact"/>
        <w:ind w:right="289"/>
        <w:jc w:val="center"/>
        <w:rPr>
          <w:rFonts w:asciiTheme="minorHAnsi" w:hAnsiTheme="minorHAnsi" w:cs="Arial"/>
        </w:rPr>
      </w:pPr>
    </w:p>
    <w:p w14:paraId="40C01BED"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6D88B95A"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7AF99A21" w14:textId="7283154B"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w:t>
            </w:r>
            <w:r>
              <w:rPr>
                <w:rFonts w:asciiTheme="minorHAnsi" w:hAnsiTheme="minorHAnsi" w:cs="Lucida Sans Unicode"/>
                <w:b/>
                <w:sz w:val="24"/>
              </w:rPr>
              <w:t>6</w:t>
            </w:r>
          </w:p>
          <w:p w14:paraId="549AD1AF"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53D1E7DE"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BATIMENT EXTENSION : REMPLACEMENT CARRELAGE PAR SOL SOUPLE DANS LES CIRCULATIONS ET LES SANITAIRES</w:t>
            </w:r>
            <w:r>
              <w:rPr>
                <w:rFonts w:asciiTheme="minorHAnsi" w:hAnsiTheme="minorHAnsi" w:cs="Lucida Sans Unicode"/>
                <w:b/>
                <w:bCs/>
                <w:sz w:val="24"/>
              </w:rPr>
              <w:t xml:space="preserve"> </w:t>
            </w:r>
            <w:r>
              <w:rPr>
                <w:rFonts w:asciiTheme="minorHAnsi" w:hAnsiTheme="minorHAnsi" w:cs="Lucida Sans Unicode"/>
                <w:b/>
                <w:sz w:val="24"/>
              </w:rPr>
              <w:t>»</w:t>
            </w:r>
          </w:p>
          <w:p w14:paraId="77BE6343"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526AFD6A" w14:textId="37E6ADA5"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6 et 7</w:t>
            </w:r>
          </w:p>
        </w:tc>
      </w:tr>
      <w:tr w:rsidR="00C13881" w:rsidRPr="00B265CC" w14:paraId="1FFB845A"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313B967A"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60885A2" w14:textId="77777777"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6</w:t>
            </w:r>
          </w:p>
        </w:tc>
      </w:tr>
      <w:tr w:rsidR="00C13881" w:rsidRPr="00B265CC" w14:paraId="1D05BE8C"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0F1124C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1FBC7CA0"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BE4D8FD"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006BD21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3674592"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70A5DB7D"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45655D3E"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5CB6ECC3"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4848A78B"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25E244C5"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747504DE"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0DE3E5F5" w14:textId="77777777" w:rsidR="00C13881" w:rsidRDefault="00C13881" w:rsidP="00C13881">
      <w:pPr>
        <w:tabs>
          <w:tab w:val="left" w:pos="1200"/>
        </w:tabs>
        <w:spacing w:line="240" w:lineRule="exact"/>
        <w:ind w:right="289"/>
        <w:jc w:val="center"/>
        <w:rPr>
          <w:rFonts w:asciiTheme="minorHAnsi" w:hAnsiTheme="minorHAnsi" w:cs="Arial"/>
        </w:rPr>
      </w:pPr>
    </w:p>
    <w:p w14:paraId="765DE700"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55FDC7E5"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616CD03B"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N°36</w:t>
            </w:r>
          </w:p>
          <w:p w14:paraId="267D52BC"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30DBADF8"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BATIMENT EXTENSION : REMPLACEMENT CARRELAGE PAR SOL SOUPLE DANS LES CIRCULATIONS ET LES SANITAIRES</w:t>
            </w:r>
            <w:r>
              <w:rPr>
                <w:rFonts w:asciiTheme="minorHAnsi" w:hAnsiTheme="minorHAnsi" w:cs="Lucida Sans Unicode"/>
                <w:b/>
                <w:bCs/>
                <w:sz w:val="24"/>
              </w:rPr>
              <w:t xml:space="preserve"> </w:t>
            </w:r>
            <w:r>
              <w:rPr>
                <w:rFonts w:asciiTheme="minorHAnsi" w:hAnsiTheme="minorHAnsi" w:cs="Lucida Sans Unicode"/>
                <w:b/>
                <w:sz w:val="24"/>
              </w:rPr>
              <w:t>»</w:t>
            </w:r>
          </w:p>
          <w:p w14:paraId="76ADDB5B"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06C53137"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6 et 7</w:t>
            </w:r>
          </w:p>
        </w:tc>
      </w:tr>
      <w:tr w:rsidR="00C13881" w:rsidRPr="00B265CC" w14:paraId="56EBD56F"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3EA8FE2"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89E95F6" w14:textId="6B8B46D2"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7</w:t>
            </w:r>
          </w:p>
        </w:tc>
      </w:tr>
      <w:tr w:rsidR="00C13881" w:rsidRPr="00B265CC" w14:paraId="7F594521"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3067DFB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1BFE2189"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0E152F73"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1EBE0451"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AB85EAE"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21B7537C"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5DCA1A87"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2D689F63"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35A274DE"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10A9092"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5D58E051"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61325D3F" w14:textId="77777777" w:rsidR="00C13881" w:rsidRDefault="00C13881" w:rsidP="00C13881">
      <w:pPr>
        <w:tabs>
          <w:tab w:val="left" w:pos="1200"/>
        </w:tabs>
        <w:spacing w:line="240" w:lineRule="exact"/>
        <w:ind w:right="289"/>
        <w:jc w:val="center"/>
        <w:rPr>
          <w:rFonts w:asciiTheme="minorHAnsi" w:hAnsiTheme="minorHAnsi" w:cs="Arial"/>
        </w:rPr>
      </w:pPr>
    </w:p>
    <w:p w14:paraId="0FD1D086"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1CD92D97"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9F9D89D" w14:textId="1F4C95AE"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w:t>
            </w:r>
            <w:r>
              <w:rPr>
                <w:rFonts w:asciiTheme="minorHAnsi" w:hAnsiTheme="minorHAnsi" w:cs="Lucida Sans Unicode"/>
                <w:b/>
                <w:sz w:val="24"/>
              </w:rPr>
              <w:t>7</w:t>
            </w:r>
          </w:p>
          <w:p w14:paraId="50F7A3AD"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474EF6DE" w14:textId="277CADCC"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BATIMENT EXTENSION : REMPLACEMENT CARRELAGE PAR SOL SOUPLE DANS LES AUTRES LOCAUX</w:t>
            </w:r>
            <w:r>
              <w:rPr>
                <w:rFonts w:asciiTheme="minorHAnsi" w:hAnsiTheme="minorHAnsi" w:cs="Lucida Sans Unicode"/>
                <w:b/>
                <w:bCs/>
                <w:sz w:val="24"/>
              </w:rPr>
              <w:t xml:space="preserve"> </w:t>
            </w:r>
            <w:r>
              <w:rPr>
                <w:rFonts w:asciiTheme="minorHAnsi" w:hAnsiTheme="minorHAnsi" w:cs="Lucida Sans Unicode"/>
                <w:b/>
                <w:sz w:val="24"/>
              </w:rPr>
              <w:t>»</w:t>
            </w:r>
          </w:p>
          <w:p w14:paraId="3B618661"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276D0803"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6 et 7</w:t>
            </w:r>
          </w:p>
        </w:tc>
      </w:tr>
      <w:tr w:rsidR="00C13881" w:rsidRPr="00B265CC" w14:paraId="1CB88061"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52B6ACCE"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45104875" w14:textId="0634AC7A"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6</w:t>
            </w:r>
          </w:p>
        </w:tc>
      </w:tr>
      <w:tr w:rsidR="00C13881" w:rsidRPr="00B265CC" w14:paraId="01BF045B"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6D21D4D7"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45EF2082"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78304D4C"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1816C478"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3C7BE5EB"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57ED47B"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70125025"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09999F3E"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44F07552"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4DAA4D0C"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95AA173"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51502074" w14:textId="77777777" w:rsidR="00C13881" w:rsidRDefault="00C13881" w:rsidP="00C13881">
      <w:pPr>
        <w:tabs>
          <w:tab w:val="left" w:pos="1200"/>
        </w:tabs>
        <w:spacing w:line="240" w:lineRule="exact"/>
        <w:ind w:right="289"/>
        <w:jc w:val="center"/>
        <w:rPr>
          <w:rFonts w:asciiTheme="minorHAnsi" w:hAnsiTheme="minorHAnsi" w:cs="Arial"/>
        </w:rPr>
      </w:pPr>
    </w:p>
    <w:p w14:paraId="5FDA7DA5" w14:textId="77777777" w:rsidR="00C13881" w:rsidRDefault="00C13881" w:rsidP="00C13881">
      <w:pPr>
        <w:tabs>
          <w:tab w:val="left" w:pos="1200"/>
        </w:tabs>
        <w:spacing w:line="240" w:lineRule="exact"/>
        <w:ind w:right="289"/>
        <w:jc w:val="center"/>
        <w:rPr>
          <w:rFonts w:asciiTheme="minorHAnsi" w:hAnsiTheme="minorHAnsi" w:cs="Arial"/>
        </w:rPr>
      </w:pPr>
    </w:p>
    <w:p w14:paraId="620A98B6" w14:textId="77777777" w:rsidR="00C13881" w:rsidRDefault="00C13881" w:rsidP="00C13881">
      <w:pPr>
        <w:tabs>
          <w:tab w:val="left" w:pos="1200"/>
        </w:tabs>
        <w:spacing w:line="240" w:lineRule="exact"/>
        <w:ind w:right="289"/>
        <w:jc w:val="center"/>
        <w:rPr>
          <w:rFonts w:asciiTheme="minorHAnsi" w:hAnsiTheme="minorHAnsi" w:cs="Arial"/>
        </w:rPr>
      </w:pPr>
    </w:p>
    <w:p w14:paraId="242429F1" w14:textId="77777777" w:rsidR="00C13881" w:rsidRDefault="00C13881" w:rsidP="00C13881">
      <w:pPr>
        <w:tabs>
          <w:tab w:val="left" w:pos="1200"/>
        </w:tabs>
        <w:spacing w:line="240" w:lineRule="exact"/>
        <w:ind w:right="289"/>
        <w:jc w:val="center"/>
        <w:rPr>
          <w:rFonts w:asciiTheme="minorHAnsi" w:hAnsiTheme="minorHAnsi" w:cs="Arial"/>
        </w:rPr>
      </w:pPr>
    </w:p>
    <w:p w14:paraId="67FCB3BC" w14:textId="77777777" w:rsidR="00C13881" w:rsidRDefault="00C13881" w:rsidP="00C13881">
      <w:pPr>
        <w:tabs>
          <w:tab w:val="left" w:pos="1200"/>
        </w:tabs>
        <w:spacing w:line="240" w:lineRule="exact"/>
        <w:ind w:right="289"/>
        <w:jc w:val="center"/>
        <w:rPr>
          <w:rFonts w:asciiTheme="minorHAnsi" w:hAnsiTheme="minorHAnsi" w:cs="Arial"/>
        </w:rPr>
      </w:pPr>
    </w:p>
    <w:p w14:paraId="54865134" w14:textId="77777777" w:rsidR="00C13881" w:rsidRDefault="00C13881" w:rsidP="00C13881">
      <w:pPr>
        <w:tabs>
          <w:tab w:val="left" w:pos="1200"/>
        </w:tabs>
        <w:spacing w:line="240" w:lineRule="exact"/>
        <w:ind w:right="289"/>
        <w:jc w:val="center"/>
        <w:rPr>
          <w:rFonts w:asciiTheme="minorHAnsi" w:hAnsiTheme="minorHAnsi" w:cs="Arial"/>
        </w:rPr>
      </w:pPr>
    </w:p>
    <w:p w14:paraId="77B06B33" w14:textId="77777777" w:rsidR="00C13881" w:rsidRDefault="00C13881" w:rsidP="00C13881">
      <w:pPr>
        <w:tabs>
          <w:tab w:val="left" w:pos="1200"/>
        </w:tabs>
        <w:spacing w:line="240" w:lineRule="exact"/>
        <w:ind w:right="289"/>
        <w:jc w:val="center"/>
        <w:rPr>
          <w:rFonts w:asciiTheme="minorHAnsi" w:hAnsiTheme="minorHAnsi" w:cs="Arial"/>
        </w:rPr>
      </w:pPr>
    </w:p>
    <w:p w14:paraId="0C72B211" w14:textId="77777777" w:rsidR="00C13881" w:rsidRDefault="00C13881" w:rsidP="00C13881">
      <w:pPr>
        <w:tabs>
          <w:tab w:val="left" w:pos="1200"/>
        </w:tabs>
        <w:spacing w:line="240" w:lineRule="exact"/>
        <w:ind w:right="289"/>
        <w:jc w:val="center"/>
        <w:rPr>
          <w:rFonts w:asciiTheme="minorHAnsi" w:hAnsiTheme="minorHAnsi" w:cs="Arial"/>
        </w:rPr>
      </w:pPr>
    </w:p>
    <w:p w14:paraId="72A732AD" w14:textId="77777777" w:rsidR="00C13881" w:rsidRDefault="00C13881" w:rsidP="00C13881">
      <w:pPr>
        <w:tabs>
          <w:tab w:val="left" w:pos="1200"/>
        </w:tabs>
        <w:spacing w:line="240" w:lineRule="exact"/>
        <w:ind w:right="289"/>
        <w:jc w:val="center"/>
        <w:rPr>
          <w:rFonts w:asciiTheme="minorHAnsi" w:hAnsiTheme="minorHAnsi" w:cs="Arial"/>
        </w:rPr>
      </w:pPr>
    </w:p>
    <w:p w14:paraId="00EA9269" w14:textId="77777777" w:rsidR="00C13881" w:rsidRDefault="00C13881" w:rsidP="00C13881">
      <w:pPr>
        <w:tabs>
          <w:tab w:val="left" w:pos="1200"/>
        </w:tabs>
        <w:spacing w:line="240" w:lineRule="exact"/>
        <w:ind w:right="289"/>
        <w:jc w:val="center"/>
        <w:rPr>
          <w:rFonts w:asciiTheme="minorHAnsi" w:hAnsiTheme="minorHAnsi" w:cs="Arial"/>
        </w:rPr>
      </w:pPr>
    </w:p>
    <w:p w14:paraId="7FA4C90C" w14:textId="77777777" w:rsidR="00C13881" w:rsidRDefault="00C13881" w:rsidP="00C13881">
      <w:pPr>
        <w:tabs>
          <w:tab w:val="left" w:pos="1200"/>
        </w:tabs>
        <w:spacing w:line="240" w:lineRule="exact"/>
        <w:ind w:right="289"/>
        <w:jc w:val="center"/>
        <w:rPr>
          <w:rFonts w:asciiTheme="minorHAnsi" w:hAnsiTheme="minorHAnsi" w:cs="Arial"/>
        </w:rPr>
      </w:pPr>
    </w:p>
    <w:p w14:paraId="76443914" w14:textId="77777777" w:rsidR="00C13881" w:rsidRDefault="00C13881" w:rsidP="00C13881">
      <w:pPr>
        <w:tabs>
          <w:tab w:val="left" w:pos="1200"/>
        </w:tabs>
        <w:spacing w:line="240" w:lineRule="exact"/>
        <w:ind w:right="289"/>
        <w:jc w:val="center"/>
        <w:rPr>
          <w:rFonts w:asciiTheme="minorHAnsi" w:hAnsiTheme="minorHAnsi" w:cs="Arial"/>
        </w:rPr>
      </w:pPr>
    </w:p>
    <w:p w14:paraId="0F0401A4" w14:textId="77777777" w:rsidR="00C13881" w:rsidRDefault="00C13881" w:rsidP="00C13881">
      <w:pPr>
        <w:tabs>
          <w:tab w:val="left" w:pos="1200"/>
        </w:tabs>
        <w:spacing w:line="240" w:lineRule="exact"/>
        <w:ind w:right="289"/>
        <w:jc w:val="center"/>
        <w:rPr>
          <w:rFonts w:asciiTheme="minorHAnsi" w:hAnsiTheme="minorHAnsi" w:cs="Arial"/>
        </w:rPr>
      </w:pPr>
    </w:p>
    <w:p w14:paraId="7C537248" w14:textId="77777777" w:rsidR="00C13881" w:rsidRDefault="00C13881" w:rsidP="00C13881">
      <w:pPr>
        <w:tabs>
          <w:tab w:val="left" w:pos="1200"/>
        </w:tabs>
        <w:spacing w:line="240" w:lineRule="exact"/>
        <w:ind w:right="289"/>
        <w:jc w:val="center"/>
        <w:rPr>
          <w:rFonts w:asciiTheme="minorHAnsi" w:hAnsiTheme="minorHAnsi" w:cs="Arial"/>
        </w:rPr>
      </w:pPr>
    </w:p>
    <w:p w14:paraId="429D1168" w14:textId="77777777" w:rsidR="00C13881" w:rsidRDefault="00C13881" w:rsidP="00C13881">
      <w:pPr>
        <w:tabs>
          <w:tab w:val="left" w:pos="1200"/>
        </w:tabs>
        <w:spacing w:line="240" w:lineRule="exact"/>
        <w:ind w:right="289"/>
        <w:jc w:val="center"/>
        <w:rPr>
          <w:rFonts w:asciiTheme="minorHAnsi" w:hAnsiTheme="minorHAnsi" w:cs="Arial"/>
        </w:rPr>
      </w:pPr>
    </w:p>
    <w:p w14:paraId="1E007AE0" w14:textId="77777777" w:rsidR="00C13881" w:rsidRDefault="00C13881" w:rsidP="00C13881">
      <w:pPr>
        <w:tabs>
          <w:tab w:val="left" w:pos="1200"/>
        </w:tabs>
        <w:spacing w:line="240" w:lineRule="exact"/>
        <w:ind w:right="289"/>
        <w:jc w:val="center"/>
        <w:rPr>
          <w:rFonts w:asciiTheme="minorHAnsi" w:hAnsiTheme="minorHAnsi" w:cs="Arial"/>
        </w:rPr>
      </w:pPr>
    </w:p>
    <w:p w14:paraId="4C4BA3E7" w14:textId="77777777" w:rsidR="00C13881" w:rsidRDefault="00C13881" w:rsidP="00C13881">
      <w:pPr>
        <w:tabs>
          <w:tab w:val="left" w:pos="1200"/>
        </w:tabs>
        <w:spacing w:line="240" w:lineRule="exact"/>
        <w:ind w:right="289"/>
        <w:jc w:val="center"/>
        <w:rPr>
          <w:rFonts w:asciiTheme="minorHAnsi" w:hAnsiTheme="minorHAnsi" w:cs="Arial"/>
        </w:rPr>
      </w:pPr>
    </w:p>
    <w:p w14:paraId="64B7A408"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4752C718"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2F38DF10"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lastRenderedPageBreak/>
              <w:t>PSE N°37</w:t>
            </w:r>
          </w:p>
          <w:p w14:paraId="33D22C1A"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20F2A4C5"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BATIMENT EXTENSION : REMPLACEMENT CARRELAGE PAR SOL SOUPLE DANS LES AUTRES LOCAUX</w:t>
            </w:r>
            <w:r>
              <w:rPr>
                <w:rFonts w:asciiTheme="minorHAnsi" w:hAnsiTheme="minorHAnsi" w:cs="Lucida Sans Unicode"/>
                <w:b/>
                <w:bCs/>
                <w:sz w:val="24"/>
              </w:rPr>
              <w:t xml:space="preserve"> </w:t>
            </w:r>
            <w:r>
              <w:rPr>
                <w:rFonts w:asciiTheme="minorHAnsi" w:hAnsiTheme="minorHAnsi" w:cs="Lucida Sans Unicode"/>
                <w:b/>
                <w:sz w:val="24"/>
              </w:rPr>
              <w:t>»</w:t>
            </w:r>
          </w:p>
          <w:p w14:paraId="17A7E80E"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1F7E320C"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6 et 7</w:t>
            </w:r>
          </w:p>
        </w:tc>
      </w:tr>
      <w:tr w:rsidR="00C13881" w:rsidRPr="00B265CC" w14:paraId="1AC583E6"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DACC5E9"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78316A3C" w14:textId="346339D3"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7</w:t>
            </w:r>
          </w:p>
        </w:tc>
      </w:tr>
      <w:tr w:rsidR="00C13881" w:rsidRPr="00B265CC" w14:paraId="41CF7009"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2661CB0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10B66F10"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09B9D330"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E09DE1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6B99E382"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421D16FA"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8E78DB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26345E94"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31A9A77"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71074C09"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3FFCDF98"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01478152" w14:textId="77777777" w:rsidR="00C13881" w:rsidRDefault="00C13881" w:rsidP="00C13881">
      <w:pPr>
        <w:tabs>
          <w:tab w:val="left" w:pos="1200"/>
        </w:tabs>
        <w:spacing w:line="240" w:lineRule="exact"/>
        <w:ind w:right="289"/>
        <w:jc w:val="center"/>
        <w:rPr>
          <w:rFonts w:asciiTheme="minorHAnsi" w:hAnsiTheme="minorHAnsi" w:cs="Arial"/>
        </w:rPr>
      </w:pPr>
    </w:p>
    <w:p w14:paraId="620FB8DA"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0E43A71C"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7B4AE01" w14:textId="20EC03C3"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w:t>
            </w:r>
            <w:r>
              <w:rPr>
                <w:rFonts w:asciiTheme="minorHAnsi" w:hAnsiTheme="minorHAnsi" w:cs="Lucida Sans Unicode"/>
                <w:b/>
                <w:sz w:val="24"/>
              </w:rPr>
              <w:t>8</w:t>
            </w:r>
          </w:p>
          <w:p w14:paraId="2984268B"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4DC77597" w14:textId="7BF0A31B"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BATIMENT EXISTANT SUPPRESSION DE LA DEPOSE CARRELAGE CAFETERIA</w:t>
            </w:r>
            <w:r>
              <w:rPr>
                <w:rFonts w:asciiTheme="minorHAnsi" w:hAnsiTheme="minorHAnsi" w:cs="Lucida Sans Unicode"/>
                <w:b/>
                <w:bCs/>
                <w:sz w:val="24"/>
              </w:rPr>
              <w:t xml:space="preserve"> </w:t>
            </w:r>
            <w:r>
              <w:rPr>
                <w:rFonts w:asciiTheme="minorHAnsi" w:hAnsiTheme="minorHAnsi" w:cs="Lucida Sans Unicode"/>
                <w:b/>
                <w:sz w:val="24"/>
              </w:rPr>
              <w:t>»</w:t>
            </w:r>
          </w:p>
          <w:p w14:paraId="77F70C8D"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5BA9703C"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6 et 7</w:t>
            </w:r>
          </w:p>
        </w:tc>
      </w:tr>
      <w:tr w:rsidR="00C13881" w:rsidRPr="00B265CC" w14:paraId="3802CEF2"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546E9392"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31201CEF" w14:textId="0E926D27"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6</w:t>
            </w:r>
          </w:p>
        </w:tc>
      </w:tr>
      <w:tr w:rsidR="00C13881" w:rsidRPr="00B265CC" w14:paraId="3859F809"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EC9F6C0"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50BFF9E"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B7CCF03"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E8D4E7A"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3E089D06"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5FA6E0A9"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E1E8C25"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64F32A33"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7DAD74D3"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20059015"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1075438F"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257700F7" w14:textId="77777777" w:rsidR="00C13881" w:rsidRDefault="00C13881" w:rsidP="00C13881">
      <w:pPr>
        <w:tabs>
          <w:tab w:val="left" w:pos="1200"/>
        </w:tabs>
        <w:spacing w:line="240" w:lineRule="exact"/>
        <w:ind w:right="289"/>
        <w:jc w:val="center"/>
        <w:rPr>
          <w:rFonts w:asciiTheme="minorHAnsi" w:hAnsiTheme="minorHAnsi" w:cs="Arial"/>
        </w:rPr>
      </w:pPr>
    </w:p>
    <w:p w14:paraId="6A247C1C"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3E2E3F25"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0523655"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N°38</w:t>
            </w:r>
          </w:p>
          <w:p w14:paraId="6CFAFB52"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73886B94"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BATIMENT EXISTANT SUPPRESSION DE LA DEPOSE CARRELAGE CAFETERIA</w:t>
            </w:r>
            <w:r>
              <w:rPr>
                <w:rFonts w:asciiTheme="minorHAnsi" w:hAnsiTheme="minorHAnsi" w:cs="Lucida Sans Unicode"/>
                <w:b/>
                <w:bCs/>
                <w:sz w:val="24"/>
              </w:rPr>
              <w:t xml:space="preserve"> </w:t>
            </w:r>
            <w:r>
              <w:rPr>
                <w:rFonts w:asciiTheme="minorHAnsi" w:hAnsiTheme="minorHAnsi" w:cs="Lucida Sans Unicode"/>
                <w:b/>
                <w:sz w:val="24"/>
              </w:rPr>
              <w:t>»</w:t>
            </w:r>
          </w:p>
          <w:p w14:paraId="5393FF7B"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6FBCEF1E"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Lots concernés : 6 et 7</w:t>
            </w:r>
          </w:p>
        </w:tc>
      </w:tr>
      <w:tr w:rsidR="00C13881" w:rsidRPr="00B265CC" w14:paraId="3AC8B697"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F3941FD"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22A54EB2" w14:textId="48DC5287"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7</w:t>
            </w:r>
          </w:p>
        </w:tc>
      </w:tr>
      <w:tr w:rsidR="00C13881" w:rsidRPr="00B265CC" w14:paraId="2DDACB85"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11193F9"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5A669E7B"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309A92B0"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DBE8A4E"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1CC95C5"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57F76F1B"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34FA47E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00A513DB"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5AC5044D"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4A6E41A4"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02D905ED"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294E30D9"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0EE1F5A6"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963AA67" w14:textId="2AA47A2F"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N°3</w:t>
            </w:r>
            <w:r>
              <w:rPr>
                <w:rFonts w:asciiTheme="minorHAnsi" w:hAnsiTheme="minorHAnsi" w:cs="Lucida Sans Unicode"/>
                <w:b/>
                <w:sz w:val="24"/>
              </w:rPr>
              <w:t>9</w:t>
            </w:r>
          </w:p>
          <w:p w14:paraId="5F8D13CC"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3C1BBB01" w14:textId="4895F6A7" w:rsidR="00C13881" w:rsidRDefault="00C13881" w:rsidP="00C13881">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MOBILIER SUPPRESSION / TRANSFERT DE CERTAINES PRESTATIONS</w:t>
            </w:r>
            <w:r>
              <w:rPr>
                <w:rFonts w:asciiTheme="minorHAnsi" w:hAnsiTheme="minorHAnsi" w:cs="Lucida Sans Unicode"/>
                <w:b/>
                <w:bCs/>
                <w:sz w:val="24"/>
              </w:rPr>
              <w:t xml:space="preserve"> </w:t>
            </w:r>
            <w:r>
              <w:rPr>
                <w:rFonts w:asciiTheme="minorHAnsi" w:hAnsiTheme="minorHAnsi" w:cs="Lucida Sans Unicode"/>
                <w:b/>
                <w:sz w:val="24"/>
              </w:rPr>
              <w:t>»</w:t>
            </w:r>
          </w:p>
        </w:tc>
      </w:tr>
      <w:tr w:rsidR="00C13881" w:rsidRPr="00B265CC" w14:paraId="56F6790D"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0D99A472"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5A46534C" w14:textId="5699F61F"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9</w:t>
            </w:r>
          </w:p>
        </w:tc>
      </w:tr>
      <w:tr w:rsidR="00C13881" w:rsidRPr="00B265CC" w14:paraId="413A319B"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88EDDE2"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2BE3121A"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689B206"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708DF00E"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103F46BE"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3AAB9FC5"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4B7F8990"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6CD3D0A"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154BA308"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651D1B36"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8A9CDDF"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3254F545" w14:textId="77777777" w:rsidR="00C13881" w:rsidRDefault="00C13881" w:rsidP="00C13881">
      <w:pPr>
        <w:tabs>
          <w:tab w:val="left" w:pos="1200"/>
        </w:tabs>
        <w:spacing w:line="240" w:lineRule="exact"/>
        <w:ind w:right="289"/>
        <w:jc w:val="center"/>
        <w:rPr>
          <w:rFonts w:asciiTheme="minorHAnsi" w:hAnsiTheme="minorHAnsi" w:cs="Arial"/>
        </w:rPr>
      </w:pPr>
    </w:p>
    <w:p w14:paraId="086C6CF7"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C13881" w:rsidRPr="00B265CC" w14:paraId="0F7A0C13"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687C25F8" w14:textId="09030213"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w:t>
            </w:r>
            <w:r>
              <w:rPr>
                <w:rFonts w:asciiTheme="minorHAnsi" w:hAnsiTheme="minorHAnsi" w:cs="Lucida Sans Unicode"/>
                <w:b/>
                <w:sz w:val="24"/>
              </w:rPr>
              <w:t>40</w:t>
            </w:r>
          </w:p>
          <w:p w14:paraId="7DC9984C"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39E48974" w14:textId="7E425963"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SIMPLIFICATION DES COMMANDES D’ECLAIRAGE DES LOCAUX</w:t>
            </w:r>
            <w:r>
              <w:rPr>
                <w:rFonts w:asciiTheme="minorHAnsi" w:hAnsiTheme="minorHAnsi" w:cs="Lucida Sans Unicode"/>
                <w:b/>
                <w:bCs/>
                <w:sz w:val="24"/>
              </w:rPr>
              <w:t xml:space="preserve"> </w:t>
            </w:r>
            <w:r>
              <w:rPr>
                <w:rFonts w:asciiTheme="minorHAnsi" w:hAnsiTheme="minorHAnsi" w:cs="Lucida Sans Unicode"/>
                <w:b/>
                <w:sz w:val="24"/>
              </w:rPr>
              <w:t>»</w:t>
            </w:r>
          </w:p>
        </w:tc>
      </w:tr>
      <w:tr w:rsidR="00C13881" w:rsidRPr="00B265CC" w14:paraId="6F52B682"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582DDBB7"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7252D8C3" w14:textId="04AADFAA"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n° </w:t>
            </w:r>
            <w:r>
              <w:rPr>
                <w:rFonts w:asciiTheme="minorHAnsi" w:hAnsiTheme="minorHAnsi" w:cs="Lucida Sans Unicode"/>
                <w:b/>
                <w:sz w:val="24"/>
              </w:rPr>
              <w:t>10</w:t>
            </w:r>
          </w:p>
        </w:tc>
      </w:tr>
      <w:tr w:rsidR="00C13881" w:rsidRPr="00B265CC" w14:paraId="7DF2077C"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53309B3A"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ABFDF9C"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1904C4D6"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49161981"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6FDD54A2"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04B4220C"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6700147D"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091EFBF2"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40D1EFCB"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0D8AE381"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244687BC"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1A6D26F4" w14:textId="77777777" w:rsidR="00C13881" w:rsidRDefault="00C13881" w:rsidP="00C13881">
      <w:pPr>
        <w:tabs>
          <w:tab w:val="left" w:pos="1200"/>
        </w:tabs>
        <w:spacing w:line="240" w:lineRule="exact"/>
        <w:ind w:right="289"/>
        <w:jc w:val="center"/>
        <w:rPr>
          <w:rFonts w:asciiTheme="minorHAnsi" w:hAnsiTheme="minorHAnsi" w:cs="Arial"/>
        </w:rPr>
      </w:pPr>
    </w:p>
    <w:p w14:paraId="66EBE63E"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5"/>
        <w:gridCol w:w="5519"/>
      </w:tblGrid>
      <w:tr w:rsidR="00C13881" w:rsidRPr="00B265CC" w14:paraId="626345BC"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0C2824E9" w14:textId="28C44746"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N°4</w:t>
            </w:r>
            <w:r>
              <w:rPr>
                <w:rFonts w:asciiTheme="minorHAnsi" w:hAnsiTheme="minorHAnsi" w:cs="Lucida Sans Unicode"/>
                <w:b/>
                <w:sz w:val="24"/>
              </w:rPr>
              <w:t>1</w:t>
            </w:r>
          </w:p>
          <w:p w14:paraId="7B1CAA53"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15BF2E63" w14:textId="6E7E59DD"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REMPLACEMENT DES CANALISATIONS ALUMINIUM PAR CANALISATIONS PVC</w:t>
            </w:r>
            <w:r>
              <w:rPr>
                <w:rFonts w:asciiTheme="minorHAnsi" w:hAnsiTheme="minorHAnsi" w:cs="Lucida Sans Unicode"/>
                <w:b/>
                <w:bCs/>
                <w:sz w:val="24"/>
              </w:rPr>
              <w:t xml:space="preserve"> </w:t>
            </w:r>
            <w:r>
              <w:rPr>
                <w:rFonts w:asciiTheme="minorHAnsi" w:hAnsiTheme="minorHAnsi" w:cs="Lucida Sans Unicode"/>
                <w:b/>
                <w:sz w:val="24"/>
              </w:rPr>
              <w:t>»</w:t>
            </w:r>
          </w:p>
        </w:tc>
      </w:tr>
      <w:tr w:rsidR="00C13881" w:rsidRPr="00B265CC" w14:paraId="76DB11D6"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157718DD"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1501886A" w14:textId="77777777"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10</w:t>
            </w:r>
          </w:p>
        </w:tc>
      </w:tr>
      <w:tr w:rsidR="00C13881" w:rsidRPr="00B265CC" w14:paraId="4F96F720"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D483BF2"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6730A0D5"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89A5627"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D93681B"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4B0DB9B6"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2A444FA2"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03E80A9C"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77EBC07C"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588166A4"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9AFB3A0"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048AB654"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50634A59" w14:textId="77777777" w:rsidR="00C13881" w:rsidRDefault="00C13881" w:rsidP="00C13881">
      <w:pPr>
        <w:tabs>
          <w:tab w:val="left" w:pos="1200"/>
        </w:tabs>
        <w:spacing w:line="240" w:lineRule="exact"/>
        <w:ind w:right="289"/>
        <w:jc w:val="center"/>
        <w:rPr>
          <w:rFonts w:asciiTheme="minorHAnsi" w:hAnsiTheme="minorHAnsi" w:cs="Arial"/>
        </w:rPr>
      </w:pPr>
    </w:p>
    <w:p w14:paraId="43AACC14" w14:textId="77777777" w:rsidR="00C13881" w:rsidRDefault="00C13881" w:rsidP="00C13881">
      <w:pPr>
        <w:tabs>
          <w:tab w:val="left" w:pos="1200"/>
        </w:tabs>
        <w:spacing w:line="240" w:lineRule="exact"/>
        <w:ind w:right="289"/>
        <w:jc w:val="center"/>
        <w:rPr>
          <w:rFonts w:asciiTheme="minorHAnsi" w:hAnsiTheme="minorHAnsi" w:cs="Arial"/>
        </w:rPr>
      </w:pPr>
    </w:p>
    <w:p w14:paraId="79DE8D4F" w14:textId="77777777" w:rsidR="00C13881" w:rsidRDefault="00C13881" w:rsidP="00C13881">
      <w:pPr>
        <w:tabs>
          <w:tab w:val="left" w:pos="1200"/>
        </w:tabs>
        <w:spacing w:line="240" w:lineRule="exact"/>
        <w:ind w:right="289"/>
        <w:jc w:val="center"/>
        <w:rPr>
          <w:rFonts w:asciiTheme="minorHAnsi" w:hAnsiTheme="minorHAnsi" w:cs="Arial"/>
        </w:rPr>
      </w:pPr>
    </w:p>
    <w:p w14:paraId="534AA89D" w14:textId="77777777" w:rsidR="00C13881" w:rsidRDefault="00C13881" w:rsidP="00C13881">
      <w:pPr>
        <w:tabs>
          <w:tab w:val="left" w:pos="1200"/>
        </w:tabs>
        <w:spacing w:line="240" w:lineRule="exact"/>
        <w:ind w:right="289"/>
        <w:jc w:val="center"/>
        <w:rPr>
          <w:rFonts w:asciiTheme="minorHAnsi" w:hAnsiTheme="minorHAnsi" w:cs="Arial"/>
        </w:rPr>
      </w:pPr>
    </w:p>
    <w:p w14:paraId="39EF03AD" w14:textId="77777777" w:rsidR="00C13881" w:rsidRDefault="00C13881" w:rsidP="00C13881">
      <w:pPr>
        <w:tabs>
          <w:tab w:val="left" w:pos="1200"/>
        </w:tabs>
        <w:spacing w:line="240" w:lineRule="exact"/>
        <w:ind w:right="289"/>
        <w:jc w:val="center"/>
        <w:rPr>
          <w:rFonts w:asciiTheme="minorHAnsi" w:hAnsiTheme="minorHAnsi" w:cs="Arial"/>
        </w:rPr>
      </w:pPr>
    </w:p>
    <w:p w14:paraId="67BE0367" w14:textId="77777777" w:rsidR="00C13881" w:rsidRDefault="00C13881" w:rsidP="00C13881">
      <w:pPr>
        <w:tabs>
          <w:tab w:val="left" w:pos="1200"/>
        </w:tabs>
        <w:spacing w:line="240" w:lineRule="exact"/>
        <w:ind w:right="289"/>
        <w:jc w:val="center"/>
        <w:rPr>
          <w:rFonts w:asciiTheme="minorHAnsi" w:hAnsiTheme="minorHAnsi" w:cs="Arial"/>
        </w:rPr>
      </w:pPr>
    </w:p>
    <w:p w14:paraId="2249C240"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5685BFB8"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1E80A3EF" w14:textId="7C810154"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N°4</w:t>
            </w:r>
            <w:r>
              <w:rPr>
                <w:rFonts w:asciiTheme="minorHAnsi" w:hAnsiTheme="minorHAnsi" w:cs="Lucida Sans Unicode"/>
                <w:b/>
                <w:sz w:val="24"/>
              </w:rPr>
              <w:t>2</w:t>
            </w:r>
          </w:p>
          <w:p w14:paraId="481DD513"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3B841E28" w14:textId="1FC67DAE"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DIMINUTION DE LA « FORME » ET L’IS » SUR LE TGC</w:t>
            </w:r>
            <w:r>
              <w:rPr>
                <w:rFonts w:asciiTheme="minorHAnsi" w:hAnsiTheme="minorHAnsi" w:cs="Lucida Sans Unicode"/>
                <w:b/>
                <w:bCs/>
                <w:sz w:val="24"/>
              </w:rPr>
              <w:t xml:space="preserve"> </w:t>
            </w:r>
            <w:r>
              <w:rPr>
                <w:rFonts w:asciiTheme="minorHAnsi" w:hAnsiTheme="minorHAnsi" w:cs="Lucida Sans Unicode"/>
                <w:b/>
                <w:sz w:val="24"/>
              </w:rPr>
              <w:t>»</w:t>
            </w:r>
          </w:p>
        </w:tc>
      </w:tr>
      <w:tr w:rsidR="00C13881" w:rsidRPr="00B265CC" w14:paraId="1B2ECF1C"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6418D1DB"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27379A7F" w14:textId="77777777"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10</w:t>
            </w:r>
          </w:p>
        </w:tc>
      </w:tr>
      <w:tr w:rsidR="00C13881" w:rsidRPr="00B265CC" w14:paraId="0C60524E"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6DCC17E5"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49BDAB45"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783E119E"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64244D0"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1756CE89"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684A3AB7"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0036CEEB"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51ACABDE"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2478EA8D"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02BB6942"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AC1B63B"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6468AB4D" w14:textId="77777777" w:rsidR="00C13881" w:rsidRDefault="00C13881" w:rsidP="00C13881">
      <w:pPr>
        <w:tabs>
          <w:tab w:val="left" w:pos="1200"/>
        </w:tabs>
        <w:spacing w:line="240" w:lineRule="exact"/>
        <w:ind w:right="289"/>
        <w:jc w:val="center"/>
        <w:rPr>
          <w:rFonts w:asciiTheme="minorHAnsi" w:hAnsiTheme="minorHAnsi" w:cs="Arial"/>
        </w:rPr>
      </w:pPr>
    </w:p>
    <w:p w14:paraId="2E57F1EB" w14:textId="77777777" w:rsidR="00C13881" w:rsidRDefault="00C13881"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C13881" w:rsidRPr="00B265CC" w14:paraId="63FF2F24"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D114346" w14:textId="78286A5B"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N°4</w:t>
            </w:r>
            <w:r>
              <w:rPr>
                <w:rFonts w:asciiTheme="minorHAnsi" w:hAnsiTheme="minorHAnsi" w:cs="Lucida Sans Unicode"/>
                <w:b/>
                <w:sz w:val="24"/>
              </w:rPr>
              <w:t>3</w:t>
            </w:r>
          </w:p>
          <w:p w14:paraId="5A4EAD85" w14:textId="77777777" w:rsidR="00C13881" w:rsidRDefault="00C13881" w:rsidP="00817A0F">
            <w:pPr>
              <w:tabs>
                <w:tab w:val="left" w:pos="1200"/>
                <w:tab w:val="left" w:pos="5449"/>
              </w:tabs>
              <w:spacing w:line="240" w:lineRule="exact"/>
              <w:jc w:val="center"/>
              <w:rPr>
                <w:rFonts w:asciiTheme="minorHAnsi" w:hAnsiTheme="minorHAnsi" w:cs="Lucida Sans Unicode"/>
                <w:b/>
                <w:sz w:val="24"/>
              </w:rPr>
            </w:pPr>
          </w:p>
          <w:p w14:paraId="1763A009" w14:textId="38AD8FCC" w:rsidR="00C13881"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C13881">
              <w:rPr>
                <w:rFonts w:asciiTheme="minorHAnsi" w:hAnsiTheme="minorHAnsi" w:cs="Lucida Sans Unicode"/>
                <w:b/>
                <w:bCs/>
                <w:sz w:val="24"/>
              </w:rPr>
              <w:t>REDUCTION DU NB DE PC 16A+T POUR LES STATIONS DE COIFFURE</w:t>
            </w:r>
            <w:r>
              <w:rPr>
                <w:rFonts w:asciiTheme="minorHAnsi" w:hAnsiTheme="minorHAnsi" w:cs="Lucida Sans Unicode"/>
                <w:b/>
                <w:bCs/>
                <w:sz w:val="24"/>
              </w:rPr>
              <w:t xml:space="preserve"> </w:t>
            </w:r>
            <w:r>
              <w:rPr>
                <w:rFonts w:asciiTheme="minorHAnsi" w:hAnsiTheme="minorHAnsi" w:cs="Lucida Sans Unicode"/>
                <w:b/>
                <w:sz w:val="24"/>
              </w:rPr>
              <w:t>»</w:t>
            </w:r>
          </w:p>
        </w:tc>
      </w:tr>
      <w:tr w:rsidR="00C13881" w:rsidRPr="00B265CC" w14:paraId="641559D1"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4FC068EB" w14:textId="77777777" w:rsidR="00C13881" w:rsidRPr="00B265CC" w:rsidRDefault="00C13881"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2385EE58" w14:textId="77777777" w:rsidR="00C13881" w:rsidRPr="00B265CC" w:rsidRDefault="00C13881"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10</w:t>
            </w:r>
          </w:p>
        </w:tc>
      </w:tr>
      <w:tr w:rsidR="00C13881" w:rsidRPr="00B265CC" w14:paraId="19EC9BD8"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22239B71"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4B0F02D6"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02372528"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2523679D"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5A4ACA13"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3C57C6B8"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8991260"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4362B21C"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r w:rsidR="00C13881" w:rsidRPr="00B265CC" w14:paraId="1208FEE1"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0E6F65ED" w14:textId="77777777" w:rsidR="00C13881" w:rsidRPr="00B265CC" w:rsidRDefault="00C13881"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2A5E9D8" w14:textId="77777777" w:rsidR="00C13881" w:rsidRPr="00B265CC" w:rsidRDefault="00C13881" w:rsidP="00817A0F">
            <w:pPr>
              <w:tabs>
                <w:tab w:val="left" w:pos="1200"/>
                <w:tab w:val="left" w:pos="5449"/>
              </w:tabs>
              <w:spacing w:line="240" w:lineRule="exact"/>
              <w:jc w:val="both"/>
              <w:rPr>
                <w:rFonts w:asciiTheme="minorHAnsi" w:hAnsiTheme="minorHAnsi" w:cs="Lucida Sans Unicode"/>
                <w:sz w:val="24"/>
              </w:rPr>
            </w:pPr>
          </w:p>
        </w:tc>
      </w:tr>
    </w:tbl>
    <w:p w14:paraId="4CB8B227" w14:textId="77777777" w:rsidR="00C13881" w:rsidRDefault="00C13881" w:rsidP="00C13881">
      <w:pPr>
        <w:tabs>
          <w:tab w:val="left" w:pos="1200"/>
        </w:tabs>
        <w:spacing w:line="240" w:lineRule="exact"/>
        <w:ind w:right="289"/>
        <w:jc w:val="center"/>
        <w:rPr>
          <w:rFonts w:asciiTheme="minorHAnsi" w:hAnsiTheme="minorHAnsi" w:cs="Arial"/>
        </w:rPr>
      </w:pPr>
    </w:p>
    <w:p w14:paraId="6D4D195C" w14:textId="77777777" w:rsidR="000D546A" w:rsidRDefault="000D546A"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0D546A" w:rsidRPr="00B265CC" w14:paraId="489BFE91"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31A0412C" w14:textId="603C2829" w:rsidR="000D546A" w:rsidRDefault="000D546A"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N°4</w:t>
            </w:r>
            <w:r>
              <w:rPr>
                <w:rFonts w:asciiTheme="minorHAnsi" w:hAnsiTheme="minorHAnsi" w:cs="Lucida Sans Unicode"/>
                <w:b/>
                <w:sz w:val="24"/>
              </w:rPr>
              <w:t>4</w:t>
            </w:r>
          </w:p>
          <w:p w14:paraId="6BF101C9" w14:textId="77777777" w:rsidR="000D546A" w:rsidRDefault="000D546A" w:rsidP="00817A0F">
            <w:pPr>
              <w:tabs>
                <w:tab w:val="left" w:pos="1200"/>
                <w:tab w:val="left" w:pos="5449"/>
              </w:tabs>
              <w:spacing w:line="240" w:lineRule="exact"/>
              <w:jc w:val="center"/>
              <w:rPr>
                <w:rFonts w:asciiTheme="minorHAnsi" w:hAnsiTheme="minorHAnsi" w:cs="Lucida Sans Unicode"/>
                <w:b/>
                <w:sz w:val="24"/>
              </w:rPr>
            </w:pPr>
          </w:p>
          <w:p w14:paraId="17DE5CD4" w14:textId="4019F58F" w:rsidR="000D546A" w:rsidRDefault="000D546A"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0D546A">
              <w:rPr>
                <w:rFonts w:asciiTheme="minorHAnsi" w:hAnsiTheme="minorHAnsi" w:cs="Lucida Sans Unicode"/>
                <w:b/>
                <w:bCs/>
                <w:sz w:val="24"/>
              </w:rPr>
              <w:t>REDUCTION DU NB DE RJ 45 POUR LES POSTES DE TRAVAIL / BUREAUX</w:t>
            </w:r>
            <w:r>
              <w:rPr>
                <w:rFonts w:asciiTheme="minorHAnsi" w:hAnsiTheme="minorHAnsi" w:cs="Lucida Sans Unicode"/>
                <w:b/>
                <w:bCs/>
                <w:sz w:val="24"/>
              </w:rPr>
              <w:t xml:space="preserve"> </w:t>
            </w:r>
            <w:r>
              <w:rPr>
                <w:rFonts w:asciiTheme="minorHAnsi" w:hAnsiTheme="minorHAnsi" w:cs="Lucida Sans Unicode"/>
                <w:b/>
                <w:sz w:val="24"/>
              </w:rPr>
              <w:t>»</w:t>
            </w:r>
          </w:p>
        </w:tc>
      </w:tr>
      <w:tr w:rsidR="000D546A" w:rsidRPr="00B265CC" w14:paraId="435228A0"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381DA71" w14:textId="77777777" w:rsidR="000D546A" w:rsidRPr="00B265CC" w:rsidRDefault="000D546A"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47A5EBC1" w14:textId="77777777" w:rsidR="000D546A" w:rsidRPr="00B265CC" w:rsidRDefault="000D546A"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10</w:t>
            </w:r>
          </w:p>
        </w:tc>
      </w:tr>
      <w:tr w:rsidR="000D546A" w:rsidRPr="00B265CC" w14:paraId="5A5DEE4D"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1ED4FFA"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4821F918"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r w:rsidR="000D546A" w:rsidRPr="00B265CC" w14:paraId="2E9BABA5"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608BDEFB"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70F6294F"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r w:rsidR="000D546A" w:rsidRPr="00B265CC" w14:paraId="2E4636E5"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25149ACE"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22839DB7"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r w:rsidR="000D546A" w:rsidRPr="00B265CC" w14:paraId="30ECB61A"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56B4B89F"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E1B85E6"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bl>
    <w:p w14:paraId="4E5518AB" w14:textId="77777777" w:rsidR="000D546A" w:rsidRDefault="000D546A" w:rsidP="00C13881">
      <w:pPr>
        <w:tabs>
          <w:tab w:val="left" w:pos="1200"/>
        </w:tabs>
        <w:spacing w:line="240" w:lineRule="exact"/>
        <w:ind w:right="289"/>
        <w:jc w:val="center"/>
        <w:rPr>
          <w:rFonts w:asciiTheme="minorHAnsi" w:hAnsiTheme="minorHAnsi" w:cs="Arial"/>
        </w:rPr>
      </w:pPr>
    </w:p>
    <w:p w14:paraId="1E04E6A6" w14:textId="77777777" w:rsidR="00C13881" w:rsidRDefault="00C13881" w:rsidP="00C13881">
      <w:pPr>
        <w:tabs>
          <w:tab w:val="left" w:pos="1200"/>
        </w:tabs>
        <w:spacing w:line="240" w:lineRule="exact"/>
        <w:ind w:right="289"/>
        <w:jc w:val="center"/>
        <w:rPr>
          <w:rFonts w:asciiTheme="minorHAnsi" w:hAnsiTheme="minorHAnsi" w:cs="Arial"/>
        </w:rPr>
      </w:pPr>
    </w:p>
    <w:p w14:paraId="3987E38E" w14:textId="77777777" w:rsidR="000D546A" w:rsidRDefault="000D546A" w:rsidP="00C13881">
      <w:pPr>
        <w:tabs>
          <w:tab w:val="left" w:pos="1200"/>
        </w:tabs>
        <w:spacing w:line="240" w:lineRule="exact"/>
        <w:ind w:right="289"/>
        <w:jc w:val="center"/>
        <w:rPr>
          <w:rFonts w:asciiTheme="minorHAnsi" w:hAnsiTheme="minorHAnsi" w:cs="Arial"/>
        </w:rPr>
      </w:pPr>
    </w:p>
    <w:p w14:paraId="5FDCFFDC" w14:textId="77777777" w:rsidR="000D546A" w:rsidRDefault="000D546A" w:rsidP="00C13881">
      <w:pPr>
        <w:tabs>
          <w:tab w:val="left" w:pos="1200"/>
        </w:tabs>
        <w:spacing w:line="240" w:lineRule="exact"/>
        <w:ind w:right="289"/>
        <w:jc w:val="center"/>
        <w:rPr>
          <w:rFonts w:asciiTheme="minorHAnsi" w:hAnsiTheme="minorHAnsi" w:cs="Arial"/>
        </w:rPr>
      </w:pPr>
    </w:p>
    <w:p w14:paraId="75F26AA1" w14:textId="77777777" w:rsidR="000D546A" w:rsidRDefault="000D546A" w:rsidP="00C13881">
      <w:pPr>
        <w:tabs>
          <w:tab w:val="left" w:pos="1200"/>
        </w:tabs>
        <w:spacing w:line="240" w:lineRule="exact"/>
        <w:ind w:right="289"/>
        <w:jc w:val="center"/>
        <w:rPr>
          <w:rFonts w:asciiTheme="minorHAnsi" w:hAnsiTheme="minorHAnsi" w:cs="Arial"/>
        </w:rPr>
      </w:pPr>
    </w:p>
    <w:p w14:paraId="22A24192" w14:textId="77777777" w:rsidR="000D546A" w:rsidRDefault="000D546A" w:rsidP="00C13881">
      <w:pPr>
        <w:tabs>
          <w:tab w:val="left" w:pos="1200"/>
        </w:tabs>
        <w:spacing w:line="240" w:lineRule="exact"/>
        <w:ind w:right="289"/>
        <w:jc w:val="center"/>
        <w:rPr>
          <w:rFonts w:asciiTheme="minorHAnsi" w:hAnsiTheme="minorHAnsi" w:cs="Arial"/>
        </w:rPr>
      </w:pPr>
    </w:p>
    <w:p w14:paraId="1366627D" w14:textId="77777777" w:rsidR="000D546A" w:rsidRDefault="000D546A"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0D546A" w:rsidRPr="00B265CC" w14:paraId="4F7396C6"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1DDDC346" w14:textId="1C6C2730" w:rsidR="000D546A" w:rsidRDefault="000D546A"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N°4</w:t>
            </w:r>
            <w:r>
              <w:rPr>
                <w:rFonts w:asciiTheme="minorHAnsi" w:hAnsiTheme="minorHAnsi" w:cs="Lucida Sans Unicode"/>
                <w:b/>
                <w:sz w:val="24"/>
              </w:rPr>
              <w:t>5</w:t>
            </w:r>
          </w:p>
          <w:p w14:paraId="5F991936" w14:textId="77777777" w:rsidR="000D546A" w:rsidRDefault="000D546A" w:rsidP="00817A0F">
            <w:pPr>
              <w:tabs>
                <w:tab w:val="left" w:pos="1200"/>
                <w:tab w:val="left" w:pos="5449"/>
              </w:tabs>
              <w:spacing w:line="240" w:lineRule="exact"/>
              <w:jc w:val="center"/>
              <w:rPr>
                <w:rFonts w:asciiTheme="minorHAnsi" w:hAnsiTheme="minorHAnsi" w:cs="Lucida Sans Unicode"/>
                <w:b/>
                <w:sz w:val="24"/>
              </w:rPr>
            </w:pPr>
          </w:p>
          <w:p w14:paraId="0F692315" w14:textId="556E428F" w:rsidR="000D546A" w:rsidRDefault="000D546A"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0D546A">
              <w:rPr>
                <w:rFonts w:asciiTheme="minorHAnsi" w:hAnsiTheme="minorHAnsi" w:cs="Lucida Sans Unicode"/>
                <w:b/>
                <w:bCs/>
                <w:sz w:val="24"/>
              </w:rPr>
              <w:t>SUPPRESSION DE L’AFFICHAGE HEURE / HORLOGE</w:t>
            </w:r>
            <w:r>
              <w:rPr>
                <w:rFonts w:asciiTheme="minorHAnsi" w:hAnsiTheme="minorHAnsi" w:cs="Lucida Sans Unicode"/>
                <w:b/>
                <w:bCs/>
                <w:sz w:val="24"/>
              </w:rPr>
              <w:t xml:space="preserve"> </w:t>
            </w:r>
            <w:r>
              <w:rPr>
                <w:rFonts w:asciiTheme="minorHAnsi" w:hAnsiTheme="minorHAnsi" w:cs="Lucida Sans Unicode"/>
                <w:b/>
                <w:sz w:val="24"/>
              </w:rPr>
              <w:t>»</w:t>
            </w:r>
          </w:p>
        </w:tc>
      </w:tr>
      <w:tr w:rsidR="000D546A" w:rsidRPr="00B265CC" w14:paraId="5BCD062C"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206C01F9" w14:textId="77777777" w:rsidR="000D546A" w:rsidRPr="00B265CC" w:rsidRDefault="000D546A"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6A947157" w14:textId="77777777" w:rsidR="000D546A" w:rsidRPr="00B265CC" w:rsidRDefault="000D546A"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10</w:t>
            </w:r>
          </w:p>
        </w:tc>
      </w:tr>
      <w:tr w:rsidR="000D546A" w:rsidRPr="00B265CC" w14:paraId="7F6FD8A0"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6372B194"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421374AD"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r w:rsidR="000D546A" w:rsidRPr="00B265CC" w14:paraId="56F1B00B"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00D672C8"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3DFE117D"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r w:rsidR="000D546A" w:rsidRPr="00B265CC" w14:paraId="4A0D2ED9"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10FB6DD1"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18B099E9"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r w:rsidR="000D546A" w:rsidRPr="00B265CC" w14:paraId="72EE97A5"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76CB254D"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6A62FF72"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bl>
    <w:p w14:paraId="12D559AB" w14:textId="77777777" w:rsidR="000D546A" w:rsidRDefault="000D546A" w:rsidP="00C13881">
      <w:pPr>
        <w:tabs>
          <w:tab w:val="left" w:pos="1200"/>
        </w:tabs>
        <w:spacing w:line="240" w:lineRule="exact"/>
        <w:ind w:right="289"/>
        <w:jc w:val="center"/>
        <w:rPr>
          <w:rFonts w:asciiTheme="minorHAnsi" w:hAnsiTheme="minorHAnsi" w:cs="Arial"/>
        </w:rPr>
      </w:pPr>
    </w:p>
    <w:p w14:paraId="10E57A05" w14:textId="77777777" w:rsidR="000D546A" w:rsidRDefault="000D546A" w:rsidP="00C13881">
      <w:pPr>
        <w:tabs>
          <w:tab w:val="left" w:pos="1200"/>
        </w:tabs>
        <w:spacing w:line="240" w:lineRule="exact"/>
        <w:ind w:right="289"/>
        <w:jc w:val="center"/>
        <w:rPr>
          <w:rFonts w:asciiTheme="minorHAnsi" w:hAnsiTheme="minorHAnsi" w:cs="Arial"/>
        </w:rPr>
      </w:pPr>
    </w:p>
    <w:tbl>
      <w:tblPr>
        <w:tblStyle w:val="Grilledutableau"/>
        <w:tblW w:w="0" w:type="auto"/>
        <w:tblLook w:val="04A0" w:firstRow="1" w:lastRow="0" w:firstColumn="1" w:lastColumn="0" w:noHBand="0" w:noVBand="1"/>
      </w:tblPr>
      <w:tblGrid>
        <w:gridCol w:w="3314"/>
        <w:gridCol w:w="5520"/>
      </w:tblGrid>
      <w:tr w:rsidR="000D546A" w:rsidRPr="00B265CC" w14:paraId="51414FAA" w14:textId="77777777" w:rsidTr="00817A0F">
        <w:trPr>
          <w:trHeight w:val="609"/>
        </w:trPr>
        <w:tc>
          <w:tcPr>
            <w:tcW w:w="9060" w:type="dxa"/>
            <w:gridSpan w:val="2"/>
            <w:tcBorders>
              <w:top w:val="single" w:sz="4" w:space="0" w:color="auto"/>
              <w:left w:val="single" w:sz="4" w:space="0" w:color="auto"/>
              <w:bottom w:val="single" w:sz="4" w:space="0" w:color="auto"/>
              <w:right w:val="single" w:sz="4" w:space="0" w:color="auto"/>
            </w:tcBorders>
            <w:vAlign w:val="center"/>
          </w:tcPr>
          <w:p w14:paraId="58EBFE70" w14:textId="2705F4FC" w:rsidR="000D546A" w:rsidRDefault="000D546A"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N°4</w:t>
            </w:r>
            <w:r>
              <w:rPr>
                <w:rFonts w:asciiTheme="minorHAnsi" w:hAnsiTheme="minorHAnsi" w:cs="Lucida Sans Unicode"/>
                <w:b/>
                <w:sz w:val="24"/>
              </w:rPr>
              <w:t>6</w:t>
            </w:r>
          </w:p>
          <w:p w14:paraId="708D06DF" w14:textId="77777777" w:rsidR="000D546A" w:rsidRDefault="000D546A" w:rsidP="00817A0F">
            <w:pPr>
              <w:tabs>
                <w:tab w:val="left" w:pos="1200"/>
                <w:tab w:val="left" w:pos="5449"/>
              </w:tabs>
              <w:spacing w:line="240" w:lineRule="exact"/>
              <w:jc w:val="center"/>
              <w:rPr>
                <w:rFonts w:asciiTheme="minorHAnsi" w:hAnsiTheme="minorHAnsi" w:cs="Lucida Sans Unicode"/>
                <w:b/>
                <w:sz w:val="24"/>
              </w:rPr>
            </w:pPr>
          </w:p>
          <w:p w14:paraId="6D4D8056" w14:textId="06214980" w:rsidR="000D546A" w:rsidRDefault="000D546A"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w:t>
            </w:r>
            <w:r w:rsidRPr="000D546A">
              <w:rPr>
                <w:rFonts w:asciiTheme="minorHAnsi" w:hAnsiTheme="minorHAnsi" w:cs="Lucida Sans Unicode"/>
                <w:b/>
                <w:bCs/>
                <w:sz w:val="24"/>
              </w:rPr>
              <w:t>MODIFICATION DE L’EMISSION DE CHAUFFAGE AVEC DES PANNEAUX RAYONNANT EN PLAFOND PAR DES RADIATEURS</w:t>
            </w:r>
            <w:r>
              <w:rPr>
                <w:rFonts w:asciiTheme="minorHAnsi" w:hAnsiTheme="minorHAnsi" w:cs="Lucida Sans Unicode"/>
                <w:b/>
                <w:bCs/>
                <w:sz w:val="24"/>
              </w:rPr>
              <w:t xml:space="preserve"> </w:t>
            </w:r>
            <w:r>
              <w:rPr>
                <w:rFonts w:asciiTheme="minorHAnsi" w:hAnsiTheme="minorHAnsi" w:cs="Lucida Sans Unicode"/>
                <w:b/>
                <w:sz w:val="24"/>
              </w:rPr>
              <w:t>»</w:t>
            </w:r>
          </w:p>
        </w:tc>
      </w:tr>
      <w:tr w:rsidR="000D546A" w:rsidRPr="00B265CC" w14:paraId="58AEF130" w14:textId="77777777" w:rsidTr="00817A0F">
        <w:trPr>
          <w:trHeight w:val="609"/>
        </w:trPr>
        <w:tc>
          <w:tcPr>
            <w:tcW w:w="3376" w:type="dxa"/>
            <w:tcBorders>
              <w:top w:val="single" w:sz="4" w:space="0" w:color="auto"/>
              <w:left w:val="single" w:sz="4" w:space="0" w:color="auto"/>
              <w:bottom w:val="single" w:sz="4" w:space="0" w:color="auto"/>
              <w:right w:val="single" w:sz="4" w:space="0" w:color="auto"/>
            </w:tcBorders>
            <w:vAlign w:val="center"/>
            <w:hideMark/>
          </w:tcPr>
          <w:p w14:paraId="519A004D" w14:textId="77777777" w:rsidR="000D546A" w:rsidRPr="00B265CC" w:rsidRDefault="000D546A" w:rsidP="00817A0F">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r>
              <w:rPr>
                <w:rFonts w:asciiTheme="minorHAnsi" w:hAnsiTheme="minorHAnsi" w:cs="Lucida Sans Unicode"/>
                <w:b/>
                <w:sz w:val="24"/>
                <w:szCs w:val="24"/>
              </w:rPr>
              <w:t xml:space="preserve"> du lot</w:t>
            </w:r>
          </w:p>
        </w:tc>
        <w:tc>
          <w:tcPr>
            <w:tcW w:w="5684" w:type="dxa"/>
            <w:tcBorders>
              <w:top w:val="single" w:sz="4" w:space="0" w:color="auto"/>
              <w:left w:val="single" w:sz="4" w:space="0" w:color="auto"/>
              <w:bottom w:val="single" w:sz="4" w:space="0" w:color="auto"/>
              <w:right w:val="single" w:sz="4" w:space="0" w:color="auto"/>
            </w:tcBorders>
            <w:vAlign w:val="center"/>
            <w:hideMark/>
          </w:tcPr>
          <w:p w14:paraId="1C0A781F" w14:textId="08F8503B" w:rsidR="000D546A" w:rsidRPr="00B265CC" w:rsidRDefault="000D546A" w:rsidP="00817A0F">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Lot n° 1</w:t>
            </w:r>
            <w:r>
              <w:rPr>
                <w:rFonts w:asciiTheme="minorHAnsi" w:hAnsiTheme="minorHAnsi" w:cs="Lucida Sans Unicode"/>
                <w:b/>
                <w:sz w:val="24"/>
              </w:rPr>
              <w:t>1</w:t>
            </w:r>
          </w:p>
        </w:tc>
      </w:tr>
      <w:tr w:rsidR="000D546A" w:rsidRPr="00B265CC" w14:paraId="193C7883" w14:textId="77777777" w:rsidTr="00817A0F">
        <w:trPr>
          <w:trHeight w:val="560"/>
        </w:trPr>
        <w:tc>
          <w:tcPr>
            <w:tcW w:w="3376" w:type="dxa"/>
            <w:tcBorders>
              <w:top w:val="single" w:sz="4" w:space="0" w:color="auto"/>
              <w:left w:val="single" w:sz="4" w:space="0" w:color="auto"/>
              <w:bottom w:val="single" w:sz="4" w:space="0" w:color="auto"/>
              <w:right w:val="single" w:sz="4" w:space="0" w:color="auto"/>
            </w:tcBorders>
            <w:vAlign w:val="center"/>
            <w:hideMark/>
          </w:tcPr>
          <w:p w14:paraId="4A67938E"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5684" w:type="dxa"/>
            <w:tcBorders>
              <w:top w:val="single" w:sz="4" w:space="0" w:color="auto"/>
              <w:left w:val="single" w:sz="4" w:space="0" w:color="auto"/>
              <w:bottom w:val="single" w:sz="4" w:space="0" w:color="auto"/>
              <w:right w:val="single" w:sz="4" w:space="0" w:color="auto"/>
            </w:tcBorders>
          </w:tcPr>
          <w:p w14:paraId="0294959E"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r w:rsidR="000D546A" w:rsidRPr="00B265CC" w14:paraId="0CA213EE" w14:textId="77777777" w:rsidTr="00817A0F">
        <w:trPr>
          <w:trHeight w:val="554"/>
        </w:trPr>
        <w:tc>
          <w:tcPr>
            <w:tcW w:w="3376" w:type="dxa"/>
            <w:tcBorders>
              <w:top w:val="single" w:sz="4" w:space="0" w:color="auto"/>
              <w:left w:val="single" w:sz="4" w:space="0" w:color="auto"/>
              <w:bottom w:val="single" w:sz="4" w:space="0" w:color="auto"/>
              <w:right w:val="single" w:sz="4" w:space="0" w:color="auto"/>
            </w:tcBorders>
            <w:vAlign w:val="center"/>
            <w:hideMark/>
          </w:tcPr>
          <w:p w14:paraId="3FE7F037"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5684" w:type="dxa"/>
            <w:tcBorders>
              <w:top w:val="single" w:sz="4" w:space="0" w:color="auto"/>
              <w:left w:val="single" w:sz="4" w:space="0" w:color="auto"/>
              <w:bottom w:val="single" w:sz="4" w:space="0" w:color="auto"/>
              <w:right w:val="single" w:sz="4" w:space="0" w:color="auto"/>
            </w:tcBorders>
          </w:tcPr>
          <w:p w14:paraId="3FF7486B"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r w:rsidR="000D546A" w:rsidRPr="00B265CC" w14:paraId="1F622A19" w14:textId="77777777" w:rsidTr="00817A0F">
        <w:trPr>
          <w:trHeight w:val="559"/>
        </w:trPr>
        <w:tc>
          <w:tcPr>
            <w:tcW w:w="3376" w:type="dxa"/>
            <w:tcBorders>
              <w:top w:val="single" w:sz="4" w:space="0" w:color="auto"/>
              <w:left w:val="single" w:sz="4" w:space="0" w:color="auto"/>
              <w:bottom w:val="single" w:sz="4" w:space="0" w:color="auto"/>
              <w:right w:val="single" w:sz="4" w:space="0" w:color="auto"/>
            </w:tcBorders>
            <w:vAlign w:val="center"/>
            <w:hideMark/>
          </w:tcPr>
          <w:p w14:paraId="40E349E2"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5684" w:type="dxa"/>
            <w:tcBorders>
              <w:top w:val="single" w:sz="4" w:space="0" w:color="auto"/>
              <w:left w:val="single" w:sz="4" w:space="0" w:color="auto"/>
              <w:bottom w:val="single" w:sz="4" w:space="0" w:color="auto"/>
              <w:right w:val="single" w:sz="4" w:space="0" w:color="auto"/>
            </w:tcBorders>
          </w:tcPr>
          <w:p w14:paraId="6A963452"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r w:rsidR="000D546A" w:rsidRPr="00B265CC" w14:paraId="4BE04704" w14:textId="77777777" w:rsidTr="00817A0F">
        <w:trPr>
          <w:trHeight w:val="836"/>
        </w:trPr>
        <w:tc>
          <w:tcPr>
            <w:tcW w:w="3376" w:type="dxa"/>
            <w:tcBorders>
              <w:top w:val="single" w:sz="4" w:space="0" w:color="auto"/>
              <w:left w:val="single" w:sz="4" w:space="0" w:color="auto"/>
              <w:bottom w:val="single" w:sz="4" w:space="0" w:color="auto"/>
              <w:right w:val="single" w:sz="4" w:space="0" w:color="auto"/>
            </w:tcBorders>
            <w:vAlign w:val="center"/>
            <w:hideMark/>
          </w:tcPr>
          <w:p w14:paraId="13F5C1AC" w14:textId="77777777" w:rsidR="000D546A" w:rsidRPr="00B265CC" w:rsidRDefault="000D546A" w:rsidP="00817A0F">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5684" w:type="dxa"/>
            <w:tcBorders>
              <w:top w:val="single" w:sz="4" w:space="0" w:color="auto"/>
              <w:left w:val="single" w:sz="4" w:space="0" w:color="auto"/>
              <w:bottom w:val="single" w:sz="4" w:space="0" w:color="auto"/>
              <w:right w:val="single" w:sz="4" w:space="0" w:color="auto"/>
            </w:tcBorders>
          </w:tcPr>
          <w:p w14:paraId="5613ACFD" w14:textId="77777777" w:rsidR="000D546A" w:rsidRPr="00B265CC" w:rsidRDefault="000D546A" w:rsidP="00817A0F">
            <w:pPr>
              <w:tabs>
                <w:tab w:val="left" w:pos="1200"/>
                <w:tab w:val="left" w:pos="5449"/>
              </w:tabs>
              <w:spacing w:line="240" w:lineRule="exact"/>
              <w:jc w:val="both"/>
              <w:rPr>
                <w:rFonts w:asciiTheme="minorHAnsi" w:hAnsiTheme="minorHAnsi" w:cs="Lucida Sans Unicode"/>
                <w:sz w:val="24"/>
              </w:rPr>
            </w:pPr>
          </w:p>
        </w:tc>
      </w:tr>
    </w:tbl>
    <w:p w14:paraId="54DE09CD" w14:textId="77777777" w:rsidR="000D546A" w:rsidRDefault="000D546A" w:rsidP="00C13881">
      <w:pPr>
        <w:tabs>
          <w:tab w:val="left" w:pos="1200"/>
        </w:tabs>
        <w:spacing w:line="240" w:lineRule="exact"/>
        <w:ind w:right="289"/>
        <w:jc w:val="center"/>
        <w:rPr>
          <w:rFonts w:asciiTheme="minorHAnsi" w:hAnsiTheme="minorHAnsi" w:cs="Arial"/>
        </w:rPr>
      </w:pPr>
    </w:p>
    <w:p w14:paraId="349F3622" w14:textId="77777777" w:rsidR="000D546A" w:rsidRDefault="000D546A" w:rsidP="00C13881">
      <w:pPr>
        <w:tabs>
          <w:tab w:val="left" w:pos="1200"/>
        </w:tabs>
        <w:spacing w:line="240" w:lineRule="exact"/>
        <w:ind w:right="289"/>
        <w:jc w:val="center"/>
        <w:rPr>
          <w:rFonts w:asciiTheme="minorHAnsi" w:hAnsiTheme="minorHAnsi" w:cs="Arial"/>
        </w:rPr>
      </w:pPr>
    </w:p>
    <w:p w14:paraId="3FD1E012" w14:textId="77777777" w:rsidR="000D546A" w:rsidRDefault="000D546A" w:rsidP="00C13881">
      <w:pPr>
        <w:tabs>
          <w:tab w:val="left" w:pos="1200"/>
        </w:tabs>
        <w:spacing w:line="240" w:lineRule="exact"/>
        <w:ind w:right="289"/>
        <w:jc w:val="center"/>
        <w:rPr>
          <w:rFonts w:asciiTheme="minorHAnsi" w:hAnsiTheme="minorHAnsi" w:cs="Arial"/>
        </w:rPr>
      </w:pPr>
    </w:p>
    <w:p w14:paraId="69A15A37" w14:textId="77777777" w:rsidR="000D546A" w:rsidRDefault="000D546A" w:rsidP="00C13881">
      <w:pPr>
        <w:tabs>
          <w:tab w:val="left" w:pos="1200"/>
        </w:tabs>
        <w:spacing w:line="240" w:lineRule="exact"/>
        <w:ind w:right="289"/>
        <w:jc w:val="center"/>
        <w:rPr>
          <w:rFonts w:asciiTheme="minorHAnsi" w:hAnsiTheme="minorHAnsi" w:cs="Arial"/>
        </w:rPr>
      </w:pPr>
    </w:p>
    <w:p w14:paraId="4A32FA03" w14:textId="77777777" w:rsidR="000D546A" w:rsidRDefault="000D546A" w:rsidP="00C13881">
      <w:pPr>
        <w:tabs>
          <w:tab w:val="left" w:pos="1200"/>
        </w:tabs>
        <w:spacing w:line="240" w:lineRule="exact"/>
        <w:ind w:right="289"/>
        <w:jc w:val="center"/>
        <w:rPr>
          <w:rFonts w:asciiTheme="minorHAnsi" w:hAnsiTheme="minorHAnsi" w:cs="Arial"/>
        </w:rPr>
      </w:pPr>
    </w:p>
    <w:p w14:paraId="5083FD8D" w14:textId="77777777" w:rsidR="000D546A" w:rsidRDefault="000D546A" w:rsidP="00C13881">
      <w:pPr>
        <w:tabs>
          <w:tab w:val="left" w:pos="1200"/>
        </w:tabs>
        <w:spacing w:line="240" w:lineRule="exact"/>
        <w:ind w:right="289"/>
        <w:jc w:val="center"/>
        <w:rPr>
          <w:rFonts w:asciiTheme="minorHAnsi" w:hAnsiTheme="minorHAnsi" w:cs="Arial"/>
        </w:rPr>
      </w:pPr>
    </w:p>
    <w:p w14:paraId="6CB55B42" w14:textId="77777777" w:rsidR="000D546A" w:rsidRDefault="000D546A" w:rsidP="00C13881">
      <w:pPr>
        <w:tabs>
          <w:tab w:val="left" w:pos="1200"/>
        </w:tabs>
        <w:spacing w:line="240" w:lineRule="exact"/>
        <w:ind w:right="289"/>
        <w:jc w:val="center"/>
        <w:rPr>
          <w:rFonts w:asciiTheme="minorHAnsi" w:hAnsiTheme="minorHAnsi" w:cs="Arial"/>
        </w:rPr>
      </w:pPr>
    </w:p>
    <w:p w14:paraId="7C59F73F" w14:textId="77777777" w:rsidR="000D546A" w:rsidRDefault="000D546A" w:rsidP="00C13881">
      <w:pPr>
        <w:tabs>
          <w:tab w:val="left" w:pos="1200"/>
        </w:tabs>
        <w:spacing w:line="240" w:lineRule="exact"/>
        <w:ind w:right="289"/>
        <w:jc w:val="center"/>
        <w:rPr>
          <w:rFonts w:asciiTheme="minorHAnsi" w:hAnsiTheme="minorHAnsi" w:cs="Arial"/>
        </w:rPr>
      </w:pPr>
    </w:p>
    <w:p w14:paraId="1E0F5F46" w14:textId="77777777" w:rsidR="000D546A" w:rsidRDefault="000D546A" w:rsidP="00C13881">
      <w:pPr>
        <w:tabs>
          <w:tab w:val="left" w:pos="1200"/>
        </w:tabs>
        <w:spacing w:line="240" w:lineRule="exact"/>
        <w:ind w:right="289"/>
        <w:jc w:val="center"/>
        <w:rPr>
          <w:rFonts w:asciiTheme="minorHAnsi" w:hAnsiTheme="minorHAnsi" w:cs="Arial"/>
        </w:rPr>
      </w:pPr>
    </w:p>
    <w:p w14:paraId="3B631540" w14:textId="77777777" w:rsidR="000D546A" w:rsidRDefault="000D546A" w:rsidP="00C13881">
      <w:pPr>
        <w:tabs>
          <w:tab w:val="left" w:pos="1200"/>
        </w:tabs>
        <w:spacing w:line="240" w:lineRule="exact"/>
        <w:ind w:right="289"/>
        <w:jc w:val="center"/>
        <w:rPr>
          <w:rFonts w:asciiTheme="minorHAnsi" w:hAnsiTheme="minorHAnsi" w:cs="Arial"/>
        </w:rPr>
      </w:pPr>
    </w:p>
    <w:p w14:paraId="39582D62" w14:textId="77777777" w:rsidR="000D546A" w:rsidRDefault="000D546A" w:rsidP="00C13881">
      <w:pPr>
        <w:tabs>
          <w:tab w:val="left" w:pos="1200"/>
        </w:tabs>
        <w:spacing w:line="240" w:lineRule="exact"/>
        <w:ind w:right="289"/>
        <w:jc w:val="center"/>
        <w:rPr>
          <w:rFonts w:asciiTheme="minorHAnsi" w:hAnsiTheme="minorHAnsi" w:cs="Arial"/>
        </w:rPr>
      </w:pPr>
    </w:p>
    <w:p w14:paraId="39C11F10" w14:textId="77777777" w:rsidR="000D546A" w:rsidRDefault="000D546A" w:rsidP="00C13881">
      <w:pPr>
        <w:tabs>
          <w:tab w:val="left" w:pos="1200"/>
        </w:tabs>
        <w:spacing w:line="240" w:lineRule="exact"/>
        <w:ind w:right="289"/>
        <w:jc w:val="center"/>
        <w:rPr>
          <w:rFonts w:asciiTheme="minorHAnsi" w:hAnsiTheme="minorHAnsi" w:cs="Arial"/>
        </w:rPr>
      </w:pPr>
    </w:p>
    <w:p w14:paraId="418DE6D4" w14:textId="77777777" w:rsidR="000D546A" w:rsidRDefault="000D546A" w:rsidP="00C13881">
      <w:pPr>
        <w:tabs>
          <w:tab w:val="left" w:pos="1200"/>
        </w:tabs>
        <w:spacing w:line="240" w:lineRule="exact"/>
        <w:ind w:right="289"/>
        <w:jc w:val="center"/>
        <w:rPr>
          <w:rFonts w:asciiTheme="minorHAnsi" w:hAnsiTheme="minorHAnsi" w:cs="Arial"/>
        </w:rPr>
      </w:pPr>
    </w:p>
    <w:p w14:paraId="718422E8" w14:textId="77777777" w:rsidR="000D546A" w:rsidRDefault="000D546A" w:rsidP="00C13881">
      <w:pPr>
        <w:tabs>
          <w:tab w:val="left" w:pos="1200"/>
        </w:tabs>
        <w:spacing w:line="240" w:lineRule="exact"/>
        <w:ind w:right="289"/>
        <w:jc w:val="center"/>
        <w:rPr>
          <w:rFonts w:asciiTheme="minorHAnsi" w:hAnsiTheme="minorHAnsi" w:cs="Arial"/>
        </w:rPr>
      </w:pPr>
    </w:p>
    <w:p w14:paraId="1B56B03B" w14:textId="77777777" w:rsidR="000D546A" w:rsidRDefault="000D546A" w:rsidP="00C13881">
      <w:pPr>
        <w:tabs>
          <w:tab w:val="left" w:pos="1200"/>
        </w:tabs>
        <w:spacing w:line="240" w:lineRule="exact"/>
        <w:ind w:right="289"/>
        <w:jc w:val="center"/>
        <w:rPr>
          <w:rFonts w:asciiTheme="minorHAnsi" w:hAnsiTheme="minorHAnsi" w:cs="Arial"/>
        </w:rPr>
      </w:pPr>
    </w:p>
    <w:p w14:paraId="6EFA2639" w14:textId="77777777" w:rsidR="000D546A" w:rsidRDefault="000D546A" w:rsidP="00C13881">
      <w:pPr>
        <w:tabs>
          <w:tab w:val="left" w:pos="1200"/>
        </w:tabs>
        <w:spacing w:line="240" w:lineRule="exact"/>
        <w:ind w:right="289"/>
        <w:jc w:val="center"/>
        <w:rPr>
          <w:rFonts w:asciiTheme="minorHAnsi" w:hAnsiTheme="minorHAnsi" w:cs="Arial"/>
        </w:rPr>
      </w:pPr>
    </w:p>
    <w:p w14:paraId="4D28C915" w14:textId="77777777" w:rsidR="000D546A" w:rsidRDefault="000D546A" w:rsidP="00C13881">
      <w:pPr>
        <w:tabs>
          <w:tab w:val="left" w:pos="1200"/>
        </w:tabs>
        <w:spacing w:line="240" w:lineRule="exact"/>
        <w:ind w:right="289"/>
        <w:jc w:val="center"/>
        <w:rPr>
          <w:rFonts w:asciiTheme="minorHAnsi" w:hAnsiTheme="minorHAnsi" w:cs="Arial"/>
        </w:rPr>
      </w:pPr>
    </w:p>
    <w:p w14:paraId="7A414999" w14:textId="77777777" w:rsidR="000D546A" w:rsidRDefault="000D546A" w:rsidP="00C13881">
      <w:pPr>
        <w:tabs>
          <w:tab w:val="left" w:pos="1200"/>
        </w:tabs>
        <w:spacing w:line="240" w:lineRule="exact"/>
        <w:ind w:right="289"/>
        <w:jc w:val="center"/>
        <w:rPr>
          <w:rFonts w:asciiTheme="minorHAnsi" w:hAnsiTheme="minorHAnsi" w:cs="Arial"/>
        </w:rPr>
      </w:pPr>
    </w:p>
    <w:p w14:paraId="6FB3670C" w14:textId="77777777" w:rsidR="000D546A" w:rsidRDefault="000D546A" w:rsidP="00C13881">
      <w:pPr>
        <w:tabs>
          <w:tab w:val="left" w:pos="1200"/>
        </w:tabs>
        <w:spacing w:line="240" w:lineRule="exact"/>
        <w:ind w:right="289"/>
        <w:jc w:val="center"/>
        <w:rPr>
          <w:rFonts w:asciiTheme="minorHAnsi" w:hAnsiTheme="minorHAnsi" w:cs="Arial"/>
        </w:rPr>
      </w:pPr>
    </w:p>
    <w:p w14:paraId="20BD0C21" w14:textId="77777777" w:rsidR="000D546A" w:rsidRDefault="000D546A" w:rsidP="00C13881">
      <w:pPr>
        <w:tabs>
          <w:tab w:val="left" w:pos="1200"/>
        </w:tabs>
        <w:spacing w:line="240" w:lineRule="exact"/>
        <w:ind w:right="289"/>
        <w:jc w:val="center"/>
        <w:rPr>
          <w:rFonts w:asciiTheme="minorHAnsi" w:hAnsiTheme="minorHAnsi" w:cs="Arial"/>
        </w:rPr>
      </w:pPr>
    </w:p>
    <w:p w14:paraId="4C1603F5" w14:textId="77777777" w:rsidR="000D546A" w:rsidRDefault="000D546A" w:rsidP="00C13881">
      <w:pPr>
        <w:tabs>
          <w:tab w:val="left" w:pos="1200"/>
        </w:tabs>
        <w:spacing w:line="240" w:lineRule="exact"/>
        <w:ind w:right="289"/>
        <w:jc w:val="center"/>
        <w:rPr>
          <w:rFonts w:asciiTheme="minorHAnsi" w:hAnsiTheme="minorHAnsi" w:cs="Arial"/>
        </w:rPr>
      </w:pPr>
    </w:p>
    <w:p w14:paraId="14AB9D03" w14:textId="77777777" w:rsidR="000D546A" w:rsidRDefault="000D546A" w:rsidP="00C13881">
      <w:pPr>
        <w:tabs>
          <w:tab w:val="left" w:pos="1200"/>
        </w:tabs>
        <w:spacing w:line="240" w:lineRule="exact"/>
        <w:ind w:right="289"/>
        <w:jc w:val="center"/>
        <w:rPr>
          <w:rFonts w:asciiTheme="minorHAnsi" w:hAnsiTheme="minorHAnsi" w:cs="Arial"/>
        </w:rPr>
      </w:pPr>
    </w:p>
    <w:p w14:paraId="72F84210" w14:textId="77777777" w:rsidR="000D546A" w:rsidRDefault="000D546A" w:rsidP="00C13881">
      <w:pPr>
        <w:tabs>
          <w:tab w:val="left" w:pos="1200"/>
        </w:tabs>
        <w:spacing w:line="240" w:lineRule="exact"/>
        <w:ind w:right="289"/>
        <w:jc w:val="center"/>
        <w:rPr>
          <w:rFonts w:asciiTheme="minorHAnsi" w:hAnsiTheme="minorHAnsi" w:cs="Arial"/>
        </w:rPr>
      </w:pPr>
    </w:p>
    <w:p w14:paraId="38D4DB40" w14:textId="77777777" w:rsidR="000D546A" w:rsidRPr="00B265CC" w:rsidRDefault="000D546A" w:rsidP="00C13881">
      <w:pPr>
        <w:tabs>
          <w:tab w:val="left" w:pos="1200"/>
        </w:tabs>
        <w:spacing w:line="240" w:lineRule="exact"/>
        <w:ind w:right="289"/>
        <w:jc w:val="center"/>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lastRenderedPageBreak/>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2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3739"/>
        <w:gridCol w:w="2302"/>
      </w:tblGrid>
      <w:tr w:rsidR="00235E22" w:rsidRPr="00B265CC" w14:paraId="43C192E5" w14:textId="77777777" w:rsidTr="00267E3A">
        <w:trPr>
          <w:cantSplit/>
          <w:trHeight w:val="674"/>
        </w:trPr>
        <w:tc>
          <w:tcPr>
            <w:tcW w:w="4209"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6041"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267E3A">
        <w:trPr>
          <w:cantSplit/>
          <w:trHeight w:val="674"/>
        </w:trPr>
        <w:tc>
          <w:tcPr>
            <w:tcW w:w="4209"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739"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301"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267E3A">
        <w:trPr>
          <w:trHeight w:val="1215"/>
        </w:trPr>
        <w:tc>
          <w:tcPr>
            <w:tcW w:w="4209"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739"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301"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267E3A">
        <w:trPr>
          <w:trHeight w:val="1215"/>
        </w:trPr>
        <w:tc>
          <w:tcPr>
            <w:tcW w:w="4209"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301"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267E3A">
        <w:trPr>
          <w:trHeight w:val="1215"/>
        </w:trPr>
        <w:tc>
          <w:tcPr>
            <w:tcW w:w="4209"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739"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301"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267E3A">
        <w:trPr>
          <w:trHeight w:val="1215"/>
        </w:trPr>
        <w:tc>
          <w:tcPr>
            <w:tcW w:w="4209"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301"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267E3A">
        <w:trPr>
          <w:trHeight w:val="1215"/>
        </w:trPr>
        <w:tc>
          <w:tcPr>
            <w:tcW w:w="4209"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739"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301"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08589E69" w14:textId="285C201E" w:rsidR="00C4127C" w:rsidRDefault="002772DE" w:rsidP="002772DE">
      <w:pPr>
        <w:pStyle w:val="Titre1"/>
        <w:rPr>
          <w:rFonts w:asciiTheme="minorHAnsi" w:hAnsiTheme="minorHAnsi"/>
        </w:rPr>
      </w:pPr>
      <w:r w:rsidRPr="00B265CC">
        <w:rPr>
          <w:rFonts w:asciiTheme="minorHAnsi" w:hAnsiTheme="minorHAnsi"/>
        </w:rPr>
        <w:t xml:space="preserve">ARTICLE </w:t>
      </w:r>
      <w:r w:rsidR="00F94DA7">
        <w:rPr>
          <w:rFonts w:asciiTheme="minorHAnsi" w:hAnsiTheme="minorHAnsi"/>
        </w:rPr>
        <w:t>4</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686F200" w14:textId="77777777" w:rsidR="00267E3A" w:rsidRPr="00267E3A" w:rsidRDefault="00267E3A" w:rsidP="00267E3A">
      <w:pPr>
        <w:rPr>
          <w:lang w:eastAsia="fr-FR"/>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lastRenderedPageBreak/>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w:t>
      </w:r>
      <w:proofErr w:type="gramStart"/>
      <w:r w:rsidR="00A40EB6" w:rsidRPr="00B265CC">
        <w:rPr>
          <w:rFonts w:asciiTheme="minorHAnsi" w:hAnsiTheme="minorHAnsi" w:cs="Arial"/>
        </w:rPr>
        <w:t>mail</w:t>
      </w:r>
      <w:proofErr w:type="gramEnd"/>
      <w:r w:rsidR="00A40EB6" w:rsidRPr="00B265CC">
        <w:rPr>
          <w:rFonts w:asciiTheme="minorHAnsi" w:hAnsiTheme="minorHAnsi" w:cs="Arial"/>
        </w:rPr>
        <w:t xml:space="preserve">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83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B0EEA15"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16C6247B" w:rsidR="00235E22" w:rsidRPr="00B265CC" w:rsidRDefault="00536C10" w:rsidP="00570324">
      <w:pPr>
        <w:pStyle w:val="Titre1"/>
        <w:rPr>
          <w:rFonts w:asciiTheme="minorHAnsi" w:hAnsiTheme="minorHAnsi"/>
        </w:rPr>
      </w:pPr>
      <w:r>
        <w:rPr>
          <w:rFonts w:asciiTheme="minorHAnsi" w:hAnsiTheme="minorHAnsi"/>
        </w:rPr>
        <w:t xml:space="preserve">ARTICLE </w:t>
      </w:r>
      <w:r w:rsidR="00F94DA7">
        <w:rPr>
          <w:rFonts w:asciiTheme="minorHAnsi" w:hAnsiTheme="minorHAnsi"/>
        </w:rPr>
        <w:t>5</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7D3E8DEA" w:rsidR="00235E22" w:rsidRPr="00B265CC"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La CCI se libèrer</w:t>
      </w:r>
      <w:r w:rsidR="00F94DA7">
        <w:rPr>
          <w:rFonts w:asciiTheme="minorHAnsi" w:hAnsiTheme="minorHAnsi" w:cs="Arial"/>
          <w:b/>
        </w:rPr>
        <w:t>a</w:t>
      </w:r>
      <w:r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0" w14:textId="77777777" w:rsidR="009B6303" w:rsidRPr="00B265CC" w:rsidRDefault="009B6303" w:rsidP="00570324">
      <w:pPr>
        <w:spacing w:after="240" w:line="240" w:lineRule="exact"/>
        <w:ind w:right="289"/>
        <w:jc w:val="both"/>
        <w:rPr>
          <w:rFonts w:asciiTheme="minorHAnsi" w:hAnsiTheme="minorHAnsi" w:cs="Arial"/>
          <w:b/>
        </w:rPr>
      </w:pP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w:t>
      </w:r>
      <w:proofErr w:type="gramStart"/>
      <w:r w:rsidRPr="00B265CC">
        <w:rPr>
          <w:rFonts w:asciiTheme="minorHAnsi" w:hAnsiTheme="minorHAnsi" w:cs="Arial"/>
        </w:rPr>
        <w:t>_  le</w:t>
      </w:r>
      <w:proofErr w:type="gramEnd"/>
      <w:r w:rsidRPr="00B265CC">
        <w:rPr>
          <w:rFonts w:asciiTheme="minorHAnsi" w:hAnsiTheme="minorHAnsi" w:cs="Arial"/>
        </w:rPr>
        <w:t xml:space="preserv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Default="009B6303" w:rsidP="009B6303">
      <w:pPr>
        <w:tabs>
          <w:tab w:val="left" w:pos="1200"/>
        </w:tabs>
        <w:spacing w:after="240" w:line="240" w:lineRule="exact"/>
        <w:ind w:left="567" w:right="289"/>
        <w:jc w:val="center"/>
        <w:rPr>
          <w:rFonts w:asciiTheme="minorHAnsi" w:hAnsiTheme="minorHAnsi"/>
        </w:rPr>
      </w:pPr>
    </w:p>
    <w:p w14:paraId="5E45C543" w14:textId="77777777" w:rsidR="00F94DA7" w:rsidRDefault="00F94DA7" w:rsidP="009B6303">
      <w:pPr>
        <w:tabs>
          <w:tab w:val="left" w:pos="1200"/>
        </w:tabs>
        <w:spacing w:after="240" w:line="240" w:lineRule="exact"/>
        <w:ind w:left="567" w:right="289"/>
        <w:jc w:val="center"/>
        <w:rPr>
          <w:rFonts w:asciiTheme="minorHAnsi" w:hAnsiTheme="minorHAnsi"/>
        </w:rPr>
      </w:pPr>
    </w:p>
    <w:p w14:paraId="5DFEAEA5" w14:textId="77777777" w:rsidR="00F94DA7" w:rsidRDefault="00F94DA7" w:rsidP="009B6303">
      <w:pPr>
        <w:tabs>
          <w:tab w:val="left" w:pos="1200"/>
        </w:tabs>
        <w:spacing w:after="240" w:line="240" w:lineRule="exact"/>
        <w:ind w:left="567" w:right="289"/>
        <w:jc w:val="center"/>
        <w:rPr>
          <w:rFonts w:asciiTheme="minorHAnsi" w:hAnsiTheme="minorHAnsi"/>
        </w:rPr>
      </w:pPr>
    </w:p>
    <w:p w14:paraId="31ED255F" w14:textId="77777777" w:rsidR="00F94DA7" w:rsidRPr="00B265CC" w:rsidRDefault="00F94DA7" w:rsidP="009B6303">
      <w:pPr>
        <w:tabs>
          <w:tab w:val="left" w:pos="1200"/>
        </w:tabs>
        <w:spacing w:after="240" w:line="240" w:lineRule="exact"/>
        <w:ind w:left="567" w:right="289"/>
        <w:jc w:val="center"/>
        <w:rPr>
          <w:rFonts w:asciiTheme="minorHAnsi" w:hAnsiTheme="minorHAnsi"/>
        </w:rPr>
      </w:pPr>
    </w:p>
    <w:p w14:paraId="43C19336" w14:textId="5352A1DE" w:rsidR="00235E22" w:rsidRPr="00B265CC" w:rsidRDefault="00235E22" w:rsidP="00D72502">
      <w:pPr>
        <w:pStyle w:val="Titre1"/>
        <w:rPr>
          <w:rFonts w:asciiTheme="minorHAnsi" w:hAnsiTheme="minorHAnsi"/>
        </w:rPr>
      </w:pPr>
      <w:r w:rsidRPr="00B265CC">
        <w:rPr>
          <w:rFonts w:asciiTheme="minorHAnsi" w:hAnsiTheme="minorHAnsi"/>
        </w:rPr>
        <w:lastRenderedPageBreak/>
        <w:t xml:space="preserve">ARTICLE </w:t>
      </w:r>
      <w:r w:rsidR="00F94DA7">
        <w:rPr>
          <w:rFonts w:asciiTheme="minorHAnsi" w:hAnsiTheme="minorHAnsi"/>
        </w:rPr>
        <w:t>6</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20DDA506" w:rsidR="008E55CF" w:rsidRPr="00B265CC" w:rsidRDefault="00DA2C08" w:rsidP="005A6C77">
      <w:pPr>
        <w:tabs>
          <w:tab w:val="left" w:pos="3686"/>
          <w:tab w:val="center" w:pos="4536"/>
        </w:tabs>
        <w:ind w:left="567" w:right="844"/>
        <w:jc w:val="center"/>
        <w:rPr>
          <w:rFonts w:asciiTheme="minorHAnsi" w:hAnsiTheme="minorHAnsi" w:cs="Arial"/>
          <w:b/>
          <w:bCs/>
          <w:iCs/>
        </w:rPr>
      </w:pPr>
      <w:r w:rsidRPr="00B265CC">
        <w:rPr>
          <w:rFonts w:asciiTheme="minorHAnsi" w:hAnsiTheme="minorHAnsi" w:cs="Arial"/>
          <w:b/>
          <w:bCs/>
          <w:iCs/>
        </w:rPr>
        <w:t>Yann TRICHARD</w:t>
      </w:r>
    </w:p>
    <w:p w14:paraId="43C19391" w14:textId="0DB68DE0" w:rsidR="00235E22" w:rsidRPr="004055EC" w:rsidRDefault="005A6C77" w:rsidP="004055EC">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la Chambre de Commerce et d’Industrie Nantes St-Nazaire</w:t>
      </w:r>
    </w:p>
    <w:sectPr w:rsidR="00235E22" w:rsidRPr="004055EC" w:rsidSect="003460BE">
      <w:headerReference w:type="default" r:id="rId13"/>
      <w:footerReference w:type="even" r:id="rId14"/>
      <w:footerReference w:type="default" r:id="rId15"/>
      <w:headerReference w:type="first" r:id="rId16"/>
      <w:footerReference w:type="first" r:id="rId17"/>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66455" w14:textId="77777777" w:rsidR="0086272C" w:rsidRDefault="0086272C">
      <w:r>
        <w:separator/>
      </w:r>
    </w:p>
  </w:endnote>
  <w:endnote w:type="continuationSeparator" w:id="0">
    <w:p w14:paraId="097AED3F" w14:textId="77777777" w:rsidR="0086272C" w:rsidRDefault="0086272C">
      <w:r>
        <w:continuationSeparator/>
      </w:r>
    </w:p>
  </w:endnote>
  <w:endnote w:type="continuationNotice" w:id="1">
    <w:p w14:paraId="3E8846A7" w14:textId="77777777" w:rsidR="0086272C" w:rsidRDefault="00862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00"/>
    <w:family w:val="swiss"/>
    <w:pitch w:val="variable"/>
    <w:sig w:usb0="80000AFF" w:usb1="0000396B" w:usb2="00000000" w:usb3="00000000" w:csb0="000000B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C" w14:textId="3372A59C" w:rsidR="00FF4FBB" w:rsidRDefault="00267E3A">
    <w:pPr>
      <w:pStyle w:val="Pieddepage"/>
    </w:pPr>
    <w:r w:rsidRPr="000D7547">
      <w:rPr>
        <w:noProof/>
        <w:sz w:val="16"/>
        <w:szCs w:val="16"/>
      </w:rPr>
      <mc:AlternateContent>
        <mc:Choice Requires="wps">
          <w:drawing>
            <wp:anchor distT="0" distB="0" distL="114300" distR="114300" simplePos="0" relativeHeight="251658244" behindDoc="0" locked="0" layoutInCell="1" allowOverlap="1" wp14:anchorId="50482298" wp14:editId="7A6401A6">
              <wp:simplePos x="0" y="0"/>
              <wp:positionH relativeFrom="page">
                <wp:posOffset>1224280</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82298" id="_x0000_t202" coordsize="21600,21600" o:spt="202" path="m,l,21600r21600,l21600,xe">
              <v:stroke joinstyle="miter"/>
              <v:path gradientshapeok="t" o:connecttype="rect"/>
            </v:shapetype>
            <v:shape id="Zone de texte 73" o:spid="_x0000_s1028" type="#_x0000_t202" style="position:absolute;margin-left:96.4pt;margin-top:0;width:391.1pt;height:44.3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" fillcolor="white [3201]" stroked="f" strokeweight=".5pt">
              <v:textbo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538B0" w14:textId="77777777" w:rsidR="0086272C" w:rsidRDefault="0086272C">
      <w:r>
        <w:separator/>
      </w:r>
    </w:p>
  </w:footnote>
  <w:footnote w:type="continuationSeparator" w:id="0">
    <w:p w14:paraId="7AFC4569" w14:textId="77777777" w:rsidR="0086272C" w:rsidRDefault="0086272C">
      <w:r>
        <w:continuationSeparator/>
      </w:r>
    </w:p>
  </w:footnote>
  <w:footnote w:type="continuationNotice" w:id="1">
    <w:p w14:paraId="033BF816" w14:textId="77777777" w:rsidR="0086272C" w:rsidRDefault="008627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A5CBCD"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B" w14:textId="58BB583C" w:rsidR="00FF4FBB" w:rsidRDefault="001A2F36">
    <w:pPr>
      <w:pStyle w:val="En-tte"/>
    </w:pPr>
    <w:r>
      <w:rPr>
        <w:noProof/>
        <w:lang w:eastAsia="fr-FR"/>
      </w:rPr>
      <w:drawing>
        <wp:anchor distT="0" distB="0" distL="114300" distR="114300" simplePos="0" relativeHeight="251658243" behindDoc="1" locked="0" layoutInCell="1" allowOverlap="1" wp14:anchorId="2634DF26" wp14:editId="668835BA">
          <wp:simplePos x="0" y="0"/>
          <wp:positionH relativeFrom="column">
            <wp:posOffset>-1072566</wp:posOffset>
          </wp:positionH>
          <wp:positionV relativeFrom="paragraph">
            <wp:posOffset>-275463</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68A68EA6">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32CC87"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E5BD3"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99F57AE"/>
    <w:multiLevelType w:val="hybridMultilevel"/>
    <w:tmpl w:val="12EAE51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8"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2"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669478378">
    <w:abstractNumId w:val="5"/>
  </w:num>
  <w:num w:numId="2" w16cid:durableId="52702885">
    <w:abstractNumId w:val="12"/>
  </w:num>
  <w:num w:numId="3" w16cid:durableId="731930435">
    <w:abstractNumId w:val="17"/>
  </w:num>
  <w:num w:numId="4" w16cid:durableId="170265502">
    <w:abstractNumId w:val="8"/>
  </w:num>
  <w:num w:numId="5" w16cid:durableId="194193899">
    <w:abstractNumId w:val="9"/>
  </w:num>
  <w:num w:numId="6" w16cid:durableId="2129273251">
    <w:abstractNumId w:val="4"/>
  </w:num>
  <w:num w:numId="7" w16cid:durableId="1911885316">
    <w:abstractNumId w:val="0"/>
  </w:num>
  <w:num w:numId="8" w16cid:durableId="2017881848">
    <w:abstractNumId w:val="15"/>
  </w:num>
  <w:num w:numId="9" w16cid:durableId="1126437219">
    <w:abstractNumId w:val="6"/>
  </w:num>
  <w:num w:numId="10" w16cid:durableId="1093429620">
    <w:abstractNumId w:val="10"/>
  </w:num>
  <w:num w:numId="11" w16cid:durableId="1634362264">
    <w:abstractNumId w:val="13"/>
  </w:num>
  <w:num w:numId="12" w16cid:durableId="1639218107">
    <w:abstractNumId w:val="11"/>
  </w:num>
  <w:num w:numId="13" w16cid:durableId="163976394">
    <w:abstractNumId w:val="7"/>
  </w:num>
  <w:num w:numId="14" w16cid:durableId="1763574613">
    <w:abstractNumId w:val="16"/>
  </w:num>
  <w:num w:numId="15" w16cid:durableId="558563843">
    <w:abstractNumId w:val="14"/>
  </w:num>
  <w:num w:numId="16" w16cid:durableId="1039746225">
    <w:abstractNumId w:val="1"/>
  </w:num>
  <w:num w:numId="17" w16cid:durableId="741566282">
    <w:abstractNumId w:val="2"/>
  </w:num>
  <w:num w:numId="18" w16cid:durableId="195201156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E22"/>
    <w:rsid w:val="00005612"/>
    <w:rsid w:val="00055465"/>
    <w:rsid w:val="000570F0"/>
    <w:rsid w:val="0006198C"/>
    <w:rsid w:val="00066C54"/>
    <w:rsid w:val="00073FDE"/>
    <w:rsid w:val="00096BEB"/>
    <w:rsid w:val="000A21A7"/>
    <w:rsid w:val="000A4CD5"/>
    <w:rsid w:val="000B3B76"/>
    <w:rsid w:val="000C6631"/>
    <w:rsid w:val="000D546A"/>
    <w:rsid w:val="001054FF"/>
    <w:rsid w:val="001158EB"/>
    <w:rsid w:val="001266E0"/>
    <w:rsid w:val="00131284"/>
    <w:rsid w:val="001317DD"/>
    <w:rsid w:val="0014118C"/>
    <w:rsid w:val="0015545A"/>
    <w:rsid w:val="00161818"/>
    <w:rsid w:val="001A06B5"/>
    <w:rsid w:val="001A2F36"/>
    <w:rsid w:val="001B28F9"/>
    <w:rsid w:val="0020088D"/>
    <w:rsid w:val="002207A7"/>
    <w:rsid w:val="00227884"/>
    <w:rsid w:val="002301A2"/>
    <w:rsid w:val="00235E22"/>
    <w:rsid w:val="00235F51"/>
    <w:rsid w:val="002376D2"/>
    <w:rsid w:val="0025164E"/>
    <w:rsid w:val="00252AC4"/>
    <w:rsid w:val="00253956"/>
    <w:rsid w:val="00266D73"/>
    <w:rsid w:val="0026761B"/>
    <w:rsid w:val="00267E3A"/>
    <w:rsid w:val="0027164A"/>
    <w:rsid w:val="002748C9"/>
    <w:rsid w:val="002772DE"/>
    <w:rsid w:val="0028496D"/>
    <w:rsid w:val="00292D37"/>
    <w:rsid w:val="00293BF0"/>
    <w:rsid w:val="002A2188"/>
    <w:rsid w:val="002B2456"/>
    <w:rsid w:val="002B59E7"/>
    <w:rsid w:val="002F6298"/>
    <w:rsid w:val="00301DBA"/>
    <w:rsid w:val="003077F4"/>
    <w:rsid w:val="003263CF"/>
    <w:rsid w:val="003347EF"/>
    <w:rsid w:val="003460BE"/>
    <w:rsid w:val="00371754"/>
    <w:rsid w:val="00375C70"/>
    <w:rsid w:val="00382D51"/>
    <w:rsid w:val="003851A4"/>
    <w:rsid w:val="003C2B56"/>
    <w:rsid w:val="003C2C48"/>
    <w:rsid w:val="003C7009"/>
    <w:rsid w:val="003E1DB7"/>
    <w:rsid w:val="004055EC"/>
    <w:rsid w:val="00425874"/>
    <w:rsid w:val="004303C7"/>
    <w:rsid w:val="004341E3"/>
    <w:rsid w:val="00434309"/>
    <w:rsid w:val="00436299"/>
    <w:rsid w:val="00443F3B"/>
    <w:rsid w:val="0045478B"/>
    <w:rsid w:val="00475045"/>
    <w:rsid w:val="0049244F"/>
    <w:rsid w:val="004B0FBC"/>
    <w:rsid w:val="004C05F4"/>
    <w:rsid w:val="004E2702"/>
    <w:rsid w:val="004E7BB5"/>
    <w:rsid w:val="00503041"/>
    <w:rsid w:val="00511999"/>
    <w:rsid w:val="00522AB7"/>
    <w:rsid w:val="00536C10"/>
    <w:rsid w:val="0054503E"/>
    <w:rsid w:val="005564E6"/>
    <w:rsid w:val="005631B7"/>
    <w:rsid w:val="0056749B"/>
    <w:rsid w:val="00570324"/>
    <w:rsid w:val="0057280C"/>
    <w:rsid w:val="00574C66"/>
    <w:rsid w:val="00592BAD"/>
    <w:rsid w:val="00594FCD"/>
    <w:rsid w:val="005970D9"/>
    <w:rsid w:val="005A6C77"/>
    <w:rsid w:val="005B4646"/>
    <w:rsid w:val="005C1E9E"/>
    <w:rsid w:val="005D348E"/>
    <w:rsid w:val="005D387F"/>
    <w:rsid w:val="005E30F2"/>
    <w:rsid w:val="00601D61"/>
    <w:rsid w:val="00621670"/>
    <w:rsid w:val="006252A7"/>
    <w:rsid w:val="00683941"/>
    <w:rsid w:val="006D20DC"/>
    <w:rsid w:val="006F22CE"/>
    <w:rsid w:val="006F7FD2"/>
    <w:rsid w:val="00730DF7"/>
    <w:rsid w:val="00752F11"/>
    <w:rsid w:val="007651FE"/>
    <w:rsid w:val="00777DA8"/>
    <w:rsid w:val="007A2B2E"/>
    <w:rsid w:val="007A34BF"/>
    <w:rsid w:val="007B01FB"/>
    <w:rsid w:val="007B3694"/>
    <w:rsid w:val="007F7A90"/>
    <w:rsid w:val="00814900"/>
    <w:rsid w:val="00826F56"/>
    <w:rsid w:val="00856A31"/>
    <w:rsid w:val="0086272C"/>
    <w:rsid w:val="0088009F"/>
    <w:rsid w:val="008A6C5D"/>
    <w:rsid w:val="008B2956"/>
    <w:rsid w:val="008B6C0A"/>
    <w:rsid w:val="008C2681"/>
    <w:rsid w:val="008E5190"/>
    <w:rsid w:val="008E55CF"/>
    <w:rsid w:val="008F6C42"/>
    <w:rsid w:val="00903B0A"/>
    <w:rsid w:val="00912E20"/>
    <w:rsid w:val="00917023"/>
    <w:rsid w:val="00921FE8"/>
    <w:rsid w:val="00927C18"/>
    <w:rsid w:val="009314DB"/>
    <w:rsid w:val="00961680"/>
    <w:rsid w:val="00961E26"/>
    <w:rsid w:val="009718A2"/>
    <w:rsid w:val="00982F2C"/>
    <w:rsid w:val="009A4DCB"/>
    <w:rsid w:val="009B08C9"/>
    <w:rsid w:val="009B194A"/>
    <w:rsid w:val="009B3D5D"/>
    <w:rsid w:val="009B6303"/>
    <w:rsid w:val="009D7314"/>
    <w:rsid w:val="009E51FB"/>
    <w:rsid w:val="009E5427"/>
    <w:rsid w:val="009F36BD"/>
    <w:rsid w:val="00A31986"/>
    <w:rsid w:val="00A35F74"/>
    <w:rsid w:val="00A40EB6"/>
    <w:rsid w:val="00A40FE9"/>
    <w:rsid w:val="00A448A0"/>
    <w:rsid w:val="00A50A59"/>
    <w:rsid w:val="00A60172"/>
    <w:rsid w:val="00A6244F"/>
    <w:rsid w:val="00A86FC7"/>
    <w:rsid w:val="00A9039A"/>
    <w:rsid w:val="00AA5BC1"/>
    <w:rsid w:val="00AB07AD"/>
    <w:rsid w:val="00AB44FD"/>
    <w:rsid w:val="00AD2491"/>
    <w:rsid w:val="00AD385D"/>
    <w:rsid w:val="00AE54E8"/>
    <w:rsid w:val="00AF2D84"/>
    <w:rsid w:val="00B04270"/>
    <w:rsid w:val="00B06249"/>
    <w:rsid w:val="00B15008"/>
    <w:rsid w:val="00B22C77"/>
    <w:rsid w:val="00B249AE"/>
    <w:rsid w:val="00B265CC"/>
    <w:rsid w:val="00B47A57"/>
    <w:rsid w:val="00B52A45"/>
    <w:rsid w:val="00B55E44"/>
    <w:rsid w:val="00B7253D"/>
    <w:rsid w:val="00B73F37"/>
    <w:rsid w:val="00B81B8A"/>
    <w:rsid w:val="00B96981"/>
    <w:rsid w:val="00BA5405"/>
    <w:rsid w:val="00BB71ED"/>
    <w:rsid w:val="00C13881"/>
    <w:rsid w:val="00C342BE"/>
    <w:rsid w:val="00C3701C"/>
    <w:rsid w:val="00C4127C"/>
    <w:rsid w:val="00C5606C"/>
    <w:rsid w:val="00C82CC6"/>
    <w:rsid w:val="00C82E18"/>
    <w:rsid w:val="00CA23A9"/>
    <w:rsid w:val="00CB24FB"/>
    <w:rsid w:val="00CC2E22"/>
    <w:rsid w:val="00CC5482"/>
    <w:rsid w:val="00CC5E52"/>
    <w:rsid w:val="00CD2165"/>
    <w:rsid w:val="00CD314D"/>
    <w:rsid w:val="00CE6C19"/>
    <w:rsid w:val="00D24C26"/>
    <w:rsid w:val="00D37D90"/>
    <w:rsid w:val="00D60062"/>
    <w:rsid w:val="00D72502"/>
    <w:rsid w:val="00D92053"/>
    <w:rsid w:val="00DA2C08"/>
    <w:rsid w:val="00DD2157"/>
    <w:rsid w:val="00DD46B9"/>
    <w:rsid w:val="00DE69EF"/>
    <w:rsid w:val="00E04F7D"/>
    <w:rsid w:val="00E10998"/>
    <w:rsid w:val="00E12F0D"/>
    <w:rsid w:val="00E17BF7"/>
    <w:rsid w:val="00E20C7C"/>
    <w:rsid w:val="00E31ABE"/>
    <w:rsid w:val="00E5794B"/>
    <w:rsid w:val="00E60087"/>
    <w:rsid w:val="00EA463F"/>
    <w:rsid w:val="00EA4C36"/>
    <w:rsid w:val="00EA6A2C"/>
    <w:rsid w:val="00EB79E4"/>
    <w:rsid w:val="00EC7907"/>
    <w:rsid w:val="00ED293C"/>
    <w:rsid w:val="00ED4A4D"/>
    <w:rsid w:val="00EE0D1C"/>
    <w:rsid w:val="00EF2C2F"/>
    <w:rsid w:val="00F03503"/>
    <w:rsid w:val="00F1106E"/>
    <w:rsid w:val="00F33CE0"/>
    <w:rsid w:val="00F5201A"/>
    <w:rsid w:val="00F601A8"/>
    <w:rsid w:val="00F70A3B"/>
    <w:rsid w:val="00F77FC7"/>
    <w:rsid w:val="00F80413"/>
    <w:rsid w:val="00F94DA7"/>
    <w:rsid w:val="00FA679C"/>
    <w:rsid w:val="00FB2325"/>
    <w:rsid w:val="00FB5047"/>
    <w:rsid w:val="00FB677A"/>
    <w:rsid w:val="00FD649D"/>
    <w:rsid w:val="00FD6E8B"/>
    <w:rsid w:val="00FE117F"/>
    <w:rsid w:val="00FE73E3"/>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link w:val="Sous-titreCar"/>
    <w:uiPriority w:val="11"/>
    <w:qFormat/>
    <w:rsid w:val="00D24C26"/>
    <w:pPr>
      <w:spacing w:after="200" w:line="276" w:lineRule="auto"/>
      <w:jc w:val="both"/>
    </w:pPr>
    <w:rPr>
      <w:rFonts w:ascii="Calibri" w:eastAsia="Times New Roman" w:hAnsi="Calibri"/>
      <w:bCs/>
      <w:i/>
      <w:iCs/>
      <w:sz w:val="20"/>
      <w:szCs w:val="24"/>
      <w:lang w:eastAsia="fr-FR"/>
    </w:rPr>
  </w:style>
  <w:style w:type="character" w:customStyle="1" w:styleId="Sous-titreCar">
    <w:name w:val="Sous-titre Car"/>
    <w:basedOn w:val="Policepardfaut"/>
    <w:link w:val="Sous-titre"/>
    <w:uiPriority w:val="11"/>
    <w:rsid w:val="00D24C26"/>
    <w:rPr>
      <w:rFonts w:ascii="Calibri" w:hAnsi="Calibri"/>
      <w:bCs/>
      <w:i/>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https://ccipdll.sharepoint.com/sites/CCI44-DIP/Achats/_layouts/15/wrkstat.aspx?List=c397f12b-0e49-407c-ac66-8ce7992bc47e&amp;WorkflowInstanceName=87885d0b-7945-4663-acec-4235b20713cf</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BA8E671A-DAE9-49E7-B9A4-7837D372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78</TotalTime>
  <Pages>39</Pages>
  <Words>3943</Words>
  <Characters>21690</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AE.docx</vt:lpstr>
    </vt:vector>
  </TitlesOfParts>
  <Company>CCI Nantes St-Nazaire</Company>
  <LinksUpToDate>false</LinksUpToDate>
  <CharactersWithSpaces>25582</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RETAIL Stephane</cp:lastModifiedBy>
  <cp:revision>11</cp:revision>
  <cp:lastPrinted>2012-07-16T15:18:00Z</cp:lastPrinted>
  <dcterms:created xsi:type="dcterms:W3CDTF">2025-01-24T14:44:00Z</dcterms:created>
  <dcterms:modified xsi:type="dcterms:W3CDTF">2025-01-24T16:01:00Z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